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8224A5E" w:rsidR="003F5723" w:rsidRPr="00A50995" w:rsidRDefault="00897796" w:rsidP="003F5723">
      <w:pPr>
        <w:pStyle w:val="Titul2"/>
        <w:rPr>
          <w:sz w:val="32"/>
        </w:rPr>
      </w:pPr>
      <w:r w:rsidRPr="00892F44">
        <w:rPr>
          <w:sz w:val="32"/>
        </w:rPr>
        <w:t>Projektov</w:t>
      </w:r>
      <w:r w:rsidR="00E435EA" w:rsidRPr="00892F44">
        <w:rPr>
          <w:sz w:val="32"/>
        </w:rPr>
        <w:t>é</w:t>
      </w:r>
      <w:r w:rsidRPr="00892F44">
        <w:rPr>
          <w:sz w:val="32"/>
        </w:rPr>
        <w:t xml:space="preserve"> d</w:t>
      </w:r>
      <w:r w:rsidR="003F5723" w:rsidRPr="00892F44">
        <w:rPr>
          <w:sz w:val="32"/>
        </w:rPr>
        <w:t xml:space="preserve">okumentace pro </w:t>
      </w:r>
      <w:r w:rsidR="0079664B" w:rsidRPr="00892F44">
        <w:rPr>
          <w:sz w:val="32"/>
        </w:rPr>
        <w:t>společné povolení</w:t>
      </w:r>
      <w:r w:rsidR="00016132" w:rsidRPr="00892F44">
        <w:rPr>
          <w:sz w:val="32"/>
        </w:rPr>
        <w:t xml:space="preserve"> podle liniového zákona</w:t>
      </w:r>
      <w:r w:rsidR="0079664B" w:rsidRPr="00892F44">
        <w:rPr>
          <w:sz w:val="32"/>
        </w:rPr>
        <w:t xml:space="preserve">, </w:t>
      </w:r>
      <w:r w:rsidR="003F5723" w:rsidRPr="00892F44">
        <w:rPr>
          <w:sz w:val="32"/>
        </w:rPr>
        <w:t>Projektové dokumentace pro prov</w:t>
      </w:r>
      <w:r w:rsidRPr="00892F44">
        <w:rPr>
          <w:sz w:val="32"/>
        </w:rPr>
        <w:t>á</w:t>
      </w:r>
      <w:r w:rsidR="003F5723" w:rsidRPr="00892F44">
        <w:rPr>
          <w:sz w:val="32"/>
        </w:rPr>
        <w:t>d</w:t>
      </w:r>
      <w:r w:rsidRPr="00892F44">
        <w:rPr>
          <w:sz w:val="32"/>
        </w:rPr>
        <w:t>ě</w:t>
      </w:r>
      <w:r w:rsidR="003F5723" w:rsidRPr="00892F44">
        <w:rPr>
          <w:sz w:val="32"/>
        </w:rPr>
        <w:t xml:space="preserve">ní </w:t>
      </w:r>
      <w:r w:rsidR="003F5723" w:rsidRPr="00A50995">
        <w:rPr>
          <w:sz w:val="32"/>
        </w:rPr>
        <w:t>stavby a výkon autorského dozoru</w:t>
      </w:r>
    </w:p>
    <w:p w14:paraId="0F72CA50" w14:textId="3561EC41" w:rsidR="001B77EA" w:rsidRPr="00402B45" w:rsidRDefault="001B77EA" w:rsidP="001B77EA">
      <w:pPr>
        <w:pStyle w:val="Titul2"/>
      </w:pPr>
      <w:r w:rsidRPr="00402B45">
        <w:t xml:space="preserve">Název zakázky: </w:t>
      </w:r>
      <w:sdt>
        <w:sdtPr>
          <w:alias w:val="Název akce - VYplnit pole - přenese se do zápatí"/>
          <w:tag w:val="Název akce"/>
          <w:id w:val="1889687308"/>
          <w:placeholder>
            <w:docPart w:val="2DE08AE602404EA4988F8684AE8FFD93"/>
          </w:placeholder>
          <w:text/>
        </w:sdtPr>
        <w:sdtEndPr/>
        <w:sdtContent>
          <w:r w:rsidR="00C661DD">
            <w:t>„Modernizace trati Praha-Veleslavín (včetně) – Praha-Ruzyně (včetně)“ (v režimu BIM)</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036EE1A3" w:rsidR="00F422D3" w:rsidRDefault="00244E4E" w:rsidP="00B42F40">
      <w:pPr>
        <w:pStyle w:val="Textbezodsazen"/>
      </w:pPr>
      <w:r w:rsidRPr="00B42F40">
        <w:t>Stavební</w:t>
      </w:r>
      <w:r>
        <w:t xml:space="preserve"> </w:t>
      </w:r>
      <w:r w:rsidRPr="00647CD1">
        <w:t xml:space="preserve">správa západ, Budova </w:t>
      </w:r>
      <w:proofErr w:type="spellStart"/>
      <w:r w:rsidRPr="00647CD1">
        <w:t>Diamond</w:t>
      </w:r>
      <w:proofErr w:type="spellEnd"/>
      <w:r>
        <w:t xml:space="preserve"> Point, Ke Štvanici 656/3, 186 00 Praha 8 – Karlín</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59616F50" w:rsidR="00F422D3" w:rsidRDefault="003A60C1" w:rsidP="00B42F40">
      <w:pPr>
        <w:pStyle w:val="Textbezodsazen"/>
      </w:pPr>
      <w:r>
        <w:t>I</w:t>
      </w:r>
      <w:r w:rsidR="0079664B">
        <w:t xml:space="preserve">SPROFIN / SUB. </w:t>
      </w:r>
      <w:r w:rsidR="0079664B" w:rsidRPr="0081565D">
        <w:t>ISPROFIN</w:t>
      </w:r>
      <w:r w:rsidR="00F422D3">
        <w:t>:</w:t>
      </w:r>
      <w:r w:rsidR="00244E4E" w:rsidRPr="00244E4E">
        <w:t xml:space="preserve"> </w:t>
      </w:r>
      <w:r w:rsidR="00244E4E">
        <w:t>5113520051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2C9CA4C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724745" w:rsidRPr="00FB5C61">
        <w:rPr>
          <w:b/>
        </w:rPr>
        <w:t>„Modernizace trati Praha-Veleslavín (včetně) – Praha-Ruzyně (včetně)“ (v režimu BIM)</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Pr="00E35771" w:rsidRDefault="003F5723" w:rsidP="003F5723">
      <w:pPr>
        <w:pStyle w:val="Nadpis1-1"/>
      </w:pPr>
      <w:r w:rsidRPr="00E35771">
        <w:t>PŘEDMĚT, CENA A HARMONOGRAM PLNĚNÍ SMLOUVY</w:t>
      </w:r>
    </w:p>
    <w:p w14:paraId="202145B7" w14:textId="67F4BECD" w:rsidR="00870CA4" w:rsidRPr="00E35771" w:rsidRDefault="003F5723" w:rsidP="00870CA4">
      <w:pPr>
        <w:pStyle w:val="Text1-1"/>
        <w:numPr>
          <w:ilvl w:val="1"/>
          <w:numId w:val="6"/>
        </w:numPr>
      </w:pPr>
      <w:r w:rsidRPr="00E35771">
        <w:t xml:space="preserve">Zhotovitel se zavazuje v souladu s touto Smlouvou provést Dílo spočívající ve zhotovení </w:t>
      </w:r>
      <w:r w:rsidR="00897796" w:rsidRPr="00E35771">
        <w:t>Projektové d</w:t>
      </w:r>
      <w:r w:rsidRPr="00E35771">
        <w:t>okumentace pro s</w:t>
      </w:r>
      <w:r w:rsidR="00C539CB" w:rsidRPr="00E35771">
        <w:t>polečné</w:t>
      </w:r>
      <w:r w:rsidRPr="00E35771">
        <w:t xml:space="preserve"> povolení</w:t>
      </w:r>
      <w:r w:rsidR="00892F44">
        <w:t xml:space="preserve"> podle liniového zákona</w:t>
      </w:r>
      <w:r w:rsidRPr="00E35771">
        <w:t xml:space="preserve"> (dále též jen D</w:t>
      </w:r>
      <w:r w:rsidR="00C539CB" w:rsidRPr="00E35771">
        <w:t>U</w:t>
      </w:r>
      <w:r w:rsidRPr="00E35771">
        <w:t>S</w:t>
      </w:r>
      <w:r w:rsidR="00892F44">
        <w:t>L</w:t>
      </w:r>
      <w:r w:rsidRPr="00E35771">
        <w:t xml:space="preserve">), Projektové dokumentace pro provádění stavby (dále též jen </w:t>
      </w:r>
      <w:r w:rsidR="00964369" w:rsidRPr="00E35771">
        <w:t>PDPS) dle specifikace uvedené v </w:t>
      </w:r>
      <w:r w:rsidRPr="00E35771">
        <w:t>Příloze č. 1 této Smlouvy a předat jej Objednateli, a dále se zavazuje, že zajistí výkon autorského dozoru při realizaci Stavby, kterým bude zajištěn soulad provádění Stavby s</w:t>
      </w:r>
      <w:r w:rsidR="00A50995" w:rsidRPr="00E35771">
        <w:t> </w:t>
      </w:r>
      <w:r w:rsidRPr="00E35771">
        <w:t>ověřenou a projednanou PDPS za podmínek stanovených v této Smlouvě. Součástí PDPS budou Zhotovitelem zajištěné veškeré činnosti koordinátora bezpečnosti a</w:t>
      </w:r>
      <w:r w:rsidR="00A50995" w:rsidRPr="00E35771">
        <w:t> </w:t>
      </w:r>
      <w:r w:rsidRPr="00E35771">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870CA4" w:rsidRPr="00E35771">
        <w:t xml:space="preserve"> Dílo bude zpracováno v režimu BIM a součástí Díla je tak vytvoření Informačního modelu   dle Přílohy </w:t>
      </w:r>
      <w:proofErr w:type="gramStart"/>
      <w:r w:rsidR="00870CA4" w:rsidRPr="00E35771">
        <w:t>č.11</w:t>
      </w:r>
      <w:proofErr w:type="gramEnd"/>
      <w:r w:rsidR="00870CA4" w:rsidRPr="00E35771">
        <w:t xml:space="preserve"> BIM protokol, včetně všech jeho příloh.</w:t>
      </w:r>
    </w:p>
    <w:p w14:paraId="71573F91" w14:textId="6459CD37" w:rsidR="003F5723" w:rsidRDefault="0054624A" w:rsidP="00E35771">
      <w:pPr>
        <w:spacing w:after="120" w:line="264" w:lineRule="auto"/>
        <w:ind w:left="737"/>
        <w:jc w:val="both"/>
      </w:pPr>
      <w:r w:rsidRPr="00E35771">
        <w:rPr>
          <w:sz w:val="18"/>
          <w:szCs w:val="18"/>
        </w:rPr>
        <w:t xml:space="preserve">  </w:t>
      </w:r>
      <w:r w:rsidR="00870CA4" w:rsidRPr="00E35771">
        <w:rPr>
          <w:sz w:val="18"/>
          <w:szCs w:val="18"/>
        </w:rPr>
        <w:t>(Přílohy BIM Protokolu jsou ke Smlouvě doloženy v elektronické formě.)</w:t>
      </w:r>
      <w:r>
        <w:rPr>
          <w:i/>
          <w:color w:val="00B050"/>
          <w:sz w:val="18"/>
          <w:szCs w:val="18"/>
        </w:rPr>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3E5E138E" w:rsidR="003F5723" w:rsidRDefault="003F5723" w:rsidP="003F5723">
      <w:pPr>
        <w:pStyle w:val="Text1-1"/>
      </w:pPr>
      <w:r>
        <w:t>Objednatel se zavazuje řádně provedené Dílo převzít a za řádně zhotoven</w:t>
      </w:r>
      <w:r w:rsidR="00964369">
        <w:t>ou a </w:t>
      </w:r>
      <w:r>
        <w:t>předanou D</w:t>
      </w:r>
      <w:r w:rsidR="00C539CB">
        <w:t>U</w:t>
      </w:r>
      <w:r>
        <w:t>S</w:t>
      </w:r>
      <w:r w:rsidR="00D451A8">
        <w:t>L</w:t>
      </w:r>
      <w:r>
        <w:t xml:space="preserve"> a PDPS a řádně provedený výkon autorského dozoru zaplatit Zhotoviteli za podmínek stanovených touto Smlou</w:t>
      </w:r>
      <w:r w:rsidR="00964369">
        <w:t>vou celkovou Cenu Díla, která v </w:t>
      </w:r>
      <w:r>
        <w:t>součtu představuje Cenu za zpracování  D</w:t>
      </w:r>
      <w:r w:rsidR="00C539CB">
        <w:t>U</w:t>
      </w:r>
      <w:r>
        <w:t>S</w:t>
      </w:r>
      <w:r w:rsidR="00D451A8">
        <w:t>L</w:t>
      </w:r>
      <w:r>
        <w:t xml:space="preserve"> a PDPS a cenu za výkon autorského dozoru ve výši dle Přílohy č. 4 </w:t>
      </w:r>
      <w:proofErr w:type="gramStart"/>
      <w:r>
        <w:t>této</w:t>
      </w:r>
      <w:proofErr w:type="gramEnd"/>
      <w:r>
        <w:t xml:space="preserve"> Smlouvy, přičemž celková Cena Díla je:</w:t>
      </w:r>
    </w:p>
    <w:p w14:paraId="569F7DDA" w14:textId="7B56D334" w:rsidR="003F5723" w:rsidRPr="003F5723" w:rsidRDefault="003F5723" w:rsidP="00EF513A">
      <w:pPr>
        <w:pStyle w:val="Textbezslovn"/>
        <w:ind w:left="851"/>
        <w:rPr>
          <w:rStyle w:val="Tun"/>
        </w:rPr>
      </w:pPr>
      <w:r>
        <w:t xml:space="preserve">Cena Díla bez DPH: </w:t>
      </w:r>
      <w:r>
        <w:tab/>
      </w:r>
      <w:r w:rsidR="00EF513A">
        <w:tab/>
      </w:r>
      <w:r w:rsidRPr="003F5723">
        <w:rPr>
          <w:rStyle w:val="Tun"/>
        </w:rPr>
        <w:t>"[</w:t>
      </w:r>
      <w:r w:rsidRPr="003F5723">
        <w:rPr>
          <w:rStyle w:val="Tun"/>
          <w:highlight w:val="yellow"/>
        </w:rPr>
        <w:t>VLOŽÍ ZHOTOVITEL</w:t>
      </w:r>
      <w:r w:rsidRPr="003F5723">
        <w:rPr>
          <w:rStyle w:val="Tun"/>
        </w:rPr>
        <w:t>]" Kč</w:t>
      </w:r>
    </w:p>
    <w:p w14:paraId="3FABF47A" w14:textId="248C94F9" w:rsidR="003F5723" w:rsidRDefault="003F5723" w:rsidP="00EF513A">
      <w:pPr>
        <w:pStyle w:val="Textbezslovn"/>
        <w:ind w:left="851"/>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D53A33F" w14:textId="77777777" w:rsidR="00C63598" w:rsidRPr="00353199" w:rsidRDefault="00C63598" w:rsidP="00EF513A">
      <w:pPr>
        <w:spacing w:after="120" w:line="264" w:lineRule="auto"/>
        <w:ind w:left="851"/>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EF513A">
      <w:pPr>
        <w:numPr>
          <w:ilvl w:val="0"/>
          <w:numId w:val="15"/>
        </w:numPr>
        <w:autoSpaceDN w:val="0"/>
        <w:spacing w:after="120" w:line="264" w:lineRule="auto"/>
        <w:ind w:left="851" w:firstLine="0"/>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EF513A">
      <w:pPr>
        <w:spacing w:after="120" w:line="264" w:lineRule="auto"/>
        <w:ind w:left="851"/>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EF513A">
      <w:pPr>
        <w:numPr>
          <w:ilvl w:val="0"/>
          <w:numId w:val="15"/>
        </w:numPr>
        <w:autoSpaceDN w:val="0"/>
        <w:spacing w:after="120" w:line="264" w:lineRule="auto"/>
        <w:ind w:left="851" w:firstLine="0"/>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0AF79015" w14:textId="77777777" w:rsidR="00C63598" w:rsidRPr="00353199" w:rsidRDefault="00C63598" w:rsidP="00EF513A">
      <w:pPr>
        <w:spacing w:after="120" w:line="264" w:lineRule="auto"/>
        <w:ind w:left="851"/>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EF513A">
      <w:pPr>
        <w:numPr>
          <w:ilvl w:val="0"/>
          <w:numId w:val="15"/>
        </w:numPr>
        <w:autoSpaceDN w:val="0"/>
        <w:spacing w:after="120" w:line="264" w:lineRule="auto"/>
        <w:ind w:left="851" w:firstLine="0"/>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AA2468" w14:textId="74BFCAD2" w:rsidR="005E25D9" w:rsidRDefault="003F5723" w:rsidP="003F5723">
      <w:pPr>
        <w:pStyle w:val="Text1-1"/>
      </w:pPr>
      <w:r>
        <w:t>Místem plnění D</w:t>
      </w:r>
      <w:r w:rsidR="00C539CB">
        <w:t>U</w:t>
      </w:r>
      <w:r>
        <w:t>S</w:t>
      </w:r>
      <w:r w:rsidR="00D451A8">
        <w:t>L</w:t>
      </w:r>
      <w:r>
        <w:t xml:space="preserve"> a PDPS je: </w:t>
      </w:r>
      <w:r w:rsidR="005D0CDD" w:rsidRPr="006F6E10">
        <w:t xml:space="preserve">Stavební správa </w:t>
      </w:r>
      <w:r w:rsidR="005D0CDD">
        <w:t xml:space="preserve">západ, </w:t>
      </w:r>
      <w:r w:rsidR="005D0CDD" w:rsidRPr="0085205F">
        <w:t xml:space="preserve">Budova </w:t>
      </w:r>
      <w:proofErr w:type="spellStart"/>
      <w:r w:rsidR="005D0CDD" w:rsidRPr="0085205F">
        <w:t>Diamond</w:t>
      </w:r>
      <w:proofErr w:type="spellEnd"/>
      <w:r w:rsidR="005D0CDD" w:rsidRPr="0085205F">
        <w:t xml:space="preserve"> Point, Ke Štvanici 656/3, 186 00 Praha 8 </w:t>
      </w:r>
      <w:r w:rsidR="005D0CDD">
        <w:t>–</w:t>
      </w:r>
      <w:r w:rsidR="005D0CDD" w:rsidRPr="0085205F">
        <w:t xml:space="preserve"> Karlín</w:t>
      </w:r>
      <w:r w:rsidR="005D0CDD">
        <w:t>.</w:t>
      </w:r>
    </w:p>
    <w:p w14:paraId="4E43929B" w14:textId="5446EBB6" w:rsidR="003F5723" w:rsidRDefault="003F5723" w:rsidP="003F5723">
      <w:pPr>
        <w:pStyle w:val="Text1-1"/>
      </w:pPr>
      <w:r>
        <w:t>Místem výkonu autorského dozoru je místo realizace stavby, popř. další místa určená Objednatelem.</w:t>
      </w:r>
    </w:p>
    <w:p w14:paraId="3319B654" w14:textId="77777777" w:rsidR="00BE3CA4" w:rsidRPr="009376B0" w:rsidRDefault="00BE3CA4" w:rsidP="00BE3CA4">
      <w:pPr>
        <w:pStyle w:val="Text1-1"/>
      </w:pPr>
      <w:bookmarkStart w:id="0" w:name="_Ref53007706"/>
      <w:r w:rsidRPr="009376B0">
        <w:t>Smluvní strany dále sjednávají tyto podmínky plnění Smlouvy:</w:t>
      </w:r>
    </w:p>
    <w:bookmarkEnd w:id="0"/>
    <w:p w14:paraId="715D0F4D" w14:textId="77777777" w:rsidR="009376B0" w:rsidRPr="009376B0" w:rsidRDefault="009376B0" w:rsidP="009376B0">
      <w:pPr>
        <w:pStyle w:val="Text1-2"/>
      </w:pPr>
      <w:r w:rsidRPr="009376B0">
        <w:t xml:space="preserve">Objednatel má právo po odevzdání definitivní dokumentace DUSL stanovené ve 4. Dílčí etapě Harmonogramu plnění tuto Smlouvu z jakéhokoliv důvodu jednostranně ukončit, a to písemným odstoupením od Smlouvy zaslaným elektronicky Zhotoviteli, nejpozději však do 90 dnů po definitivním odevzdání dokumentace DUSL. V případě, že dojde k ukončení Smlouvy zde uvedeným způsobem, má Zhotovitel nárok na úhradu Ceny části Díla vztahující se ke všem  Dílčím etapám převzatým Objednatelem na základě oboustranného podpisu předávacího protokolu před odstoupením Objednatele, a to dle Rozpisu Ceny Díla. Zhotovitel nemá nárok na úhradu zbývající  části Ceny Díla a nemá v důsledku ukončení Smlouvy ani nárok na náhradu nákladů či újmy. Zhotovitel zejména nemá nárok na úhradu jakékoli Části Díla, která byla Zhotovitelem rozpracovaná, avšak nebyla Objednatelem protokolárně převzata. </w:t>
      </w:r>
    </w:p>
    <w:p w14:paraId="3FCD7FEE" w14:textId="58D7578F" w:rsidR="00B56771" w:rsidRPr="009376B0" w:rsidRDefault="009376B0" w:rsidP="009376B0">
      <w:pPr>
        <w:pStyle w:val="Text1-2"/>
      </w:pPr>
      <w:r w:rsidRPr="009376B0">
        <w:t>Plnění stanovené v 5a. Dílčí etapě v části odevzdání dokumentace PDPS bude zahájeno písemným pokynem Objednatele zaslaným elektronicky na emailovou adresu oprávněné osoby Zhotovitele na pozici Hlavní inženýr projektu nejpozději do 90 dnů po definitivním odevzdání dokumentace DUSL. Zahájí-li Zhotovitel práce na dokumentaci PDPS bez tohoto pokynu Objednatele, nemá nárok na úhradu nákladů za toto a navazující plnění.</w:t>
      </w:r>
    </w:p>
    <w:p w14:paraId="115C2292" w14:textId="77777777" w:rsidR="003F5723" w:rsidRPr="00353199" w:rsidRDefault="003F5723" w:rsidP="003F5723">
      <w:pPr>
        <w:pStyle w:val="Nadpis1-1"/>
      </w:pPr>
      <w:r>
        <w:t>OSTATNÍ USTANOVENÍ</w:t>
      </w:r>
    </w:p>
    <w:p w14:paraId="16A701D9" w14:textId="149CEEFA"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rsidR="00D451A8">
        <w:t>SL</w:t>
      </w:r>
      <w:r>
        <w:t xml:space="preserve"> a PDPS, tj.: "[</w:t>
      </w:r>
      <w:r w:rsidRPr="003F5723">
        <w:rPr>
          <w:b/>
          <w:highlight w:val="yellow"/>
        </w:rPr>
        <w:t>VLOŽÍ ZHOTOVITEL</w:t>
      </w:r>
      <w:r>
        <w:t>]" bez DPH. Cena za zpracování D</w:t>
      </w:r>
      <w:r w:rsidR="00C539CB">
        <w:t>U</w:t>
      </w:r>
      <w:r w:rsidR="00D451A8">
        <w:t>SL</w:t>
      </w:r>
      <w:r>
        <w:t xml:space="preserve">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4FFEE9EB" w14:textId="77777777"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 xml:space="preserve">požadavek, že autorský dozor bude v průběhu realizace Stavby zajištěn osobou (osobami) </w:t>
      </w:r>
      <w:proofErr w:type="gramStart"/>
      <w:r w:rsidR="000C445A" w:rsidRPr="00EE221B">
        <w:t>disponující(mi</w:t>
      </w:r>
      <w:proofErr w:type="gramEnd"/>
      <w:r w:rsidR="000C445A" w:rsidRPr="00EE221B">
        <w:t>) elektronickým podpisem</w:t>
      </w:r>
      <w:r w:rsidR="000C445A">
        <w:t>;</w:t>
      </w:r>
    </w:p>
    <w:p w14:paraId="056F3DCA" w14:textId="0C6764D8" w:rsidR="00603435" w:rsidRPr="00E970E2" w:rsidRDefault="00603435" w:rsidP="00E970E2">
      <w:pPr>
        <w:pStyle w:val="Text1-1"/>
        <w:rPr>
          <w:rFonts w:eastAsia="Times New Roman" w:cs="Times New Roman"/>
          <w:strike/>
          <w:sz w:val="20"/>
          <w:szCs w:val="20"/>
        </w:rPr>
      </w:pPr>
      <w:r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EE221B" w:rsidRDefault="00490ECD" w:rsidP="00E63BC7">
      <w:pPr>
        <w:pStyle w:val="Text1-1"/>
        <w:numPr>
          <w:ilvl w:val="0"/>
          <w:numId w:val="0"/>
        </w:numPr>
        <w:ind w:left="851"/>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4F8F290" w14:textId="73421F95" w:rsidR="005A6B84" w:rsidRPr="00E63BC7" w:rsidRDefault="005A6B84" w:rsidP="00DF0BA5">
      <w:pPr>
        <w:pStyle w:val="Text1-1"/>
        <w:numPr>
          <w:ilvl w:val="1"/>
          <w:numId w:val="6"/>
        </w:numPr>
        <w:rPr>
          <w:rFonts w:eastAsia="Times New Roman" w:cs="Times New Roman"/>
          <w:color w:val="00B050"/>
        </w:rPr>
      </w:pPr>
      <w:r w:rsidRPr="00E63BC7">
        <w:t>Sociálně a environmentálně odpovědné zadávání</w:t>
      </w:r>
      <w:r w:rsidR="00DF0BA5" w:rsidRPr="00E63BC7">
        <w:rPr>
          <w:rFonts w:eastAsia="Times New Roman" w:cs="Times New Roman"/>
        </w:rPr>
        <w:t xml:space="preserve">, inovace  </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5DDD8F87" w14:textId="4D842B83" w:rsidR="00935A9F" w:rsidRPr="00935A9F" w:rsidRDefault="005A6B84" w:rsidP="00935A9F">
      <w:pPr>
        <w:pStyle w:val="Text1-2"/>
        <w:rPr>
          <w:rFonts w:eastAsia="Times New Roman"/>
          <w:i/>
          <w:color w:val="00B050"/>
        </w:rPr>
      </w:pPr>
      <w:r w:rsidRPr="00EE221B">
        <w:t>Zhotovitel se zavazuje, že v průběhu plnění Díla v rozsahu D</w:t>
      </w:r>
      <w:r w:rsidR="00B75AA5" w:rsidRPr="00EE221B">
        <w:t>U</w:t>
      </w:r>
      <w:r w:rsidRPr="00EE221B">
        <w:t>S</w:t>
      </w:r>
      <w:r w:rsidR="00D451A8">
        <w:t>L</w:t>
      </w:r>
      <w:r w:rsidRPr="00EE221B">
        <w:t xml:space="preserve">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7C5935">
        <w:rPr>
          <w:rFonts w:eastAsia="Times New Roman"/>
        </w:rPr>
        <w:t xml:space="preserve">Podrobnosti k provedení </w:t>
      </w:r>
      <w:r w:rsidR="007C5935" w:rsidRPr="00E63BC7">
        <w:rPr>
          <w:rFonts w:eastAsia="Times New Roman"/>
        </w:rPr>
        <w:t>exkurzí jsou</w:t>
      </w:r>
      <w:r w:rsidR="007C5935">
        <w:rPr>
          <w:rFonts w:eastAsia="Times New Roman"/>
        </w:rPr>
        <w:t xml:space="preserve"> uvedeny v Obchodních podmínkách.</w:t>
      </w:r>
    </w:p>
    <w:p w14:paraId="7439BCEE" w14:textId="06804CA7" w:rsidR="005A6B84"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w:t>
      </w:r>
      <w:r w:rsidRPr="00E63BC7">
        <w:t xml:space="preserve">počtu účastníků.  </w:t>
      </w:r>
    </w:p>
    <w:p w14:paraId="31C25717" w14:textId="3ED96F70" w:rsidR="00DF0BA5" w:rsidRPr="00E63BC7" w:rsidRDefault="005A6B84" w:rsidP="00E63BC7">
      <w:pPr>
        <w:pStyle w:val="Text1-2"/>
        <w:tabs>
          <w:tab w:val="clear" w:pos="2354"/>
        </w:tabs>
      </w:pPr>
      <w:r w:rsidRPr="00E63BC7">
        <w:t>Zhotovitel bude požadovat v Projektové dokumentaci recyklaci kameniva vyzískávaného z kolejového lože. Bližší specifikace je uvedena v odst.</w:t>
      </w:r>
      <w:r w:rsidR="001F4305" w:rsidRPr="00E63BC7">
        <w:t>5.6.23</w:t>
      </w:r>
      <w:r w:rsidRPr="00E63BC7">
        <w:t xml:space="preserve"> přílohy </w:t>
      </w:r>
      <w:proofErr w:type="gramStart"/>
      <w:r w:rsidRPr="00E63BC7">
        <w:t>č.3 b) této</w:t>
      </w:r>
      <w:proofErr w:type="gramEnd"/>
      <w:r w:rsidRPr="00E63BC7">
        <w:t xml:space="preserve"> Smlouvy.</w:t>
      </w:r>
      <w:r w:rsidR="00DF0BA5" w:rsidRPr="00E63BC7">
        <w:rPr>
          <w:rFonts w:eastAsia="Times New Roman" w:cs="Times New Roman"/>
        </w:rPr>
        <w:t xml:space="preserve"> </w:t>
      </w:r>
    </w:p>
    <w:p w14:paraId="7BDBE9C0" w14:textId="1A1885B0" w:rsidR="00092F70" w:rsidRPr="00E63BC7" w:rsidRDefault="00DF0BA5" w:rsidP="00886508">
      <w:pPr>
        <w:pStyle w:val="Text1-2"/>
        <w:rPr>
          <w:i/>
          <w:color w:val="00B050"/>
        </w:rPr>
      </w:pPr>
      <w:r w:rsidRPr="00E63BC7">
        <w:t xml:space="preserve">Zhotovitel povede majetkoprávní vypořádání v majetkoprávní aplikaci v souladu </w:t>
      </w:r>
      <w:r w:rsidR="00E74454" w:rsidRPr="00E63BC7">
        <w:t xml:space="preserve">s odst. 4.1.6 přílohy 3c) </w:t>
      </w:r>
      <w:r w:rsidRPr="00E63BC7">
        <w:t>této Smlouvy.</w:t>
      </w:r>
    </w:p>
    <w:p w14:paraId="337FDB37" w14:textId="0F16C90A" w:rsidR="00B75AA5" w:rsidRPr="00E63BC7" w:rsidRDefault="00870CA4" w:rsidP="00E63BC7">
      <w:pPr>
        <w:pStyle w:val="Text1-2"/>
        <w:rPr>
          <w:i/>
          <w:color w:val="00B050"/>
        </w:rPr>
      </w:pPr>
      <w:r w:rsidRPr="00E63BC7">
        <w:t>V</w:t>
      </w:r>
      <w:r w:rsidR="00386983" w:rsidRPr="00E63BC7">
        <w:t xml:space="preserve">yužití metody BIM jako souhrnu všech dokumentů zahrnujících grafické a negrafické informace vztahující se k Dílu, v digitální podobě pořízených prostřednictvím systémů a dalších softwarových nástrojů, organizovaných tak, aby reprezentovaly předmět Díla. </w:t>
      </w:r>
      <w:r w:rsidR="001E094F" w:rsidRPr="00E63BC7">
        <w:rPr>
          <w:i/>
          <w:color w:val="00B050"/>
        </w:rPr>
        <w:t xml:space="preserve">            </w:t>
      </w:r>
    </w:p>
    <w:p w14:paraId="08F66480" w14:textId="77777777" w:rsidR="009A4510" w:rsidRPr="00517CDA" w:rsidRDefault="009A4510" w:rsidP="009A4510">
      <w:pPr>
        <w:pStyle w:val="Text1-1"/>
        <w:numPr>
          <w:ilvl w:val="1"/>
          <w:numId w:val="6"/>
        </w:numPr>
        <w:tabs>
          <w:tab w:val="clear" w:pos="879"/>
          <w:tab w:val="num" w:pos="737"/>
        </w:tabs>
        <w:ind w:left="737"/>
      </w:pPr>
      <w:r w:rsidRPr="00517CDA">
        <w:t xml:space="preserve">Mezinárodní sankce </w:t>
      </w:r>
    </w:p>
    <w:p w14:paraId="6F7A27BD"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 xml:space="preserve">Zhotovitel prohlašuje, že: </w:t>
      </w:r>
    </w:p>
    <w:p w14:paraId="3C53790F" w14:textId="77777777" w:rsidR="009A4510" w:rsidRPr="00517CDA" w:rsidRDefault="009A4510" w:rsidP="009A4510">
      <w:pPr>
        <w:numPr>
          <w:ilvl w:val="1"/>
          <w:numId w:val="5"/>
        </w:numPr>
        <w:tabs>
          <w:tab w:val="clear" w:pos="1531"/>
          <w:tab w:val="num" w:pos="1985"/>
        </w:tabs>
        <w:spacing w:after="80" w:line="264" w:lineRule="auto"/>
        <w:ind w:left="1985" w:hanging="425"/>
        <w:jc w:val="both"/>
        <w:rPr>
          <w:sz w:val="18"/>
          <w:szCs w:val="18"/>
        </w:rPr>
      </w:pPr>
      <w:r w:rsidRPr="00517CDA">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958054B" w14:textId="77777777" w:rsidR="009A4510" w:rsidRPr="00517CDA" w:rsidRDefault="009A4510" w:rsidP="009A4510">
      <w:pPr>
        <w:numPr>
          <w:ilvl w:val="1"/>
          <w:numId w:val="5"/>
        </w:numPr>
        <w:tabs>
          <w:tab w:val="clear" w:pos="1531"/>
          <w:tab w:val="num" w:pos="1985"/>
        </w:tabs>
        <w:spacing w:after="80" w:line="264" w:lineRule="auto"/>
        <w:ind w:left="1985" w:hanging="425"/>
        <w:jc w:val="both"/>
        <w:rPr>
          <w:sz w:val="18"/>
          <w:szCs w:val="18"/>
        </w:rPr>
      </w:pPr>
      <w:r w:rsidRPr="00517CDA">
        <w:rPr>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0D00E12"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Je-li Zhotovitelem sdružení více osob, platí výše podmínky dle tohoto odst. 4.</w:t>
      </w:r>
      <w:r>
        <w:rPr>
          <w:rFonts w:eastAsia="Times New Roman" w:cs="Times New Roman"/>
          <w:sz w:val="18"/>
          <w:szCs w:val="18"/>
        </w:rPr>
        <w:t>8</w:t>
      </w:r>
      <w:r w:rsidRPr="00517CDA">
        <w:rPr>
          <w:rFonts w:eastAsia="Times New Roman" w:cs="Times New Roman"/>
          <w:sz w:val="18"/>
          <w:szCs w:val="18"/>
        </w:rPr>
        <w:t xml:space="preserve"> také jednotlivě pro všechny osoby v rámci Zhotovitele sdružené, a to bez ohledu na právní formu tohoto sdružení.</w:t>
      </w:r>
    </w:p>
    <w:p w14:paraId="78B8C418"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Přestane-li Zhotovitel nebo některý z jeho poddodavatelů nebo jiných osob, jejichž způsobilost byla využita ve smyslu evropských směrnic o zadávání veřejných zakázek, splňovat výše uvedené podmínky dle tohoto odst. 4.</w:t>
      </w:r>
      <w:r>
        <w:rPr>
          <w:rFonts w:eastAsia="Times New Roman" w:cs="Times New Roman"/>
          <w:sz w:val="18"/>
          <w:szCs w:val="18"/>
        </w:rPr>
        <w:t>8</w:t>
      </w:r>
      <w:r w:rsidRPr="00517CDA">
        <w:rPr>
          <w:rFonts w:eastAsia="Times New Roman" w:cs="Times New Roman"/>
          <w:sz w:val="18"/>
          <w:szCs w:val="18"/>
        </w:rPr>
        <w:t>, oznámí tuto skutečnost bez zbytečného odkladu, nejpozději však do 3 pracovních dnů ode dne, kdy přestal splňovat výše uvedené podmínky, Objednateli.</w:t>
      </w:r>
    </w:p>
    <w:p w14:paraId="6347BAC9"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1D5AAC7" w14:textId="77777777" w:rsidR="009A4510"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D057481" w14:textId="77777777" w:rsidR="009A4510"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F9209E">
        <w:rPr>
          <w:rFonts w:eastAsia="Times New Roman" w:cs="Times New Roman"/>
          <w:sz w:val="18"/>
          <w:szCs w:val="18"/>
        </w:rPr>
        <w:t>Ukáží-li se prohlášení Zhotovitele dle odstavce 4.</w:t>
      </w:r>
      <w:r>
        <w:rPr>
          <w:rFonts w:eastAsia="Times New Roman" w:cs="Times New Roman"/>
          <w:sz w:val="18"/>
          <w:szCs w:val="18"/>
        </w:rPr>
        <w:t>8</w:t>
      </w:r>
      <w:r w:rsidRPr="00F9209E">
        <w:rPr>
          <w:rFonts w:eastAsia="Times New Roman" w:cs="Times New Roman"/>
          <w:sz w:val="18"/>
          <w:szCs w:val="18"/>
        </w:rPr>
        <w:t>.1 této Smlouvy jako nepravdivá nebo poruší-li Zhotovitel svou oznamovací povinnost dle odstavce 4.</w:t>
      </w:r>
      <w:r>
        <w:rPr>
          <w:rFonts w:eastAsia="Times New Roman" w:cs="Times New Roman"/>
          <w:sz w:val="18"/>
          <w:szCs w:val="18"/>
        </w:rPr>
        <w:t>8</w:t>
      </w:r>
      <w:r w:rsidRPr="00F9209E">
        <w:rPr>
          <w:rFonts w:eastAsia="Times New Roman" w:cs="Times New Roman"/>
          <w:sz w:val="18"/>
          <w:szCs w:val="18"/>
        </w:rPr>
        <w:t>.3 nebo některou z povinností dle odstavců 4.</w:t>
      </w:r>
      <w:r>
        <w:rPr>
          <w:rFonts w:eastAsia="Times New Roman" w:cs="Times New Roman"/>
          <w:sz w:val="18"/>
          <w:szCs w:val="18"/>
        </w:rPr>
        <w:t>8</w:t>
      </w:r>
      <w:r w:rsidRPr="00F9209E">
        <w:rPr>
          <w:rFonts w:eastAsia="Times New Roman" w:cs="Times New Roman"/>
          <w:sz w:val="18"/>
          <w:szCs w:val="18"/>
        </w:rPr>
        <w:t>.4 nebo 4.</w:t>
      </w:r>
      <w:r>
        <w:rPr>
          <w:rFonts w:eastAsia="Times New Roman" w:cs="Times New Roman"/>
          <w:sz w:val="18"/>
          <w:szCs w:val="18"/>
        </w:rPr>
        <w:t>8</w:t>
      </w:r>
      <w:r w:rsidRPr="00F9209E">
        <w:rPr>
          <w:rFonts w:eastAsia="Times New Roman" w:cs="Times New Roman"/>
          <w:sz w:val="18"/>
          <w:szCs w:val="18"/>
        </w:rPr>
        <w:t>.5 této Smlouvy, je Objednatel oprávněn odstoupit od této Smlouvy. Zhotovitel je dále povinen zaplatit za každé jednotlivé porušení povinností dle předchozí věty, s výjimkou oznamovací povinnosti dle odstavce 4.</w:t>
      </w:r>
      <w:r>
        <w:rPr>
          <w:rFonts w:eastAsia="Times New Roman" w:cs="Times New Roman"/>
          <w:sz w:val="18"/>
          <w:szCs w:val="18"/>
        </w:rPr>
        <w:t>8</w:t>
      </w:r>
      <w:r w:rsidRPr="00F9209E">
        <w:rPr>
          <w:rFonts w:eastAsia="Times New Roman" w:cs="Times New Roman"/>
          <w:sz w:val="18"/>
          <w:szCs w:val="18"/>
        </w:rPr>
        <w:t>.3 této Smlouvy, smluvní pokutu ve výši 300.000 Kč. Zhotovitel je dále povinen zaplatit za každé jednotlivé porušení oznamovací povinnosti dle odstavce 4.</w:t>
      </w:r>
      <w:r>
        <w:rPr>
          <w:rFonts w:eastAsia="Times New Roman" w:cs="Times New Roman"/>
          <w:sz w:val="18"/>
          <w:szCs w:val="18"/>
        </w:rPr>
        <w:t>8</w:t>
      </w:r>
      <w:r w:rsidRPr="00F9209E">
        <w:rPr>
          <w:rFonts w:eastAsia="Times New Roman" w:cs="Times New Roman"/>
          <w:sz w:val="18"/>
          <w:szCs w:val="18"/>
        </w:rPr>
        <w:t>.3, smluvní pokutu ve výši 100.000 Kč. Ustanovení § 2004 odst. 2 Občanského zákoníku a § 2050 Občanského zákoníku se nepoužijí.</w:t>
      </w:r>
    </w:p>
    <w:p w14:paraId="25533508" w14:textId="77777777" w:rsidR="009A4510" w:rsidRPr="00D348AB" w:rsidRDefault="009A4510" w:rsidP="009A4510">
      <w:pPr>
        <w:numPr>
          <w:ilvl w:val="1"/>
          <w:numId w:val="6"/>
        </w:numPr>
        <w:tabs>
          <w:tab w:val="num" w:pos="737"/>
        </w:tabs>
        <w:spacing w:after="120" w:line="264" w:lineRule="auto"/>
        <w:jc w:val="both"/>
        <w:rPr>
          <w:sz w:val="18"/>
          <w:szCs w:val="18"/>
        </w:rPr>
      </w:pPr>
      <w:r w:rsidRPr="00D348AB">
        <w:rPr>
          <w:sz w:val="18"/>
          <w:szCs w:val="18"/>
        </w:rPr>
        <w:t>Požadavek na Poddodavatele</w:t>
      </w:r>
    </w:p>
    <w:p w14:paraId="04264848" w14:textId="77777777" w:rsidR="009A4510" w:rsidRPr="00D348AB"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D348AB">
        <w:rPr>
          <w:sz w:val="18"/>
          <w:szCs w:val="18"/>
        </w:rPr>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BAF9380" w14:textId="77777777" w:rsidR="009A4510" w:rsidRPr="00D348AB"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Přestane-li některý z Poddodavatelů (uvedených v Příloze č. 8 této Smlouvy) splňovat výše uvedené podmínky dle odst. 4.</w:t>
      </w:r>
      <w:r>
        <w:rPr>
          <w:sz w:val="18"/>
          <w:szCs w:val="18"/>
        </w:rPr>
        <w:t>10</w:t>
      </w:r>
      <w:r w:rsidRPr="00D348AB">
        <w:rPr>
          <w:sz w:val="18"/>
          <w:szCs w:val="18"/>
        </w:rPr>
        <w:t>.1 této Smlouvy, oznámí Zhotovitel tuto skutečnost bez zbytečného odkladu, nejpozději však do 3</w:t>
      </w:r>
      <w:r>
        <w:rPr>
          <w:sz w:val="18"/>
          <w:szCs w:val="18"/>
        </w:rPr>
        <w:t> </w:t>
      </w:r>
      <w:r w:rsidRPr="00D348AB">
        <w:rPr>
          <w:sz w:val="18"/>
          <w:szCs w:val="18"/>
        </w:rPr>
        <w:t>pracovních dnů ode dne, kdy Poddodavatel přestal splňovat výše uvedené podmínky, Objednateli.</w:t>
      </w:r>
    </w:p>
    <w:p w14:paraId="29BA68D2" w14:textId="62360371" w:rsidR="009A4510"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Objednatel může požadovat nahrazení Poddodavatele, který přestal splňovat podmínky dle odst. 4.</w:t>
      </w:r>
      <w:r>
        <w:rPr>
          <w:sz w:val="18"/>
          <w:szCs w:val="18"/>
        </w:rPr>
        <w:t>10</w:t>
      </w:r>
      <w:r w:rsidRPr="00D348AB">
        <w:rPr>
          <w:sz w:val="18"/>
          <w:szCs w:val="18"/>
        </w:rPr>
        <w:t>.1 této Smlouvy.</w:t>
      </w:r>
    </w:p>
    <w:p w14:paraId="76944C76" w14:textId="6182B9E4" w:rsidR="00490ECD" w:rsidRPr="009A4510"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1935AC">
        <w:rPr>
          <w:sz w:val="18"/>
          <w:szCs w:val="18"/>
        </w:rPr>
        <w:t>Ukáží-li se prohlášení Zhotovitele dle odstavce 4.10.1 této Smlouvy jako nepravdivá nebo poruší-li Zhotovitel svou oznamovací povinnost dle odstavce 4.10.2, je Objednatel oprávněn odstoupit od této Smlouvy, smluvní pokutu ve výši 100.000 Kč. Zhotovitel je dále povinen zaplatit za každé jednotlivé porušení oznamovací povinnosti dle odstavce 4.10.2, smluvní pokutu ve výši 50.000 Kč. Ustanovení § 2004 odst. 2 Občanského zákoníku a § 2050 Občanského zákoníku se nepoužijí.</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580434E6"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238D33F"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E655F">
      <w:pPr>
        <w:pStyle w:val="Text1-1"/>
        <w:numPr>
          <w:ilvl w:val="1"/>
          <w:numId w:val="6"/>
        </w:numPr>
      </w:pPr>
      <w:r w:rsidRPr="00353199">
        <w:t>Tato Smlouva je vyhotovena elektronicky a podepsána zaručeným elektronickým podpisem založeným na kvalifikovaném certifikátu pro elektronický podpis nebo kvalifikovaným elektronickým podpisem.</w:t>
      </w:r>
    </w:p>
    <w:p w14:paraId="1BE326B7" w14:textId="77777777" w:rsidR="007E655F" w:rsidRPr="007E655F" w:rsidRDefault="007E655F" w:rsidP="007E655F">
      <w:pPr>
        <w:spacing w:after="120" w:line="264" w:lineRule="auto"/>
        <w:ind w:left="737"/>
        <w:jc w:val="both"/>
        <w:rPr>
          <w:i/>
          <w:color w:val="00B050"/>
          <w:sz w:val="18"/>
          <w:szCs w:val="18"/>
        </w:rPr>
      </w:pPr>
      <w:r w:rsidRPr="007E655F">
        <w:rPr>
          <w:i/>
          <w:color w:val="00B050"/>
          <w:sz w:val="18"/>
          <w:szCs w:val="18"/>
        </w:rPr>
        <w:t>Nebo v případě vyhotovení Smlouvy v listinné podobě:</w:t>
      </w:r>
    </w:p>
    <w:p w14:paraId="74510242" w14:textId="77777777" w:rsidR="007E655F" w:rsidRPr="007E655F" w:rsidRDefault="007E655F" w:rsidP="007E655F">
      <w:pPr>
        <w:spacing w:after="120" w:line="264" w:lineRule="auto"/>
        <w:ind w:left="737"/>
        <w:jc w:val="both"/>
        <w:rPr>
          <w:i/>
          <w:color w:val="00B050"/>
          <w:sz w:val="18"/>
          <w:szCs w:val="18"/>
        </w:rPr>
      </w:pPr>
      <w:r w:rsidRPr="007E655F">
        <w:rPr>
          <w:i/>
          <w:color w:val="00B050"/>
          <w:sz w:val="18"/>
          <w:szCs w:val="18"/>
        </w:rPr>
        <w:t xml:space="preserve">(Pokud necháváme volbu na Zhotoviteli, doplní se ještě  </w:t>
      </w:r>
      <w:r w:rsidRPr="007E655F">
        <w:rPr>
          <w:i/>
          <w:color w:val="00B050"/>
          <w:sz w:val="18"/>
          <w:szCs w:val="18"/>
          <w:highlight w:val="yellow"/>
        </w:rPr>
        <w:t>"[ZVOLÍ ZHOTOVITEL</w:t>
      </w:r>
      <w:r w:rsidRPr="007E655F">
        <w:rPr>
          <w:i/>
          <w:color w:val="00B050"/>
          <w:sz w:val="18"/>
          <w:szCs w:val="18"/>
        </w:rPr>
        <w:t>]")</w:t>
      </w:r>
    </w:p>
    <w:p w14:paraId="62D09EA0" w14:textId="77777777" w:rsidR="007E655F" w:rsidRPr="00353199" w:rsidRDefault="007E655F" w:rsidP="007E655F">
      <w:pPr>
        <w:spacing w:after="120" w:line="264" w:lineRule="auto"/>
        <w:ind w:left="737"/>
        <w:jc w:val="both"/>
        <w:rPr>
          <w:sz w:val="18"/>
          <w:szCs w:val="18"/>
        </w:rPr>
      </w:pPr>
      <w:r w:rsidRPr="00353199">
        <w:rPr>
          <w:sz w:val="18"/>
          <w:szCs w:val="18"/>
        </w:rPr>
        <w:t xml:space="preserve">Tato Smlouva je vyhotovena ve </w:t>
      </w:r>
      <w:r w:rsidRPr="00353199">
        <w:rPr>
          <w:sz w:val="18"/>
          <w:szCs w:val="18"/>
          <w:highlight w:val="yellow"/>
        </w:rPr>
        <w:t>"[VLOŽÍ ZHOTOVITEL</w:t>
      </w:r>
      <w:r w:rsidRPr="00353199">
        <w:rPr>
          <w:sz w:val="18"/>
          <w:szCs w:val="18"/>
        </w:rPr>
        <w:t>]" vyhotoveních, z nichž Objednatel obdrží „[</w:t>
      </w:r>
      <w:r w:rsidRPr="00353199">
        <w:rPr>
          <w:sz w:val="18"/>
          <w:szCs w:val="18"/>
          <w:highlight w:val="green"/>
        </w:rPr>
        <w:t>VLOŽÍ OBJEDNATEL</w:t>
      </w:r>
      <w:r w:rsidRPr="00353199">
        <w:rPr>
          <w:sz w:val="18"/>
          <w:szCs w:val="18"/>
        </w:rPr>
        <w:t>]“ vyhotovení a Zhotovitel obdrží "[</w:t>
      </w:r>
      <w:r w:rsidRPr="00353199">
        <w:rPr>
          <w:sz w:val="18"/>
          <w:szCs w:val="18"/>
          <w:highlight w:val="yellow"/>
        </w:rPr>
        <w:t>VLOŽÍ ZHOTOVITEL</w:t>
      </w:r>
      <w:r w:rsidRPr="00353199">
        <w:rPr>
          <w:sz w:val="18"/>
          <w:szCs w:val="18"/>
        </w:rPr>
        <w:t>]" vyhotovení.</w:t>
      </w:r>
    </w:p>
    <w:p w14:paraId="3FD98C28" w14:textId="731888C8" w:rsidR="001338AF" w:rsidRPr="007E655F" w:rsidRDefault="001338AF" w:rsidP="007E655F">
      <w:pPr>
        <w:pStyle w:val="Text1-1"/>
        <w:numPr>
          <w:ilvl w:val="0"/>
          <w:numId w:val="0"/>
        </w:numPr>
        <w:ind w:left="737"/>
      </w:pP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9A4510">
      <w:pPr>
        <w:pStyle w:val="Textbezslovn"/>
        <w:ind w:left="851"/>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E9C3F71" w:rsidR="00F422D3" w:rsidRPr="009A4510" w:rsidRDefault="00F422D3" w:rsidP="00964369">
      <w:pPr>
        <w:pStyle w:val="Text1-1"/>
        <w:rPr>
          <w:i/>
          <w:color w:val="00B050"/>
        </w:rPr>
      </w:pPr>
      <w:r w:rsidRPr="009A4510">
        <w:t>Přílohy, které tvoří nedílnou součást této Smlouvy o dílo:</w:t>
      </w:r>
    </w:p>
    <w:p w14:paraId="2BC6E8BE" w14:textId="77777777" w:rsidR="00F422D3" w:rsidRDefault="00F422D3" w:rsidP="009A4510">
      <w:pPr>
        <w:pStyle w:val="Textbezslovn"/>
        <w:ind w:left="851"/>
      </w:pPr>
      <w:r w:rsidRPr="00964369">
        <w:t>Příloha</w:t>
      </w:r>
      <w:r>
        <w:t xml:space="preserve"> č. 1</w:t>
      </w:r>
      <w:r>
        <w:tab/>
      </w:r>
      <w:r w:rsidR="00124751" w:rsidRPr="006923FD">
        <w:rPr>
          <w:b/>
        </w:rPr>
        <w:t>Specifikace Díla</w:t>
      </w:r>
      <w:r>
        <w:t xml:space="preserve"> </w:t>
      </w:r>
    </w:p>
    <w:p w14:paraId="08DB9120" w14:textId="032D1369" w:rsidR="00F422D3" w:rsidRDefault="00F422D3" w:rsidP="009A4510">
      <w:pPr>
        <w:pStyle w:val="Textbezslovn"/>
        <w:ind w:left="851"/>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9A4510">
        <w:rPr>
          <w:b/>
        </w:rPr>
        <w:t>/07/22</w:t>
      </w:r>
    </w:p>
    <w:p w14:paraId="6A5B32C4" w14:textId="77777777" w:rsidR="00124751" w:rsidRDefault="00F422D3" w:rsidP="009A4510">
      <w:pPr>
        <w:pStyle w:val="Textbezslovn"/>
        <w:ind w:left="851"/>
      </w:pPr>
      <w:r w:rsidRPr="00964369">
        <w:t>Příloha</w:t>
      </w:r>
      <w:r>
        <w:t xml:space="preserve"> č. 3</w:t>
      </w:r>
      <w:r>
        <w:tab/>
      </w:r>
      <w:r w:rsidR="00124751" w:rsidRPr="006923FD">
        <w:rPr>
          <w:b/>
        </w:rPr>
        <w:t>Technické podmínky</w:t>
      </w:r>
    </w:p>
    <w:p w14:paraId="47B7879B" w14:textId="77777777" w:rsidR="00124751" w:rsidRPr="00964369" w:rsidRDefault="00124751" w:rsidP="009A4510">
      <w:pPr>
        <w:pStyle w:val="Textbezslovn"/>
        <w:ind w:left="851"/>
      </w:pPr>
      <w:r>
        <w:t xml:space="preserve">a) Technické </w:t>
      </w:r>
      <w:r w:rsidRPr="00964369">
        <w:t>kvalitativní podmínky staveb státních drah (TKP)</w:t>
      </w:r>
    </w:p>
    <w:p w14:paraId="66DA2F8E" w14:textId="1C7229E6" w:rsidR="00612CEA" w:rsidRPr="00964369" w:rsidRDefault="00124751" w:rsidP="009A4510">
      <w:pPr>
        <w:pStyle w:val="Textbezslovn"/>
        <w:ind w:left="851"/>
        <w:jc w:val="left"/>
      </w:pPr>
      <w:r w:rsidRPr="00964369">
        <w:t xml:space="preserve">b) Všeobecné technické </w:t>
      </w:r>
      <w:r w:rsidRPr="003038BD">
        <w:t>podmínky</w:t>
      </w:r>
      <w:r w:rsidR="009A4510">
        <w:t xml:space="preserve"> VTP/DOKUMENTACE/05/22</w:t>
      </w:r>
      <w:r w:rsidR="006D465A">
        <w:t xml:space="preserve"> </w:t>
      </w:r>
      <w:r w:rsidR="00204180" w:rsidRPr="00612CEA">
        <w:rPr>
          <w:color w:val="FF0000"/>
        </w:rPr>
        <w:t xml:space="preserve"> </w:t>
      </w:r>
    </w:p>
    <w:p w14:paraId="5B5F4A27" w14:textId="02B97B77" w:rsidR="00F422D3" w:rsidRDefault="00124751" w:rsidP="009A4510">
      <w:pPr>
        <w:pStyle w:val="Textbezslovn"/>
        <w:ind w:left="851"/>
      </w:pPr>
      <w:r w:rsidRPr="00964369">
        <w:t>c) Zvláštní technické</w:t>
      </w:r>
      <w:r>
        <w:t xml:space="preserve"> podmínky </w:t>
      </w:r>
      <w:r w:rsidR="006650B1">
        <w:t xml:space="preserve">ze dne </w:t>
      </w:r>
      <w:proofErr w:type="gramStart"/>
      <w:r w:rsidR="009A4510">
        <w:t>08.08.2022</w:t>
      </w:r>
      <w:proofErr w:type="gramEnd"/>
    </w:p>
    <w:p w14:paraId="71ACA5C3" w14:textId="77777777" w:rsidR="00F422D3" w:rsidRPr="00964369" w:rsidRDefault="00F422D3" w:rsidP="009A4510">
      <w:pPr>
        <w:pStyle w:val="Textbezslovn"/>
        <w:ind w:left="851"/>
      </w:pPr>
      <w:r w:rsidRPr="00964369">
        <w:t>Příloha č. 4</w:t>
      </w:r>
      <w:r w:rsidRPr="00964369">
        <w:tab/>
      </w:r>
      <w:r w:rsidR="00124751" w:rsidRPr="006923FD">
        <w:rPr>
          <w:b/>
        </w:rPr>
        <w:t>Rozpis Ceny Díla</w:t>
      </w:r>
    </w:p>
    <w:p w14:paraId="076023C1" w14:textId="77777777" w:rsidR="00F422D3" w:rsidRPr="00964369" w:rsidRDefault="00F422D3" w:rsidP="009A4510">
      <w:pPr>
        <w:pStyle w:val="Textbezslovn"/>
        <w:ind w:left="851"/>
      </w:pPr>
      <w:r w:rsidRPr="00964369">
        <w:t>Příloha č. 5</w:t>
      </w:r>
      <w:r w:rsidRPr="00964369">
        <w:tab/>
      </w:r>
      <w:r w:rsidR="00124751" w:rsidRPr="006923FD">
        <w:rPr>
          <w:b/>
        </w:rPr>
        <w:t>Harmonogram plnění</w:t>
      </w:r>
    </w:p>
    <w:p w14:paraId="0E48449C" w14:textId="77777777" w:rsidR="00124751" w:rsidRPr="00964369" w:rsidRDefault="00F422D3" w:rsidP="009A4510">
      <w:pPr>
        <w:pStyle w:val="Textbezslovn"/>
        <w:ind w:left="851"/>
      </w:pPr>
      <w:r w:rsidRPr="00964369">
        <w:t>Příloha č. 6</w:t>
      </w:r>
      <w:r w:rsidRPr="00964369">
        <w:tab/>
      </w:r>
      <w:r w:rsidR="00124751" w:rsidRPr="006923FD">
        <w:rPr>
          <w:b/>
        </w:rPr>
        <w:t>Oprávněné osoby</w:t>
      </w:r>
    </w:p>
    <w:p w14:paraId="057CCF92" w14:textId="77777777" w:rsidR="00124751" w:rsidRPr="00964369" w:rsidRDefault="00F422D3" w:rsidP="009A4510">
      <w:pPr>
        <w:pStyle w:val="Textbezslovn"/>
        <w:ind w:left="851"/>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A4510">
      <w:pPr>
        <w:pStyle w:val="Textbezslovn"/>
        <w:ind w:left="851"/>
      </w:pPr>
      <w:r w:rsidRPr="00964369">
        <w:t>Příloha č. 8</w:t>
      </w:r>
      <w:r w:rsidRPr="00964369">
        <w:tab/>
      </w:r>
      <w:r w:rsidRPr="006923FD">
        <w:rPr>
          <w:b/>
        </w:rPr>
        <w:t>Seznam poddodavatelů</w:t>
      </w:r>
    </w:p>
    <w:p w14:paraId="7C26B3E2" w14:textId="77777777" w:rsidR="00124751" w:rsidRPr="00964369" w:rsidRDefault="00124751" w:rsidP="009A4510">
      <w:pPr>
        <w:pStyle w:val="Textbezslovn"/>
        <w:ind w:left="851"/>
      </w:pPr>
      <w:r w:rsidRPr="00964369">
        <w:t>Příloha č. 9</w:t>
      </w:r>
      <w:r w:rsidRPr="00964369">
        <w:tab/>
      </w:r>
      <w:r w:rsidRPr="006923FD">
        <w:rPr>
          <w:b/>
        </w:rPr>
        <w:t>Související dokumenty</w:t>
      </w:r>
    </w:p>
    <w:p w14:paraId="73CFD86A" w14:textId="71E7BC72" w:rsidR="00124751" w:rsidRDefault="00124751" w:rsidP="009A4510">
      <w:pPr>
        <w:pStyle w:val="Textbezslovn"/>
        <w:ind w:left="851"/>
        <w:rPr>
          <w:b/>
        </w:rPr>
      </w:pPr>
      <w:r w:rsidRPr="00964369">
        <w:t>Příloha</w:t>
      </w:r>
      <w:r w:rsidRPr="00124751">
        <w:t xml:space="preserve"> č. 10</w:t>
      </w:r>
      <w:r w:rsidRPr="00124751">
        <w:tab/>
      </w:r>
      <w:r w:rsidRPr="006923FD">
        <w:rPr>
          <w:b/>
        </w:rPr>
        <w:t>Zmocnění Vedoucího Zhotovitele</w:t>
      </w:r>
    </w:p>
    <w:p w14:paraId="6235534E" w14:textId="707234C3" w:rsidR="001E094F" w:rsidRPr="001E094F" w:rsidRDefault="001E094F" w:rsidP="009A4510">
      <w:pPr>
        <w:pStyle w:val="Textbezslovn"/>
        <w:ind w:left="851"/>
        <w:rPr>
          <w:color w:val="FF0000"/>
        </w:rPr>
      </w:pPr>
      <w:r w:rsidRPr="001E094F">
        <w:t>Příloha č.</w:t>
      </w:r>
      <w:r w:rsidR="00303A99">
        <w:t xml:space="preserve"> </w:t>
      </w:r>
      <w:r w:rsidRPr="001E094F">
        <w:t xml:space="preserve">11 </w:t>
      </w:r>
      <w:r w:rsidR="00303A99">
        <w:rPr>
          <w:b/>
        </w:rPr>
        <w:t xml:space="preserve">  </w:t>
      </w:r>
      <w:r w:rsidRPr="0054624A">
        <w:rPr>
          <w:b/>
        </w:rPr>
        <w:t>BIM Protokol</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E80769">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t>Příloha č. 1</w:t>
      </w:r>
    </w:p>
    <w:p w14:paraId="22819DAF" w14:textId="77777777" w:rsidR="00285298" w:rsidRPr="00F762A8" w:rsidRDefault="00950EAF" w:rsidP="00F762A8">
      <w:pPr>
        <w:pStyle w:val="Nadpisbezsl1-2"/>
      </w:pPr>
      <w:r>
        <w:t>Specifikace Díla</w:t>
      </w:r>
    </w:p>
    <w:p w14:paraId="618AFC44" w14:textId="6BABF803" w:rsidR="007145F3" w:rsidRDefault="007145F3" w:rsidP="00CB4F6D">
      <w:pPr>
        <w:pStyle w:val="Textbezodsazen"/>
      </w:pPr>
    </w:p>
    <w:p w14:paraId="2E007853" w14:textId="77777777" w:rsidR="00303A99" w:rsidRPr="00303A99" w:rsidRDefault="00303A99" w:rsidP="00303A99">
      <w:pPr>
        <w:pStyle w:val="Text2-1"/>
        <w:numPr>
          <w:ilvl w:val="0"/>
          <w:numId w:val="0"/>
        </w:numPr>
      </w:pPr>
      <w:r w:rsidRPr="00303A99">
        <w:t>Předmětem Díla „</w:t>
      </w:r>
      <w:r w:rsidRPr="00303A99">
        <w:rPr>
          <w:rStyle w:val="Tun"/>
          <w:b w:val="0"/>
        </w:rPr>
        <w:t>Modernizace trati Praha-Veleslavín (včetně) – Praha-Ruzyně (včetně)</w:t>
      </w:r>
      <w:r w:rsidRPr="00303A99">
        <w:t xml:space="preserve">“ je: </w:t>
      </w:r>
    </w:p>
    <w:p w14:paraId="383097CF" w14:textId="77777777" w:rsidR="00231E0E" w:rsidRPr="000E2665" w:rsidRDefault="00231E0E" w:rsidP="00231E0E">
      <w:pPr>
        <w:pStyle w:val="Odstavec1-1a"/>
        <w:tabs>
          <w:tab w:val="clear" w:pos="1077"/>
        </w:tabs>
        <w:ind w:left="426" w:hanging="284"/>
      </w:pPr>
      <w:r w:rsidRPr="003E7630">
        <w:rPr>
          <w:b/>
        </w:rPr>
        <w:t>Projektová dokumentace pro společné povolení podle liniového zákona</w:t>
      </w:r>
      <w:r>
        <w:rPr>
          <w:b/>
        </w:rPr>
        <w:t xml:space="preserve"> (DUSL)</w:t>
      </w:r>
      <w:r w:rsidRPr="000E2665">
        <w:rPr>
          <w:rStyle w:val="Tun"/>
        </w:rPr>
        <w:t xml:space="preserve">, </w:t>
      </w:r>
      <w:r w:rsidRPr="000E2665">
        <w:rPr>
          <w:rStyle w:val="Tun"/>
          <w:b w:val="0"/>
        </w:rPr>
        <w:t>která specifikuje předmět Díla v takovém rozsahu, aby ji bylo možno projednat ve stavebním řízení, získat pravomocné stavební povolení</w:t>
      </w:r>
      <w:r w:rsidRPr="000E2665">
        <w:t>, včetně notifikace autorizovanou osobou, zajištění výkonu Autorského dozoru při zhotovení stavby a činností koordinátora BOZP při práci na staveništi ve fázi přípravy včetně zpracování plánu BOZP na staveništi a manuálu údržby.</w:t>
      </w:r>
    </w:p>
    <w:p w14:paraId="3B3CAE46" w14:textId="77777777" w:rsidR="00231E0E" w:rsidRDefault="00231E0E" w:rsidP="00231E0E">
      <w:pPr>
        <w:pStyle w:val="Odstavec1-1a"/>
        <w:tabs>
          <w:tab w:val="clear" w:pos="1077"/>
        </w:tabs>
        <w:ind w:left="426" w:hanging="284"/>
      </w:pPr>
      <w:r w:rsidRPr="0074619B">
        <w:rPr>
          <w:b/>
        </w:rPr>
        <w:t>Zhotovení Projektové d</w:t>
      </w:r>
      <w:r w:rsidRPr="0074619B">
        <w:rPr>
          <w:rStyle w:val="Tun"/>
        </w:rPr>
        <w:t>okumentace pro provádění stavby</w:t>
      </w:r>
      <w:r>
        <w:rPr>
          <w:rStyle w:val="Tun"/>
        </w:rPr>
        <w:t xml:space="preserve"> (PDPS)</w:t>
      </w:r>
      <w:r w:rsidRPr="0074619B">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p>
    <w:p w14:paraId="21F6979C" w14:textId="77777777" w:rsidR="00231E0E" w:rsidRDefault="00231E0E" w:rsidP="00231E0E">
      <w:pPr>
        <w:pStyle w:val="Odstavec1-1a"/>
        <w:tabs>
          <w:tab w:val="clear" w:pos="1077"/>
        </w:tabs>
        <w:ind w:left="426" w:hanging="284"/>
      </w:pPr>
      <w:r w:rsidRPr="00425DAE">
        <w:rPr>
          <w:b/>
        </w:rPr>
        <w:t>Zpracování Díla v režimu BIM</w:t>
      </w:r>
      <w:r w:rsidRPr="00425DAE">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3F5686B9" w14:textId="34D01E14" w:rsidR="00303A99" w:rsidRPr="00303A99" w:rsidRDefault="00231E0E" w:rsidP="00231E0E">
      <w:pPr>
        <w:pStyle w:val="Odstavec1-1a"/>
        <w:tabs>
          <w:tab w:val="clear" w:pos="1077"/>
          <w:tab w:val="num" w:pos="284"/>
        </w:tabs>
        <w:ind w:left="426" w:hanging="284"/>
      </w:pPr>
      <w:r>
        <w:rPr>
          <w:b/>
        </w:rPr>
        <w:t>Zpracování Aktualizace Záměru projektu na uvedený rozsah Díla.</w:t>
      </w:r>
    </w:p>
    <w:p w14:paraId="2BFCB7A9" w14:textId="77777777" w:rsidR="007145F3" w:rsidRDefault="007145F3" w:rsidP="00231E0E">
      <w:pPr>
        <w:pStyle w:val="Textbezodsazen"/>
        <w:ind w:left="426" w:hanging="284"/>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2C4D4219" w:rsidR="00124751" w:rsidRDefault="00124751" w:rsidP="00950EAF">
      <w:pPr>
        <w:pStyle w:val="Nadpisbezsl1-2"/>
      </w:pPr>
      <w:r>
        <w:t>"</w:t>
      </w:r>
      <w:r w:rsidR="00C539CB">
        <w:t>OP/DUSP + PDPS</w:t>
      </w:r>
      <w:r w:rsidR="002F3082">
        <w:t>/07/22</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5D64079" w:rsidR="00E868F1" w:rsidRDefault="002F3082" w:rsidP="00E868F1">
      <w:pPr>
        <w:pStyle w:val="Textbezslovn"/>
      </w:pPr>
      <w:r>
        <w:t>VTP/DOKUMENTACE/05/22</w:t>
      </w:r>
    </w:p>
    <w:p w14:paraId="4CD5A2B1" w14:textId="1E5ADCF4" w:rsidR="008A4D1B" w:rsidRPr="002F3082" w:rsidRDefault="00124751" w:rsidP="002F3082">
      <w:pPr>
        <w:pStyle w:val="Nadpisbezsl1-2"/>
        <w:rPr>
          <w:b w:val="0"/>
        </w:rPr>
      </w:pPr>
      <w:r>
        <w:t>c)</w:t>
      </w:r>
      <w:r>
        <w:tab/>
        <w:t xml:space="preserve">Zvláštní technické podmínky </w:t>
      </w:r>
      <w:r w:rsidR="00950EAF" w:rsidRPr="002F3082">
        <w:rPr>
          <w:b w:val="0"/>
        </w:rPr>
        <w:t xml:space="preserve">ze dne </w:t>
      </w:r>
      <w:proofErr w:type="gramStart"/>
      <w:r w:rsidR="002F3082" w:rsidRPr="002F3082">
        <w:rPr>
          <w:b w:val="0"/>
        </w:rPr>
        <w:t>08.08.2022</w:t>
      </w:r>
      <w:proofErr w:type="gramEnd"/>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t>Příloha č. 4</w:t>
      </w:r>
    </w:p>
    <w:p w14:paraId="7D41673D" w14:textId="77777777" w:rsidR="008A4D1B" w:rsidRDefault="008A4D1B" w:rsidP="008A4D1B">
      <w:pPr>
        <w:pStyle w:val="Nadpisbezsl1-2"/>
      </w:pPr>
      <w:r>
        <w:t>Rozpis Ceny Díla</w:t>
      </w:r>
    </w:p>
    <w:p w14:paraId="5122797C" w14:textId="0019BA23" w:rsidR="008A4D1B" w:rsidRDefault="008A4D1B" w:rsidP="008A4D1B">
      <w:pPr>
        <w:pStyle w:val="Textbezodsazen"/>
      </w:pPr>
      <w:r>
        <w:t>Cena za zpracování D</w:t>
      </w:r>
      <w:r w:rsidR="00E868F1">
        <w:t>U</w:t>
      </w:r>
      <w:r>
        <w:t>S</w:t>
      </w:r>
      <w:r w:rsidR="00D451A8">
        <w:t>L</w:t>
      </w:r>
      <w:r>
        <w:t xml:space="preserve"> a PDPS (podle členění na základní a dodatečné služby) a autorského dozoru:</w:t>
      </w:r>
    </w:p>
    <w:p w14:paraId="329B5A4C" w14:textId="7A2F482F" w:rsidR="008A4D1B" w:rsidRDefault="00760192" w:rsidP="00760192">
      <w:pPr>
        <w:pStyle w:val="Nadpisbezsl1-1"/>
      </w:pPr>
      <w:r>
        <w:t>1.</w:t>
      </w:r>
      <w:r>
        <w:tab/>
      </w:r>
      <w:r w:rsidR="008A4D1B">
        <w:t>Základní služby na zpracování D</w:t>
      </w:r>
      <w:r w:rsidR="00E868F1">
        <w:t>U</w:t>
      </w:r>
      <w:r w:rsidR="008A4D1B">
        <w:t>S</w:t>
      </w:r>
      <w:r w:rsidR="00D451A8">
        <w:t>L</w:t>
      </w:r>
      <w:r w:rsidR="008A4D1B">
        <w:t xml:space="preserve">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AE71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52088D99" w:rsidR="008A4D1B" w:rsidRPr="00841876" w:rsidRDefault="006B12C9" w:rsidP="00451504">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t>DUSL</w:t>
            </w:r>
            <w:r w:rsidRPr="00BD6F42">
              <w:t xml:space="preserve"> dle </w:t>
            </w:r>
            <w:r w:rsidRPr="0054624A">
              <w:t>směrnice SŽ SM011</w:t>
            </w:r>
            <w:r>
              <w:t xml:space="preserve"> </w:t>
            </w:r>
            <w:r w:rsidRPr="00ED0187">
              <w:t xml:space="preserve">v platném znění dle VTP </w:t>
            </w:r>
            <w:r w:rsidRPr="00BD6F42">
              <w:t>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3E5B1CED"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w:t>
            </w:r>
            <w:r w:rsidR="0054624A" w:rsidRPr="0054624A">
              <w:t xml:space="preserve"> </w:t>
            </w:r>
            <w:r w:rsidR="00386983" w:rsidRPr="0054624A">
              <w:t xml:space="preserve">dle vyhlášky č.146/2008 </w:t>
            </w:r>
            <w:proofErr w:type="spellStart"/>
            <w:proofErr w:type="gramStart"/>
            <w:r w:rsidR="00386983" w:rsidRPr="0054624A">
              <w:t>Sb.v</w:t>
            </w:r>
            <w:proofErr w:type="spellEnd"/>
            <w:r w:rsidR="00386983" w:rsidRPr="0054624A">
              <w:t xml:space="preserve"> platném</w:t>
            </w:r>
            <w:proofErr w:type="gramEnd"/>
            <w:r w:rsidR="00386983" w:rsidRPr="0054624A">
              <w:t xml:space="preserve"> znění, v rozpracování  dle směrnice SŽ SM011 a dle VTP a ZTP, vyjma části dokumentace uvedené níže v bodech 3, 4 a 5 </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6693D6EA"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w:t>
            </w:r>
            <w:r w:rsidRPr="0054624A">
              <w:t>zněn</w:t>
            </w:r>
            <w:r w:rsidR="00386983" w:rsidRPr="0054624A">
              <w:t>í</w:t>
            </w:r>
            <w:r w:rsidR="0054624A">
              <w:t xml:space="preserve">) </w:t>
            </w:r>
            <w:r w:rsidR="00386983" w:rsidRPr="0054624A">
              <w:t>dle směrnice SŽ SM011, příloha příslušného stupně dokumentace Dokladová část- Náklady stavby, a požadavků VTP a ZTP</w:t>
            </w:r>
            <w:r w:rsidRPr="0054624A">
              <w:t xml:space="preserve"> </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841876" w:rsidRDefault="008A4D1B" w:rsidP="004908EA">
            <w:pPr>
              <w:pStyle w:val="Tabulka"/>
            </w:pPr>
            <w:r w:rsidRPr="00841876">
              <w:t>4</w:t>
            </w:r>
          </w:p>
        </w:tc>
        <w:tc>
          <w:tcPr>
            <w:tcW w:w="3402" w:type="dxa"/>
          </w:tcPr>
          <w:p w14:paraId="34548C08" w14:textId="666158BA" w:rsidR="008A4D1B" w:rsidRPr="00841876" w:rsidRDefault="00386983" w:rsidP="004908EA">
            <w:pPr>
              <w:pStyle w:val="Tabulka"/>
              <w:cnfStyle w:val="000000000000" w:firstRow="0" w:lastRow="0" w:firstColumn="0" w:lastColumn="0" w:oddVBand="0" w:evenVBand="0" w:oddHBand="0" w:evenHBand="0" w:firstRowFirstColumn="0" w:firstRowLastColumn="0" w:lastRowFirstColumn="0" w:lastRowLastColumn="0"/>
            </w:pPr>
            <w:r w:rsidRPr="0054624A">
              <w:t>Dokladová část pro správní řízení a Doklady</w:t>
            </w:r>
            <w:r w:rsidRPr="0054624A">
              <w:rPr>
                <w:strike/>
              </w:rPr>
              <w:t xml:space="preserve"> </w:t>
            </w:r>
            <w:r w:rsidRPr="0054624A">
              <w:t>objednatele, dle směrnice SŽ SM011 příloha příslušného stupně dokumentace Dokladová část a požadavků VTP a ZTP, včetně související inženýrské činnosti</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E97A923"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386983" w:rsidRPr="00841876" w:rsidRDefault="00386983" w:rsidP="00386983">
            <w:pPr>
              <w:pStyle w:val="Tabulka"/>
            </w:pPr>
            <w:r w:rsidRPr="00841876">
              <w:t>5</w:t>
            </w:r>
          </w:p>
        </w:tc>
        <w:tc>
          <w:tcPr>
            <w:tcW w:w="3402" w:type="dxa"/>
          </w:tcPr>
          <w:p w14:paraId="4D4BEBB0" w14:textId="6947F1DB"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stupně dokumentace Dokla</w:t>
            </w:r>
            <w:r w:rsidR="008728E8">
              <w:t>dová část a požadavků VTP a ZTP</w:t>
            </w:r>
          </w:p>
        </w:tc>
        <w:tc>
          <w:tcPr>
            <w:tcW w:w="992" w:type="dxa"/>
          </w:tcPr>
          <w:p w14:paraId="749DA45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24BC2ACE"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386983" w:rsidRPr="00841876" w:rsidRDefault="00386983" w:rsidP="00386983">
            <w:pPr>
              <w:pStyle w:val="Tabulka"/>
            </w:pPr>
            <w:r w:rsidRPr="00841876">
              <w:t>6</w:t>
            </w:r>
          </w:p>
        </w:tc>
        <w:tc>
          <w:tcPr>
            <w:tcW w:w="3402" w:type="dxa"/>
          </w:tcPr>
          <w:p w14:paraId="75C6EF1D" w14:textId="6FADA519" w:rsidR="00386983" w:rsidRPr="00EE221B" w:rsidRDefault="00D451A8" w:rsidP="00386983">
            <w:pPr>
              <w:pStyle w:val="Tabulka"/>
              <w:cnfStyle w:val="000000000000" w:firstRow="0" w:lastRow="0" w:firstColumn="0" w:lastColumn="0" w:oddVBand="0" w:evenVBand="0" w:oddHBand="0" w:evenHBand="0" w:firstRowFirstColumn="0" w:firstRowLastColumn="0" w:lastRowFirstColumn="0" w:lastRowLastColumn="0"/>
            </w:pPr>
            <w:r>
              <w:t>Definitivní odevzdání DUSL</w:t>
            </w:r>
            <w:r w:rsidR="00386983" w:rsidRPr="00EE221B">
              <w:t>, dle SOD v listinné formě (v rozsahu a počtu dle požadavku VTP a ZTP)</w:t>
            </w:r>
          </w:p>
        </w:tc>
        <w:tc>
          <w:tcPr>
            <w:tcW w:w="992" w:type="dxa"/>
          </w:tcPr>
          <w:p w14:paraId="6BD02F55" w14:textId="3AFEEC3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DCE52C5"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386983" w:rsidRPr="00841876" w:rsidRDefault="00386983" w:rsidP="00386983">
            <w:pPr>
              <w:pStyle w:val="Tabulka"/>
            </w:pPr>
            <w:r w:rsidRPr="00841876">
              <w:t>7</w:t>
            </w:r>
          </w:p>
        </w:tc>
        <w:tc>
          <w:tcPr>
            <w:tcW w:w="3402" w:type="dxa"/>
          </w:tcPr>
          <w:p w14:paraId="628C60C6" w14:textId="6AC42213"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118C160"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386983" w:rsidRPr="00841876" w:rsidRDefault="00386983" w:rsidP="00386983">
            <w:pPr>
              <w:pStyle w:val="Tabulka"/>
            </w:pPr>
            <w:r w:rsidRPr="00841876">
              <w:t>8</w:t>
            </w:r>
          </w:p>
        </w:tc>
        <w:tc>
          <w:tcPr>
            <w:tcW w:w="3402" w:type="dxa"/>
          </w:tcPr>
          <w:p w14:paraId="0ECCFF65" w14:textId="585F543E" w:rsidR="00386983" w:rsidRPr="00EE221B" w:rsidRDefault="00386983" w:rsidP="00D451A8">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w:t>
            </w:r>
            <w:r w:rsidR="00D451A8">
              <w:t>L</w:t>
            </w:r>
            <w:r w:rsidRPr="00EE221B">
              <w:t>, dle SOD v elektronické formě (rozsahu a počtu dle požadavku VTP a ZTP)</w:t>
            </w:r>
          </w:p>
        </w:tc>
        <w:tc>
          <w:tcPr>
            <w:tcW w:w="992" w:type="dxa"/>
          </w:tcPr>
          <w:p w14:paraId="696E8647" w14:textId="5DC281D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34737146"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386983" w:rsidRPr="00841876" w:rsidRDefault="00386983" w:rsidP="00386983">
            <w:pPr>
              <w:pStyle w:val="Tabulka"/>
            </w:pPr>
            <w:r w:rsidRPr="00841876">
              <w:t>9</w:t>
            </w:r>
          </w:p>
        </w:tc>
        <w:tc>
          <w:tcPr>
            <w:tcW w:w="3402" w:type="dxa"/>
          </w:tcPr>
          <w:p w14:paraId="37CCAD3C" w14:textId="21456A8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4395FC9A"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AE7192" w:rsidRPr="00841876" w14:paraId="2562AD96"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73DF1349" w14:textId="706996EF" w:rsidR="00AE7192" w:rsidRPr="00841876" w:rsidRDefault="00AE7192" w:rsidP="008728E8">
            <w:pPr>
              <w:pStyle w:val="Tabulka"/>
            </w:pPr>
            <w:r w:rsidRPr="00911842">
              <w:t>10</w:t>
            </w:r>
          </w:p>
        </w:tc>
        <w:tc>
          <w:tcPr>
            <w:tcW w:w="3402" w:type="dxa"/>
            <w:vAlign w:val="top"/>
          </w:tcPr>
          <w:p w14:paraId="4FF3CF41" w14:textId="05371FAA" w:rsidR="00AE7192" w:rsidRPr="00EE221B" w:rsidRDefault="00AE7192" w:rsidP="00805FEA">
            <w:pPr>
              <w:pStyle w:val="Tabulka"/>
              <w:cnfStyle w:val="000000000000" w:firstRow="0" w:lastRow="0" w:firstColumn="0" w:lastColumn="0" w:oddVBand="0" w:evenVBand="0" w:oddHBand="0" w:evenHBand="0" w:firstRowFirstColumn="0" w:firstRowLastColumn="0" w:lastRowFirstColumn="0" w:lastRowLastColumn="0"/>
            </w:pPr>
            <w:r w:rsidRPr="00911842">
              <w:t>Zpracování Díla</w:t>
            </w:r>
            <w:r>
              <w:t xml:space="preserve"> pro stupeň dokumentace PDPS</w:t>
            </w:r>
            <w:r w:rsidRPr="00911842">
              <w:t xml:space="preserve"> v režimu BIM (dle BIM Protokolu včetně jeho příloh vyjma bodů 1</w:t>
            </w:r>
            <w:r w:rsidR="00805FEA">
              <w:t>2</w:t>
            </w:r>
            <w:r w:rsidRPr="00911842">
              <w:t xml:space="preserve"> až 1</w:t>
            </w:r>
            <w:r w:rsidR="002041F2">
              <w:t>5</w:t>
            </w:r>
            <w:r w:rsidRPr="00911842">
              <w:t xml:space="preserve"> tohoto rozpisu ceny Díla)</w:t>
            </w:r>
          </w:p>
        </w:tc>
        <w:tc>
          <w:tcPr>
            <w:tcW w:w="992" w:type="dxa"/>
            <w:vAlign w:val="top"/>
          </w:tcPr>
          <w:p w14:paraId="5762D4A4" w14:textId="111E97F6" w:rsidR="00AE7192" w:rsidRPr="00EE221B" w:rsidRDefault="00AE7192" w:rsidP="008728E8">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0584843A" w14:textId="77777777" w:rsidR="00AE7192" w:rsidRPr="00EE221B"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7D16715"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76C6B71"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r>
      <w:tr w:rsidR="00AE7192" w:rsidRPr="00841876" w14:paraId="2CB0DF19"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2C5F9A8F" w14:textId="3671B5E4" w:rsidR="00AE7192" w:rsidRPr="00911842" w:rsidRDefault="00AE7192" w:rsidP="008728E8">
            <w:pPr>
              <w:pStyle w:val="Tabulka"/>
            </w:pPr>
            <w:r>
              <w:t>11</w:t>
            </w:r>
          </w:p>
        </w:tc>
        <w:tc>
          <w:tcPr>
            <w:tcW w:w="3402" w:type="dxa"/>
            <w:vAlign w:val="top"/>
          </w:tcPr>
          <w:p w14:paraId="6AB93525" w14:textId="3CDCD9A6" w:rsidR="00AE7192" w:rsidRPr="00911842" w:rsidRDefault="00AE7192" w:rsidP="008728E8">
            <w:pPr>
              <w:pStyle w:val="Tabulka"/>
              <w:cnfStyle w:val="000000000000" w:firstRow="0" w:lastRow="0" w:firstColumn="0" w:lastColumn="0" w:oddVBand="0" w:evenVBand="0" w:oddHBand="0" w:evenHBand="0" w:firstRowFirstColumn="0" w:firstRowLastColumn="0" w:lastRowFirstColumn="0" w:lastRowLastColumn="0"/>
            </w:pPr>
            <w:r w:rsidRPr="00887912">
              <w:t>Společné datové prostředí (CDE)</w:t>
            </w:r>
            <w:r w:rsidR="0001157F">
              <w:t xml:space="preserve"> pro DUSL</w:t>
            </w:r>
            <w:r w:rsidRPr="00887912">
              <w:t xml:space="preserve"> (zřízení a provozování CDE v rozsahu stanoveném BIM </w:t>
            </w:r>
            <w:r>
              <w:t>P</w:t>
            </w:r>
            <w:r w:rsidRPr="00887912">
              <w:t>rotokolem včetně jeho příloh a včetně Licence pro Projektový tým)</w:t>
            </w:r>
          </w:p>
        </w:tc>
        <w:tc>
          <w:tcPr>
            <w:tcW w:w="992" w:type="dxa"/>
            <w:vAlign w:val="top"/>
          </w:tcPr>
          <w:p w14:paraId="5E38AB13" w14:textId="4D60AFE8" w:rsidR="00AE7192" w:rsidRPr="00911842" w:rsidRDefault="00AE7192" w:rsidP="008728E8">
            <w:pPr>
              <w:pStyle w:val="Tabulka"/>
              <w:cnfStyle w:val="000000000000" w:firstRow="0" w:lastRow="0" w:firstColumn="0" w:lastColumn="0" w:oddVBand="0" w:evenVBand="0" w:oddHBand="0" w:evenHBand="0" w:firstRowFirstColumn="0" w:firstRowLastColumn="0" w:lastRowFirstColumn="0" w:lastRowLastColumn="0"/>
            </w:pPr>
            <w:proofErr w:type="spellStart"/>
            <w:r w:rsidRPr="00887912">
              <w:t>kpl</w:t>
            </w:r>
            <w:proofErr w:type="spellEnd"/>
          </w:p>
        </w:tc>
        <w:tc>
          <w:tcPr>
            <w:tcW w:w="992" w:type="dxa"/>
          </w:tcPr>
          <w:p w14:paraId="3F07E18D" w14:textId="11493159" w:rsidR="00AE7192" w:rsidRPr="00EE221B" w:rsidRDefault="00AE7192" w:rsidP="008728E8">
            <w:pPr>
              <w:pStyle w:val="Tabulka"/>
              <w:cnfStyle w:val="000000000000" w:firstRow="0" w:lastRow="0" w:firstColumn="0" w:lastColumn="0" w:oddVBand="0" w:evenVBand="0" w:oddHBand="0" w:evenHBand="0" w:firstRowFirstColumn="0" w:firstRowLastColumn="0" w:lastRowFirstColumn="0" w:lastRowLastColumn="0"/>
            </w:pPr>
            <w:r>
              <w:t>1</w:t>
            </w:r>
          </w:p>
        </w:tc>
        <w:tc>
          <w:tcPr>
            <w:tcW w:w="1134" w:type="dxa"/>
          </w:tcPr>
          <w:p w14:paraId="2C64BC69"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F9CC7FC"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2B259357"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111BB26F" w14:textId="12C85E37" w:rsidR="0001157F" w:rsidRDefault="0001157F" w:rsidP="0001157F">
            <w:pPr>
              <w:pStyle w:val="Tabulka"/>
            </w:pPr>
            <w:r>
              <w:t>12</w:t>
            </w:r>
          </w:p>
        </w:tc>
        <w:tc>
          <w:tcPr>
            <w:tcW w:w="3402" w:type="dxa"/>
            <w:vAlign w:val="top"/>
          </w:tcPr>
          <w:p w14:paraId="6E98F4DC" w14:textId="78D1AB90" w:rsidR="0001157F" w:rsidRPr="0088791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887912">
              <w:t>Společné datové prostředí (CDE)</w:t>
            </w:r>
            <w:r>
              <w:t xml:space="preserve"> pro PDPS</w:t>
            </w:r>
            <w:r w:rsidRPr="00887912">
              <w:t xml:space="preserve"> (zřízení a provozování CDE v rozsahu stanoveném BIM </w:t>
            </w:r>
            <w:r>
              <w:t>P</w:t>
            </w:r>
            <w:r w:rsidRPr="00887912">
              <w:t>rotokolem včetně jeho příloh a včetně Licence pro Projektový tým)</w:t>
            </w:r>
          </w:p>
        </w:tc>
        <w:tc>
          <w:tcPr>
            <w:tcW w:w="992" w:type="dxa"/>
            <w:vAlign w:val="top"/>
          </w:tcPr>
          <w:p w14:paraId="7CF68006" w14:textId="78893155" w:rsidR="0001157F" w:rsidRPr="00887912" w:rsidRDefault="0001157F" w:rsidP="0001157F">
            <w:pPr>
              <w:pStyle w:val="Tabulka"/>
              <w:cnfStyle w:val="000000000000" w:firstRow="0" w:lastRow="0" w:firstColumn="0" w:lastColumn="0" w:oddVBand="0" w:evenVBand="0" w:oddHBand="0" w:evenHBand="0" w:firstRowFirstColumn="0" w:firstRowLastColumn="0" w:lastRowFirstColumn="0" w:lastRowLastColumn="0"/>
            </w:pPr>
            <w:proofErr w:type="spellStart"/>
            <w:r w:rsidRPr="00887912">
              <w:t>kpl</w:t>
            </w:r>
            <w:proofErr w:type="spellEnd"/>
          </w:p>
        </w:tc>
        <w:tc>
          <w:tcPr>
            <w:tcW w:w="992" w:type="dxa"/>
          </w:tcPr>
          <w:p w14:paraId="179A59CC" w14:textId="4236806A" w:rsidR="0001157F" w:rsidRDefault="0001157F" w:rsidP="0001157F">
            <w:pPr>
              <w:pStyle w:val="Tabulka"/>
              <w:cnfStyle w:val="000000000000" w:firstRow="0" w:lastRow="0" w:firstColumn="0" w:lastColumn="0" w:oddVBand="0" w:evenVBand="0" w:oddHBand="0" w:evenHBand="0" w:firstRowFirstColumn="0" w:firstRowLastColumn="0" w:lastRowFirstColumn="0" w:lastRowLastColumn="0"/>
            </w:pPr>
            <w:r>
              <w:t>1</w:t>
            </w:r>
          </w:p>
        </w:tc>
        <w:tc>
          <w:tcPr>
            <w:tcW w:w="1134" w:type="dxa"/>
          </w:tcPr>
          <w:p w14:paraId="1773A514"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A90AC0F"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3B5871F4"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186B7FAD" w14:textId="238D3E59" w:rsidR="0001157F" w:rsidRPr="00911842" w:rsidRDefault="0001157F" w:rsidP="0001157F">
            <w:pPr>
              <w:pStyle w:val="Tabulka"/>
            </w:pPr>
            <w:r w:rsidRPr="00887912">
              <w:t>1</w:t>
            </w:r>
            <w:r>
              <w:t>3</w:t>
            </w:r>
          </w:p>
        </w:tc>
        <w:tc>
          <w:tcPr>
            <w:tcW w:w="3402" w:type="dxa"/>
            <w:vAlign w:val="top"/>
          </w:tcPr>
          <w:p w14:paraId="6F0DCF29" w14:textId="2AD07DBC"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Licence k CDE pro účely Objednatele</w:t>
            </w:r>
            <w:r>
              <w:t xml:space="preserve"> ke stupni DUSL</w:t>
            </w:r>
          </w:p>
        </w:tc>
        <w:tc>
          <w:tcPr>
            <w:tcW w:w="992" w:type="dxa"/>
            <w:vAlign w:val="top"/>
          </w:tcPr>
          <w:p w14:paraId="7FD14463" w14:textId="5F1B6830"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ks</w:t>
            </w:r>
          </w:p>
        </w:tc>
        <w:tc>
          <w:tcPr>
            <w:tcW w:w="992" w:type="dxa"/>
          </w:tcPr>
          <w:p w14:paraId="1A398AC5" w14:textId="0131EF7C" w:rsidR="0001157F" w:rsidRPr="00EE221B" w:rsidRDefault="0001157F" w:rsidP="0001157F">
            <w:pPr>
              <w:pStyle w:val="Tabulka"/>
              <w:cnfStyle w:val="000000000000" w:firstRow="0" w:lastRow="0" w:firstColumn="0" w:lastColumn="0" w:oddVBand="0" w:evenVBand="0" w:oddHBand="0" w:evenHBand="0" w:firstRowFirstColumn="0" w:firstRowLastColumn="0" w:lastRowFirstColumn="0" w:lastRowLastColumn="0"/>
            </w:pPr>
            <w:r>
              <w:t>10</w:t>
            </w:r>
          </w:p>
        </w:tc>
        <w:tc>
          <w:tcPr>
            <w:tcW w:w="1134" w:type="dxa"/>
          </w:tcPr>
          <w:p w14:paraId="2C8D6456"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74EF6A2"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298B6423"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6A6C99D8" w14:textId="2DA64939" w:rsidR="0001157F" w:rsidRPr="00887912" w:rsidRDefault="0001157F" w:rsidP="0001157F">
            <w:pPr>
              <w:pStyle w:val="Tabulka"/>
            </w:pPr>
            <w:r>
              <w:t>14</w:t>
            </w:r>
          </w:p>
        </w:tc>
        <w:tc>
          <w:tcPr>
            <w:tcW w:w="3402" w:type="dxa"/>
            <w:vAlign w:val="top"/>
          </w:tcPr>
          <w:p w14:paraId="6356EEF3" w14:textId="1C172922" w:rsidR="0001157F" w:rsidRPr="00DD66B1"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Licence k CDE pro účely Objednatele</w:t>
            </w:r>
            <w:r>
              <w:t xml:space="preserve"> ke stupni PDPS</w:t>
            </w:r>
          </w:p>
        </w:tc>
        <w:tc>
          <w:tcPr>
            <w:tcW w:w="992" w:type="dxa"/>
            <w:vAlign w:val="top"/>
          </w:tcPr>
          <w:p w14:paraId="1919C74E" w14:textId="0482A424" w:rsidR="0001157F" w:rsidRPr="00DD66B1"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ks</w:t>
            </w:r>
          </w:p>
        </w:tc>
        <w:tc>
          <w:tcPr>
            <w:tcW w:w="992" w:type="dxa"/>
          </w:tcPr>
          <w:p w14:paraId="0CFFCBD0" w14:textId="22DFB77F" w:rsidR="0001157F" w:rsidRDefault="0001157F" w:rsidP="0001157F">
            <w:pPr>
              <w:pStyle w:val="Tabulka"/>
              <w:cnfStyle w:val="000000000000" w:firstRow="0" w:lastRow="0" w:firstColumn="0" w:lastColumn="0" w:oddVBand="0" w:evenVBand="0" w:oddHBand="0" w:evenHBand="0" w:firstRowFirstColumn="0" w:firstRowLastColumn="0" w:lastRowFirstColumn="0" w:lastRowLastColumn="0"/>
            </w:pPr>
            <w:r>
              <w:t>100</w:t>
            </w:r>
          </w:p>
        </w:tc>
        <w:tc>
          <w:tcPr>
            <w:tcW w:w="1134" w:type="dxa"/>
          </w:tcPr>
          <w:p w14:paraId="4C3AA12F"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04671E1"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60625BFF"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4B1873F5" w14:textId="6FB721E0" w:rsidR="0001157F" w:rsidRPr="00911842" w:rsidRDefault="0001157F" w:rsidP="0001157F">
            <w:pPr>
              <w:pStyle w:val="Tabulka"/>
            </w:pPr>
            <w:r w:rsidRPr="00DD66B1">
              <w:t>1</w:t>
            </w:r>
            <w:r>
              <w:t>5</w:t>
            </w:r>
          </w:p>
        </w:tc>
        <w:tc>
          <w:tcPr>
            <w:tcW w:w="3402" w:type="dxa"/>
            <w:vAlign w:val="top"/>
          </w:tcPr>
          <w:p w14:paraId="04256170" w14:textId="01450419"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BF11F7">
              <w:t xml:space="preserve">Vypracování </w:t>
            </w:r>
            <w:r w:rsidRPr="003306FA">
              <w:t xml:space="preserve">Závěrečné hodnotící zprávy v rozsahu </w:t>
            </w:r>
            <w:r w:rsidRPr="00BF11F7">
              <w:t>(dle BIM Protokolu včetně jeho příloh)</w:t>
            </w:r>
          </w:p>
        </w:tc>
        <w:tc>
          <w:tcPr>
            <w:tcW w:w="992" w:type="dxa"/>
            <w:vAlign w:val="top"/>
          </w:tcPr>
          <w:p w14:paraId="2917BA97" w14:textId="315FA8BA"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BF11F7">
              <w:t>hod</w:t>
            </w:r>
          </w:p>
        </w:tc>
        <w:tc>
          <w:tcPr>
            <w:tcW w:w="992" w:type="dxa"/>
          </w:tcPr>
          <w:p w14:paraId="0E5DEF7A" w14:textId="3DD8AAB5" w:rsidR="0001157F" w:rsidRPr="00EE221B"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4B8CCC6"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0949D47"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79397DEA" w14:textId="77777777" w:rsidTr="00AE7192">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1226E90E" w:rsidR="0001157F" w:rsidRPr="00841876" w:rsidRDefault="0001157F" w:rsidP="0001157F">
            <w:pPr>
              <w:pStyle w:val="Tabulka"/>
              <w:rPr>
                <w:b/>
              </w:rPr>
            </w:pPr>
          </w:p>
        </w:tc>
        <w:tc>
          <w:tcPr>
            <w:tcW w:w="1338" w:type="dxa"/>
          </w:tcPr>
          <w:p w14:paraId="6FA71E12"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bl>
    <w:p w14:paraId="5443C080" w14:textId="0ECC98FB" w:rsidR="003C6CC2"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16776F02" w:rsidR="008A4D1B" w:rsidRDefault="00760192" w:rsidP="00760192">
      <w:pPr>
        <w:pStyle w:val="Nadpisbezsl1-1"/>
      </w:pPr>
      <w:r>
        <w:t>2.</w:t>
      </w:r>
      <w:r>
        <w:tab/>
      </w:r>
      <w:r w:rsidR="008A4D1B">
        <w:t>Dodatečné služby na zpracování D</w:t>
      </w:r>
      <w:r w:rsidR="00E868F1">
        <w:t>U</w:t>
      </w:r>
      <w:r w:rsidR="008A4D1B">
        <w:t>S</w:t>
      </w:r>
      <w:r w:rsidR="00D451A8">
        <w:t>L</w:t>
      </w:r>
      <w:r w:rsidR="008A4D1B">
        <w:t xml:space="preserve">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3E5841EC" w:rsidR="008A4D1B" w:rsidRPr="00095167" w:rsidRDefault="008A4D1B" w:rsidP="00E80FB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43A9A" w:rsidRPr="00841876" w14:paraId="3DD3B7F7"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19B34718" w14:textId="2D193033" w:rsidR="00E43A9A" w:rsidRPr="00841876" w:rsidRDefault="00E43A9A" w:rsidP="00E43A9A">
            <w:pPr>
              <w:pStyle w:val="Tabulka"/>
              <w:rPr>
                <w:highlight w:val="green"/>
              </w:rPr>
            </w:pPr>
            <w:r w:rsidRPr="00491A92">
              <w:t>16</w:t>
            </w:r>
          </w:p>
        </w:tc>
        <w:tc>
          <w:tcPr>
            <w:tcW w:w="3265" w:type="dxa"/>
            <w:vAlign w:val="top"/>
          </w:tcPr>
          <w:p w14:paraId="0DBB110E" w14:textId="4A3345D2"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Zajištění mapových podkladů</w:t>
            </w:r>
          </w:p>
        </w:tc>
        <w:tc>
          <w:tcPr>
            <w:tcW w:w="1039" w:type="dxa"/>
            <w:vAlign w:val="top"/>
          </w:tcPr>
          <w:p w14:paraId="5C89F570" w14:textId="27ABE217"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491A92">
              <w:t>kpl</w:t>
            </w:r>
            <w:proofErr w:type="spellEnd"/>
          </w:p>
        </w:tc>
        <w:tc>
          <w:tcPr>
            <w:tcW w:w="1039" w:type="dxa"/>
            <w:vAlign w:val="top"/>
          </w:tcPr>
          <w:p w14:paraId="3399C219"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7D202273"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7E455F76" w14:textId="4DB97AD8" w:rsidR="00E43A9A" w:rsidRPr="00841876" w:rsidRDefault="00E43A9A" w:rsidP="00E43A9A">
            <w:pPr>
              <w:pStyle w:val="Tabulka"/>
              <w:rPr>
                <w:highlight w:val="green"/>
              </w:rPr>
            </w:pPr>
            <w:r w:rsidRPr="00491A92">
              <w:t>17</w:t>
            </w:r>
          </w:p>
        </w:tc>
        <w:tc>
          <w:tcPr>
            <w:tcW w:w="3265" w:type="dxa"/>
            <w:vAlign w:val="top"/>
          </w:tcPr>
          <w:p w14:paraId="466C1ED0" w14:textId="41199EC8"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Geodetické práce</w:t>
            </w:r>
          </w:p>
        </w:tc>
        <w:tc>
          <w:tcPr>
            <w:tcW w:w="1039" w:type="dxa"/>
            <w:vAlign w:val="top"/>
          </w:tcPr>
          <w:p w14:paraId="3CE6EF99" w14:textId="3DF64DCD"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491A92">
              <w:t>kpl</w:t>
            </w:r>
            <w:proofErr w:type="spellEnd"/>
          </w:p>
        </w:tc>
        <w:tc>
          <w:tcPr>
            <w:tcW w:w="1039" w:type="dxa"/>
            <w:vAlign w:val="top"/>
          </w:tcPr>
          <w:p w14:paraId="028298DA"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6369B9E5"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54D6A26B" w14:textId="2F82881A" w:rsidR="00E43A9A" w:rsidRPr="00841876" w:rsidRDefault="00E43A9A" w:rsidP="00E43A9A">
            <w:pPr>
              <w:pStyle w:val="Tabulka"/>
              <w:rPr>
                <w:highlight w:val="green"/>
              </w:rPr>
            </w:pPr>
            <w:r w:rsidRPr="00491A92">
              <w:t>18</w:t>
            </w:r>
          </w:p>
        </w:tc>
        <w:tc>
          <w:tcPr>
            <w:tcW w:w="3265" w:type="dxa"/>
            <w:vAlign w:val="top"/>
          </w:tcPr>
          <w:p w14:paraId="4921C600" w14:textId="4E2AA0AE"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Geotechnický a stavebnětechnický průzkum staveb</w:t>
            </w:r>
          </w:p>
        </w:tc>
        <w:tc>
          <w:tcPr>
            <w:tcW w:w="1039" w:type="dxa"/>
            <w:vAlign w:val="top"/>
          </w:tcPr>
          <w:p w14:paraId="2FB5D3C1" w14:textId="753AF170"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491A92">
              <w:t>kpl</w:t>
            </w:r>
            <w:proofErr w:type="spellEnd"/>
          </w:p>
        </w:tc>
        <w:tc>
          <w:tcPr>
            <w:tcW w:w="1039" w:type="dxa"/>
            <w:vAlign w:val="top"/>
          </w:tcPr>
          <w:p w14:paraId="6D896036"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51365BBE"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6A0D692B" w14:textId="0DABACE1" w:rsidR="00E43A9A" w:rsidRPr="00841876" w:rsidRDefault="00E43A9A" w:rsidP="00E43A9A">
            <w:pPr>
              <w:pStyle w:val="Tabulka"/>
              <w:rPr>
                <w:highlight w:val="green"/>
              </w:rPr>
            </w:pPr>
            <w:r w:rsidRPr="00491A92">
              <w:t>19</w:t>
            </w:r>
          </w:p>
        </w:tc>
        <w:tc>
          <w:tcPr>
            <w:tcW w:w="3265" w:type="dxa"/>
            <w:vAlign w:val="top"/>
          </w:tcPr>
          <w:p w14:paraId="1F8894CD" w14:textId="6D1FC731"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Geotechnický průzkum pro železniční spodek</w:t>
            </w:r>
          </w:p>
        </w:tc>
        <w:tc>
          <w:tcPr>
            <w:tcW w:w="1039" w:type="dxa"/>
            <w:vAlign w:val="top"/>
          </w:tcPr>
          <w:p w14:paraId="55C151D1" w14:textId="10A78E69"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491A92">
              <w:t>kpl</w:t>
            </w:r>
            <w:proofErr w:type="spellEnd"/>
          </w:p>
        </w:tc>
        <w:tc>
          <w:tcPr>
            <w:tcW w:w="1039" w:type="dxa"/>
            <w:vAlign w:val="top"/>
          </w:tcPr>
          <w:p w14:paraId="746C947E"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607E13AC"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2D6A5893" w14:textId="2E5D4659" w:rsidR="00E43A9A" w:rsidRPr="00841876" w:rsidRDefault="00E43A9A" w:rsidP="00E43A9A">
            <w:pPr>
              <w:pStyle w:val="Tabulka"/>
              <w:rPr>
                <w:highlight w:val="green"/>
              </w:rPr>
            </w:pPr>
            <w:r w:rsidRPr="00491A92">
              <w:t>20</w:t>
            </w:r>
          </w:p>
        </w:tc>
        <w:tc>
          <w:tcPr>
            <w:tcW w:w="3265" w:type="dxa"/>
            <w:vAlign w:val="top"/>
          </w:tcPr>
          <w:p w14:paraId="63D4BCFE" w14:textId="678C8124"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9502F9">
              <w:t>Ostatní průzkumy, (dle kap. 5.2 Přílohy č. 2c)</w:t>
            </w:r>
          </w:p>
        </w:tc>
        <w:tc>
          <w:tcPr>
            <w:tcW w:w="1039" w:type="dxa"/>
            <w:vAlign w:val="top"/>
          </w:tcPr>
          <w:p w14:paraId="736341F3" w14:textId="71D16728"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t>kpl</w:t>
            </w:r>
            <w:proofErr w:type="spellEnd"/>
          </w:p>
        </w:tc>
        <w:tc>
          <w:tcPr>
            <w:tcW w:w="1039" w:type="dxa"/>
            <w:vAlign w:val="top"/>
          </w:tcPr>
          <w:p w14:paraId="41E5F3C6"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43A41690"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5FC5A511" w14:textId="5555E782" w:rsidR="00E43A9A" w:rsidRPr="00841876" w:rsidRDefault="00E43A9A" w:rsidP="00E43A9A">
            <w:pPr>
              <w:pStyle w:val="Tabulka"/>
              <w:rPr>
                <w:highlight w:val="green"/>
              </w:rPr>
            </w:pPr>
            <w:r w:rsidRPr="00491A92">
              <w:t>21</w:t>
            </w:r>
          </w:p>
        </w:tc>
        <w:tc>
          <w:tcPr>
            <w:tcW w:w="3265" w:type="dxa"/>
            <w:vAlign w:val="top"/>
          </w:tcPr>
          <w:p w14:paraId="3C5A797B" w14:textId="61FC9616"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rPr>
                <w:rFonts w:eastAsia="Times New Roman" w:cs="Times New Roman"/>
              </w:rPr>
              <w:t>Aktualizace záměru projektu dle požadavku VTP a ZTP</w:t>
            </w:r>
          </w:p>
        </w:tc>
        <w:tc>
          <w:tcPr>
            <w:tcW w:w="1039" w:type="dxa"/>
            <w:vAlign w:val="top"/>
          </w:tcPr>
          <w:p w14:paraId="75F34AA2" w14:textId="2D5808DB"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118318B9"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2FD96CB7"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09025EE5" w14:textId="08AE6F3D" w:rsidR="00E43A9A" w:rsidRPr="00841876" w:rsidRDefault="00E43A9A" w:rsidP="00E43A9A">
            <w:pPr>
              <w:pStyle w:val="Tabulka"/>
              <w:rPr>
                <w:highlight w:val="green"/>
              </w:rPr>
            </w:pPr>
            <w:r w:rsidRPr="00491A92">
              <w:t>22</w:t>
            </w:r>
          </w:p>
        </w:tc>
        <w:tc>
          <w:tcPr>
            <w:tcW w:w="3265" w:type="dxa"/>
            <w:vAlign w:val="top"/>
          </w:tcPr>
          <w:p w14:paraId="3AFF1CBB" w14:textId="41D357F3"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Zajištění vydání osvědčení o shodě notifikovanou osobou v přípravě</w:t>
            </w:r>
          </w:p>
        </w:tc>
        <w:tc>
          <w:tcPr>
            <w:tcW w:w="1039" w:type="dxa"/>
            <w:vAlign w:val="top"/>
          </w:tcPr>
          <w:p w14:paraId="67FE0BD8" w14:textId="684DF531"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18195C7A"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71DF6A48"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432C8637" w14:textId="19092AD9" w:rsidR="00E43A9A" w:rsidRPr="00841876" w:rsidRDefault="00E43A9A" w:rsidP="00E43A9A">
            <w:pPr>
              <w:pStyle w:val="Tabulka"/>
              <w:rPr>
                <w:highlight w:val="green"/>
              </w:rPr>
            </w:pPr>
            <w:r w:rsidRPr="00491A92">
              <w:t>23</w:t>
            </w:r>
          </w:p>
        </w:tc>
        <w:tc>
          <w:tcPr>
            <w:tcW w:w="3265" w:type="dxa"/>
            <w:vAlign w:val="top"/>
          </w:tcPr>
          <w:p w14:paraId="1E25CEBD" w14:textId="71D9981A"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Koordinátor BOZP v přípravě</w:t>
            </w:r>
          </w:p>
        </w:tc>
        <w:tc>
          <w:tcPr>
            <w:tcW w:w="1039" w:type="dxa"/>
            <w:vAlign w:val="top"/>
          </w:tcPr>
          <w:p w14:paraId="2B78EB93" w14:textId="60661CEF"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58F221B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73F8E370"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6C18CE2E" w14:textId="7488492B" w:rsidR="00E43A9A" w:rsidRPr="00841876" w:rsidRDefault="00E43A9A" w:rsidP="00E43A9A">
            <w:pPr>
              <w:pStyle w:val="Tabulka"/>
              <w:rPr>
                <w:highlight w:val="green"/>
              </w:rPr>
            </w:pPr>
            <w:r w:rsidRPr="00491A92">
              <w:t>24</w:t>
            </w:r>
          </w:p>
        </w:tc>
        <w:tc>
          <w:tcPr>
            <w:tcW w:w="3265" w:type="dxa"/>
            <w:vAlign w:val="top"/>
          </w:tcPr>
          <w:p w14:paraId="0EAAB8F8" w14:textId="6132AD90"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Zajištění technických podkladů pro vypracování zadávací dokumentace na výběr zhotovitele stavby dle požadavku VTP a ZTP</w:t>
            </w:r>
          </w:p>
        </w:tc>
        <w:tc>
          <w:tcPr>
            <w:tcW w:w="1039" w:type="dxa"/>
            <w:vAlign w:val="top"/>
          </w:tcPr>
          <w:p w14:paraId="4686B81E" w14:textId="65539C53"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39522F51"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0605143E"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2E3A27FD" w14:textId="66310242" w:rsidR="00E43A9A" w:rsidRPr="00841876" w:rsidRDefault="00E43A9A" w:rsidP="00E43A9A">
            <w:pPr>
              <w:pStyle w:val="Tabulka"/>
              <w:rPr>
                <w:highlight w:val="green"/>
              </w:rPr>
            </w:pPr>
            <w:r w:rsidRPr="00491A92">
              <w:t>25</w:t>
            </w:r>
          </w:p>
        </w:tc>
        <w:tc>
          <w:tcPr>
            <w:tcW w:w="3265" w:type="dxa"/>
            <w:vAlign w:val="top"/>
          </w:tcPr>
          <w:p w14:paraId="081CE8C2" w14:textId="3001FE6E"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Zpracování příloh k žádosti o spolufinancování stavby dle ZTP a VTP</w:t>
            </w:r>
          </w:p>
        </w:tc>
        <w:tc>
          <w:tcPr>
            <w:tcW w:w="1039" w:type="dxa"/>
            <w:vAlign w:val="top"/>
          </w:tcPr>
          <w:p w14:paraId="581A17C4" w14:textId="78407EE8"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7C0EAA5E"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35BCDC04"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49657FE2" w14:textId="3FF7CA7B" w:rsidR="00E43A9A" w:rsidRPr="00841876" w:rsidRDefault="00E43A9A" w:rsidP="00E43A9A">
            <w:pPr>
              <w:pStyle w:val="Tabulka"/>
              <w:rPr>
                <w:highlight w:val="green"/>
              </w:rPr>
            </w:pPr>
            <w:r w:rsidRPr="00491A92">
              <w:t>26</w:t>
            </w:r>
          </w:p>
        </w:tc>
        <w:tc>
          <w:tcPr>
            <w:tcW w:w="3265" w:type="dxa"/>
            <w:vAlign w:val="top"/>
          </w:tcPr>
          <w:p w14:paraId="55E7E308" w14:textId="1885F379"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rPr>
                <w:rFonts w:eastAsia="Times New Roman" w:cs="Times New Roman"/>
              </w:rPr>
              <w:t>Propagace</w:t>
            </w:r>
          </w:p>
        </w:tc>
        <w:tc>
          <w:tcPr>
            <w:tcW w:w="1039" w:type="dxa"/>
            <w:vAlign w:val="top"/>
          </w:tcPr>
          <w:p w14:paraId="3BFD9342" w14:textId="65DA342F"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rPr>
                <w:rFonts w:eastAsia="Verdana" w:cs="Times New Roman"/>
              </w:rPr>
              <w:t>hod</w:t>
            </w:r>
          </w:p>
        </w:tc>
        <w:tc>
          <w:tcPr>
            <w:tcW w:w="1039" w:type="dxa"/>
            <w:vAlign w:val="top"/>
          </w:tcPr>
          <w:p w14:paraId="0A070D4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B95A035"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62FE04E"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80FB8" w:rsidRPr="00841876" w14:paraId="7A72102D"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0BE64CA4" w14:textId="321E76D1" w:rsidR="00E80FB8" w:rsidRPr="00841876" w:rsidRDefault="00E43A9A" w:rsidP="00E80FB8">
            <w:pPr>
              <w:pStyle w:val="Tabulka"/>
              <w:rPr>
                <w:highlight w:val="green"/>
              </w:rPr>
            </w:pPr>
            <w:r>
              <w:t>27</w:t>
            </w:r>
          </w:p>
        </w:tc>
        <w:tc>
          <w:tcPr>
            <w:tcW w:w="3265" w:type="dxa"/>
            <w:vAlign w:val="top"/>
          </w:tcPr>
          <w:p w14:paraId="1D16F94F" w14:textId="6B669E08"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491A92">
              <w:rPr>
                <w:rFonts w:eastAsia="Times New Roman" w:cs="Times New Roman"/>
              </w:rPr>
              <w:t>Vizualizace</w:t>
            </w:r>
          </w:p>
        </w:tc>
        <w:tc>
          <w:tcPr>
            <w:tcW w:w="1039" w:type="dxa"/>
            <w:vAlign w:val="top"/>
          </w:tcPr>
          <w:p w14:paraId="15671B5A" w14:textId="7E355044"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491A92">
              <w:rPr>
                <w:rFonts w:eastAsia="Verdana" w:cs="Times New Roman"/>
              </w:rPr>
              <w:t>ks</w:t>
            </w:r>
          </w:p>
        </w:tc>
        <w:tc>
          <w:tcPr>
            <w:tcW w:w="1039" w:type="dxa"/>
            <w:vAlign w:val="top"/>
          </w:tcPr>
          <w:p w14:paraId="2F910265" w14:textId="5E554686"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pPr>
            <w:r w:rsidRPr="00491A92">
              <w:t>25</w:t>
            </w:r>
          </w:p>
        </w:tc>
        <w:tc>
          <w:tcPr>
            <w:tcW w:w="1177" w:type="dxa"/>
          </w:tcPr>
          <w:p w14:paraId="6915A718" w14:textId="77777777"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4570955D" w:rsidR="00236DCC" w:rsidRPr="00B06D17" w:rsidRDefault="00E80FB8" w:rsidP="00E43A9A">
            <w:pPr>
              <w:pStyle w:val="Tabulka"/>
            </w:pPr>
            <w:r>
              <w:t>2</w:t>
            </w:r>
            <w:r w:rsidR="00E43A9A">
              <w:t>8</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5749020F" w14:textId="77777777" w:rsidR="00E80FB8" w:rsidRDefault="00E80FB8" w:rsidP="00236DCC">
      <w:pPr>
        <w:pStyle w:val="Textbezodsazen"/>
      </w:pPr>
    </w:p>
    <w:p w14:paraId="089D4336" w14:textId="2908F26D"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58034BF6"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67364B">
        <w:rPr>
          <w:b/>
        </w:rPr>
        <w:t>24</w:t>
      </w:r>
      <w:r w:rsidR="001D57CE">
        <w:t xml:space="preserve"> </w:t>
      </w:r>
      <w:r w:rsidRPr="00DF7FC9">
        <w:t>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274EA283" w:rsidR="00236DCC" w:rsidRPr="00236DCC" w:rsidRDefault="00236DCC" w:rsidP="00D451A8">
            <w:pPr>
              <w:pStyle w:val="Tabulka"/>
            </w:pPr>
            <w:r w:rsidRPr="00236DCC">
              <w:t xml:space="preserve">Cena za </w:t>
            </w:r>
            <w:r w:rsidRPr="00F62472">
              <w:t>zpracování D</w:t>
            </w:r>
            <w:r w:rsidR="00E868F1" w:rsidRPr="00F62472">
              <w:t>U</w:t>
            </w:r>
            <w:r w:rsidRPr="00F62472">
              <w:t>S</w:t>
            </w:r>
            <w:r w:rsidR="00D451A8">
              <w:t>L</w:t>
            </w:r>
            <w:r w:rsidRPr="00F62472">
              <w:t xml:space="preserve">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365755DA"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w:t>
      </w:r>
      <w:r w:rsidR="00D451A8">
        <w:rPr>
          <w:rStyle w:val="Tun-ZRUIT"/>
        </w:rPr>
        <w:t>L</w:t>
      </w:r>
      <w:r w:rsidRPr="00236DCC">
        <w:rPr>
          <w:rStyle w:val="Tun-ZRUIT"/>
        </w:rPr>
        <w:t xml:space="preserve">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E80FB8" w:rsidRPr="00B72613" w14:paraId="1AAC0710"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2F9E2719" w14:textId="0263B15E" w:rsidR="00E80FB8" w:rsidRPr="00B06D17" w:rsidRDefault="00E80FB8" w:rsidP="00E80FB8">
            <w:pPr>
              <w:pStyle w:val="Tabulka"/>
              <w:rPr>
                <w:rStyle w:val="Tun"/>
                <w:highlight w:val="yellow"/>
              </w:rPr>
            </w:pPr>
            <w:r w:rsidRPr="00D83A74">
              <w:rPr>
                <w:rStyle w:val="Tun"/>
              </w:rPr>
              <w:t>1. Dílčí etapa</w:t>
            </w:r>
          </w:p>
        </w:tc>
        <w:tc>
          <w:tcPr>
            <w:tcW w:w="2977" w:type="dxa"/>
            <w:vAlign w:val="top"/>
          </w:tcPr>
          <w:p w14:paraId="614EC3FF" w14:textId="75BFF446"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c>
          <w:tcPr>
            <w:tcW w:w="2977" w:type="dxa"/>
            <w:vAlign w:val="top"/>
          </w:tcPr>
          <w:p w14:paraId="25C1E647" w14:textId="21FFC4AD"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r>
      <w:tr w:rsidR="00E80FB8" w:rsidRPr="00B72613" w14:paraId="0064AA73"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5497BF69" w14:textId="76F5D3D8" w:rsidR="00E80FB8" w:rsidRPr="00B06D17" w:rsidRDefault="00E80FB8" w:rsidP="00E80FB8">
            <w:pPr>
              <w:pStyle w:val="Tabulka"/>
              <w:rPr>
                <w:rStyle w:val="Tun"/>
                <w:highlight w:val="yellow"/>
              </w:rPr>
            </w:pPr>
            <w:r w:rsidRPr="003D43E2">
              <w:rPr>
                <w:rStyle w:val="Tun"/>
              </w:rPr>
              <w:t>2. Dílčí etapa</w:t>
            </w:r>
          </w:p>
        </w:tc>
        <w:tc>
          <w:tcPr>
            <w:tcW w:w="2977" w:type="dxa"/>
            <w:vAlign w:val="top"/>
          </w:tcPr>
          <w:p w14:paraId="07B5A55B"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C970DBD" w14:textId="621DAA5F" w:rsidR="00E80FB8" w:rsidRPr="00B06D17" w:rsidRDefault="004D5F81" w:rsidP="004D5F8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15</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29F6E966" w14:textId="39A3B165"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80FB8" w:rsidRPr="00B72613" w14:paraId="3B65EACF"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30EBC0B1" w14:textId="42A51D95" w:rsidR="00E80FB8" w:rsidRPr="00B06D17" w:rsidRDefault="00E80FB8" w:rsidP="00E80FB8">
            <w:pPr>
              <w:pStyle w:val="Tabulka"/>
              <w:rPr>
                <w:rStyle w:val="Tun"/>
                <w:highlight w:val="yellow"/>
              </w:rPr>
            </w:pPr>
            <w:r w:rsidRPr="003D43E2">
              <w:rPr>
                <w:rStyle w:val="Tun"/>
              </w:rPr>
              <w:t>3. Dílčí etapa</w:t>
            </w:r>
          </w:p>
        </w:tc>
        <w:tc>
          <w:tcPr>
            <w:tcW w:w="2977" w:type="dxa"/>
            <w:vAlign w:val="top"/>
          </w:tcPr>
          <w:p w14:paraId="0D831075"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F4C01A5" w14:textId="220115FE" w:rsidR="00E80FB8" w:rsidRPr="00B06D17" w:rsidRDefault="004D5F81" w:rsidP="004D5F8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15</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01E7F9C7" w14:textId="71F009BB"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80FB8" w:rsidRPr="00B72613" w14:paraId="14391785"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4FEDE4C9" w14:textId="72C871BB" w:rsidR="00E80FB8" w:rsidRPr="00B06D17" w:rsidRDefault="00E80FB8" w:rsidP="00E80FB8">
            <w:pPr>
              <w:pStyle w:val="Tabulka"/>
              <w:rPr>
                <w:rStyle w:val="Tun"/>
                <w:highlight w:val="yellow"/>
              </w:rPr>
            </w:pPr>
            <w:r w:rsidRPr="003D43E2">
              <w:rPr>
                <w:rStyle w:val="Tun"/>
              </w:rPr>
              <w:t>4. Dílčí etapa</w:t>
            </w:r>
          </w:p>
        </w:tc>
        <w:tc>
          <w:tcPr>
            <w:tcW w:w="2977" w:type="dxa"/>
            <w:vAlign w:val="top"/>
          </w:tcPr>
          <w:p w14:paraId="7AB08BC4"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46EDED7" w14:textId="4CC41DB8" w:rsidR="00E80FB8" w:rsidRPr="00B06D17" w:rsidRDefault="004D5F81" w:rsidP="004D5F8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15</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5C67C68E" w14:textId="1281F200"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80FB8" w:rsidRPr="00B72613" w14:paraId="401C7D69"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6D480C4D" w14:textId="40D68DC3" w:rsidR="00E80FB8" w:rsidRPr="00B06D17" w:rsidRDefault="00E80FB8" w:rsidP="00E80FB8">
            <w:pPr>
              <w:pStyle w:val="Tabulka"/>
              <w:rPr>
                <w:rStyle w:val="Tun"/>
                <w:highlight w:val="yellow"/>
              </w:rPr>
            </w:pPr>
            <w:r w:rsidRPr="003D43E2">
              <w:rPr>
                <w:rStyle w:val="Tun"/>
              </w:rPr>
              <w:t>5</w:t>
            </w:r>
            <w:r w:rsidR="003A7255">
              <w:rPr>
                <w:rStyle w:val="Tun"/>
              </w:rPr>
              <w:t>a</w:t>
            </w:r>
            <w:r w:rsidRPr="003D43E2">
              <w:rPr>
                <w:rStyle w:val="Tun"/>
              </w:rPr>
              <w:t>. Dílčí etapa</w:t>
            </w:r>
          </w:p>
        </w:tc>
        <w:tc>
          <w:tcPr>
            <w:tcW w:w="2977" w:type="dxa"/>
            <w:vAlign w:val="top"/>
          </w:tcPr>
          <w:p w14:paraId="7918E4B2"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00CCEA7" w14:textId="4A36BB3F" w:rsidR="00E80FB8" w:rsidRPr="00B06D17" w:rsidRDefault="004D5F81"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4</w:t>
            </w:r>
            <w:r w:rsidR="00E80FB8">
              <w:rPr>
                <w:rStyle w:val="Tun"/>
              </w:rPr>
              <w:t>0</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066086B5" w14:textId="23B305C3"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A7255" w:rsidRPr="00B72613" w14:paraId="424B71E1"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06AC4B88" w14:textId="0C44FC14" w:rsidR="003A7255" w:rsidRPr="003D43E2" w:rsidRDefault="003A7255" w:rsidP="003A7255">
            <w:pPr>
              <w:pStyle w:val="Tabulka"/>
              <w:rPr>
                <w:rStyle w:val="Tun"/>
              </w:rPr>
            </w:pPr>
            <w:r w:rsidRPr="003D43E2">
              <w:rPr>
                <w:rStyle w:val="Tun"/>
              </w:rPr>
              <w:t>5</w:t>
            </w:r>
            <w:r>
              <w:rPr>
                <w:rStyle w:val="Tun"/>
              </w:rPr>
              <w:t>b</w:t>
            </w:r>
            <w:r w:rsidRPr="003D43E2">
              <w:rPr>
                <w:rStyle w:val="Tun"/>
              </w:rPr>
              <w:t>. Dílčí etapa</w:t>
            </w:r>
          </w:p>
        </w:tc>
        <w:tc>
          <w:tcPr>
            <w:tcW w:w="2977" w:type="dxa"/>
            <w:vAlign w:val="top"/>
          </w:tcPr>
          <w:p w14:paraId="1ADA4F64" w14:textId="2D0B9C2F"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c>
          <w:tcPr>
            <w:tcW w:w="2977" w:type="dxa"/>
            <w:vAlign w:val="top"/>
          </w:tcPr>
          <w:p w14:paraId="44245E88" w14:textId="31737B69"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r>
      <w:tr w:rsidR="003A7255" w:rsidRPr="00B72613" w14:paraId="47F02387"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2003FA5C" w14:textId="21CF04C0" w:rsidR="003A7255" w:rsidRPr="00B06D17" w:rsidRDefault="003A7255" w:rsidP="003A7255">
            <w:pPr>
              <w:pStyle w:val="Tabulka"/>
              <w:rPr>
                <w:rStyle w:val="Tun"/>
                <w:highlight w:val="yellow"/>
              </w:rPr>
            </w:pPr>
            <w:r>
              <w:rPr>
                <w:rStyle w:val="Tun"/>
              </w:rPr>
              <w:t>6</w:t>
            </w:r>
            <w:r w:rsidRPr="00D83A74">
              <w:rPr>
                <w:rStyle w:val="Tun"/>
              </w:rPr>
              <w:t>. Dílčí etapa</w:t>
            </w:r>
          </w:p>
        </w:tc>
        <w:tc>
          <w:tcPr>
            <w:tcW w:w="2977" w:type="dxa"/>
            <w:vAlign w:val="top"/>
          </w:tcPr>
          <w:p w14:paraId="2BDB93B7" w14:textId="77777777" w:rsidR="003A7255"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3A85B2F" w14:textId="197B7A92"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15</w:t>
            </w:r>
            <w:r w:rsidRPr="00152FD1">
              <w:rPr>
                <w:rStyle w:val="Tun"/>
              </w:rPr>
              <w:t xml:space="preserve">% z ceny </w:t>
            </w:r>
            <w:r>
              <w:rPr>
                <w:rStyle w:val="Tun"/>
              </w:rPr>
              <w:t>DUSL</w:t>
            </w:r>
            <w:r w:rsidRPr="00152FD1">
              <w:rPr>
                <w:rStyle w:val="Tun"/>
              </w:rPr>
              <w:t xml:space="preserve"> a PDPS)</w:t>
            </w:r>
          </w:p>
        </w:tc>
        <w:tc>
          <w:tcPr>
            <w:tcW w:w="2977" w:type="dxa"/>
            <w:vAlign w:val="top"/>
          </w:tcPr>
          <w:p w14:paraId="7CBF0A04" w14:textId="57F6C5EE"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A7255" w:rsidRPr="00B72613" w14:paraId="66FA2AED"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24C66F85" w14:textId="38B7E72A" w:rsidR="003A7255" w:rsidRDefault="003A7255" w:rsidP="003A7255">
            <w:pPr>
              <w:pStyle w:val="Tabulka"/>
              <w:rPr>
                <w:rStyle w:val="Tun"/>
              </w:rPr>
            </w:pPr>
            <w:r>
              <w:rPr>
                <w:rStyle w:val="Tun"/>
              </w:rPr>
              <w:t>7</w:t>
            </w:r>
            <w:r w:rsidRPr="00D83A74">
              <w:rPr>
                <w:rStyle w:val="Tun"/>
              </w:rPr>
              <w:t>. Dílčí etapa</w:t>
            </w:r>
          </w:p>
        </w:tc>
        <w:tc>
          <w:tcPr>
            <w:tcW w:w="2977" w:type="dxa"/>
            <w:vAlign w:val="top"/>
          </w:tcPr>
          <w:p w14:paraId="6BB118C1" w14:textId="10415979" w:rsidR="003A7255" w:rsidRPr="00D83A74"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D83A74">
              <w:rPr>
                <w:rStyle w:val="Tun"/>
              </w:rPr>
              <w:t>(bez fakturace)</w:t>
            </w:r>
          </w:p>
        </w:tc>
        <w:tc>
          <w:tcPr>
            <w:tcW w:w="2977" w:type="dxa"/>
            <w:vAlign w:val="top"/>
          </w:tcPr>
          <w:p w14:paraId="040FA358" w14:textId="36123958" w:rsidR="003A7255" w:rsidRPr="00D83A74"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D83A74">
              <w:rPr>
                <w:rStyle w:val="Tun"/>
              </w:rPr>
              <w:t>(bez fakturace)</w:t>
            </w:r>
          </w:p>
        </w:tc>
      </w:tr>
      <w:tr w:rsidR="003A7255" w:rsidRPr="00B72613" w14:paraId="215E1C7B"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40150C0C" w14:textId="1D1F7395" w:rsidR="003A7255" w:rsidRPr="00B06D17" w:rsidRDefault="003A7255" w:rsidP="003A7255">
            <w:pPr>
              <w:pStyle w:val="Tabulka"/>
              <w:rPr>
                <w:rStyle w:val="Tun"/>
                <w:highlight w:val="yellow"/>
              </w:rPr>
            </w:pPr>
            <w:r w:rsidRPr="003D43E2">
              <w:rPr>
                <w:rStyle w:val="Tun"/>
              </w:rPr>
              <w:t>Výkon autorského dozoru</w:t>
            </w:r>
          </w:p>
        </w:tc>
        <w:tc>
          <w:tcPr>
            <w:tcW w:w="2977" w:type="dxa"/>
            <w:vAlign w:val="top"/>
          </w:tcPr>
          <w:p w14:paraId="5AA1D8CB" w14:textId="77777777" w:rsidR="003A7255" w:rsidRDefault="003A7255" w:rsidP="003A7255">
            <w:pPr>
              <w:pStyle w:val="Tabulka"/>
              <w:tabs>
                <w:tab w:val="center" w:pos="1403"/>
              </w:tabs>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ab/>
            </w:r>
          </w:p>
          <w:p w14:paraId="027BFDB5" w14:textId="0E06D065"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52FD1">
              <w:rPr>
                <w:rStyle w:val="Tun"/>
              </w:rPr>
              <w:t>(fakturace ceny AD)</w:t>
            </w:r>
          </w:p>
        </w:tc>
        <w:tc>
          <w:tcPr>
            <w:tcW w:w="2977" w:type="dxa"/>
            <w:vAlign w:val="top"/>
          </w:tcPr>
          <w:p w14:paraId="69C0B7F5" w14:textId="367574B4"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A7255"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3A7255" w:rsidRPr="00B72613" w:rsidRDefault="003A7255" w:rsidP="003A7255">
            <w:pPr>
              <w:pStyle w:val="Tabulka"/>
              <w:rPr>
                <w:rStyle w:val="Tun"/>
              </w:rPr>
            </w:pPr>
            <w:r w:rsidRPr="00B72613">
              <w:rPr>
                <w:rStyle w:val="Tun"/>
              </w:rPr>
              <w:t>Celkem:</w:t>
            </w:r>
          </w:p>
        </w:tc>
        <w:tc>
          <w:tcPr>
            <w:tcW w:w="2977" w:type="dxa"/>
          </w:tcPr>
          <w:p w14:paraId="43481ADB" w14:textId="77777777" w:rsidR="003A7255" w:rsidRPr="00B72613"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3A7255" w:rsidRPr="00B72613"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t>Příloha č. 5</w:t>
      </w:r>
    </w:p>
    <w:p w14:paraId="25F4EA6D" w14:textId="64489436"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610629" w:rsidRPr="00841876" w14:paraId="0BCB250F"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63A2FE57" w14:textId="3E9FDC3D" w:rsidR="00610629" w:rsidRPr="00841876" w:rsidRDefault="00610629" w:rsidP="00610629">
            <w:pPr>
              <w:pStyle w:val="Tabulka"/>
              <w:rPr>
                <w:rStyle w:val="Tun"/>
                <w:sz w:val="16"/>
                <w:szCs w:val="16"/>
              </w:rPr>
            </w:pPr>
            <w:r w:rsidRPr="00D04996">
              <w:rPr>
                <w:rStyle w:val="Tun"/>
              </w:rPr>
              <w:t>Termín zahájení prací</w:t>
            </w:r>
          </w:p>
        </w:tc>
        <w:tc>
          <w:tcPr>
            <w:tcW w:w="3005" w:type="dxa"/>
            <w:vAlign w:val="top"/>
          </w:tcPr>
          <w:p w14:paraId="7F044251" w14:textId="0BD3067C"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 xml:space="preserve">ihned po nabytí účinnosti Smlouvy </w:t>
            </w:r>
          </w:p>
        </w:tc>
        <w:tc>
          <w:tcPr>
            <w:tcW w:w="3726" w:type="dxa"/>
            <w:vAlign w:val="top"/>
          </w:tcPr>
          <w:p w14:paraId="61712126" w14:textId="2879C249"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w:t>
            </w:r>
          </w:p>
        </w:tc>
        <w:tc>
          <w:tcPr>
            <w:tcW w:w="3393" w:type="dxa"/>
            <w:vAlign w:val="top"/>
          </w:tcPr>
          <w:p w14:paraId="5996DDE3" w14:textId="605B3F76"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w:t>
            </w:r>
          </w:p>
        </w:tc>
      </w:tr>
      <w:tr w:rsidR="00610629" w:rsidRPr="00841876" w14:paraId="2087522B"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B5970E4" w14:textId="04884591" w:rsidR="00610629" w:rsidRPr="00841876" w:rsidRDefault="00610629" w:rsidP="00610629">
            <w:pPr>
              <w:pStyle w:val="Tabulka"/>
              <w:rPr>
                <w:rStyle w:val="Tun"/>
                <w:sz w:val="16"/>
                <w:szCs w:val="16"/>
              </w:rPr>
            </w:pPr>
            <w:r w:rsidRPr="00D04996">
              <w:rPr>
                <w:rStyle w:val="Tun"/>
              </w:rPr>
              <w:t>1. Dílčí etapa</w:t>
            </w:r>
          </w:p>
        </w:tc>
        <w:tc>
          <w:tcPr>
            <w:tcW w:w="3005" w:type="dxa"/>
            <w:vAlign w:val="top"/>
          </w:tcPr>
          <w:p w14:paraId="014C9666" w14:textId="37A40F2B"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D04996">
              <w:rPr>
                <w:b/>
                <w:bCs/>
              </w:rPr>
              <w:t xml:space="preserve">do 2 měsíců </w:t>
            </w:r>
            <w:r w:rsidRPr="00D04996">
              <w:t>od nabytí účinnosti Smlouvy</w:t>
            </w:r>
          </w:p>
        </w:tc>
        <w:tc>
          <w:tcPr>
            <w:tcW w:w="3726" w:type="dxa"/>
            <w:vAlign w:val="top"/>
          </w:tcPr>
          <w:p w14:paraId="4DB28BB6" w14:textId="77777777" w:rsidR="00610629" w:rsidRPr="00D04996" w:rsidRDefault="00610629" w:rsidP="00610629">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Prověření a p</w:t>
            </w:r>
            <w:r w:rsidRPr="00D04996">
              <w:t xml:space="preserve">otvrzení koncepce stavby na základě DUR. </w:t>
            </w:r>
          </w:p>
          <w:p w14:paraId="55A6A9E5" w14:textId="77777777" w:rsidR="00610629" w:rsidRPr="00D04996" w:rsidRDefault="00610629" w:rsidP="00610629">
            <w:pPr>
              <w:pStyle w:val="Textbezodsazen"/>
              <w:spacing w:line="240" w:lineRule="auto"/>
              <w:cnfStyle w:val="000000000000" w:firstRow="0" w:lastRow="0" w:firstColumn="0" w:lastColumn="0" w:oddVBand="0" w:evenVBand="0" w:oddHBand="0" w:evenHBand="0" w:firstRowFirstColumn="0" w:firstRowLastColumn="0" w:lastRowFirstColumn="0" w:lastRowLastColumn="0"/>
            </w:pPr>
            <w:r w:rsidRPr="00D04996">
              <w:t>……………………………………………………………..</w:t>
            </w:r>
          </w:p>
          <w:p w14:paraId="72328A0A" w14:textId="75D09BCB"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Aktualizace záborového elaborátu k okamžitému zahájení majetkoprávního vypořádání stavby.</w:t>
            </w:r>
          </w:p>
        </w:tc>
        <w:tc>
          <w:tcPr>
            <w:tcW w:w="3393" w:type="dxa"/>
            <w:vAlign w:val="top"/>
          </w:tcPr>
          <w:p w14:paraId="0B6E4630" w14:textId="10127C11"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Předávací protokol (pro Část Díla)</w:t>
            </w:r>
          </w:p>
        </w:tc>
      </w:tr>
      <w:tr w:rsidR="00610629" w:rsidRPr="00841876" w14:paraId="776EE9A7"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26804F8" w14:textId="7D779C0C" w:rsidR="00610629" w:rsidRPr="00841876" w:rsidRDefault="00610629" w:rsidP="00610629">
            <w:pPr>
              <w:pStyle w:val="Tabulka"/>
              <w:rPr>
                <w:rStyle w:val="Tun"/>
                <w:sz w:val="16"/>
                <w:szCs w:val="16"/>
              </w:rPr>
            </w:pPr>
            <w:r w:rsidRPr="00D04996">
              <w:rPr>
                <w:rStyle w:val="Tun"/>
              </w:rPr>
              <w:t>2. Dílčí etapa</w:t>
            </w:r>
          </w:p>
        </w:tc>
        <w:tc>
          <w:tcPr>
            <w:tcW w:w="3005" w:type="dxa"/>
            <w:vAlign w:val="top"/>
          </w:tcPr>
          <w:p w14:paraId="6B936204" w14:textId="0DD92F84" w:rsidR="00610629" w:rsidRPr="00841876" w:rsidRDefault="00F74AE4" w:rsidP="00E5742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b/>
                <w:bCs/>
              </w:rPr>
              <w:t xml:space="preserve">do </w:t>
            </w:r>
            <w:r w:rsidR="00E57427">
              <w:rPr>
                <w:b/>
                <w:bCs/>
              </w:rPr>
              <w:t>6</w:t>
            </w:r>
            <w:r w:rsidR="00610629" w:rsidRPr="00D04996">
              <w:rPr>
                <w:b/>
                <w:bCs/>
              </w:rPr>
              <w:t xml:space="preserve"> měsíců</w:t>
            </w:r>
            <w:r w:rsidR="00610629" w:rsidRPr="00D04996">
              <w:t xml:space="preserve"> od nabytí účinnosti Smlouvy </w:t>
            </w:r>
          </w:p>
        </w:tc>
        <w:tc>
          <w:tcPr>
            <w:tcW w:w="3726" w:type="dxa"/>
            <w:vAlign w:val="top"/>
          </w:tcPr>
          <w:p w14:paraId="6762BBD7" w14:textId="0BF2E4AB" w:rsidR="00610629" w:rsidRDefault="00610629" w:rsidP="005F38F1">
            <w:pPr>
              <w:pStyle w:val="Textbezodsazen"/>
              <w:jc w:val="left"/>
              <w:cnfStyle w:val="000000000000" w:firstRow="0" w:lastRow="0" w:firstColumn="0" w:lastColumn="0" w:oddVBand="0" w:evenVBand="0" w:oddHBand="0" w:evenHBand="0" w:firstRowFirstColumn="0" w:firstRowLastColumn="0" w:lastRowFirstColumn="0" w:lastRowLastColumn="0"/>
            </w:pPr>
            <w:r w:rsidRPr="00D04996">
              <w:t xml:space="preserve">Odevzdání  </w:t>
            </w:r>
            <w:r>
              <w:t>DUSL</w:t>
            </w:r>
            <w:r w:rsidRPr="00D04996">
              <w:t xml:space="preserve"> k připomínkovému řízení (včetně POV, včetně výkazu výměr, bez soupisu prací a </w:t>
            </w:r>
            <w:r>
              <w:t>Dokladové části</w:t>
            </w:r>
            <w:r w:rsidRPr="00D04996">
              <w:t>).</w:t>
            </w:r>
            <w:r>
              <w:t xml:space="preserve"> DUSL již bude reflektovat provedené požadované průzkumy. </w:t>
            </w:r>
          </w:p>
          <w:p w14:paraId="01FA31E7" w14:textId="77777777" w:rsidR="00F14E5A" w:rsidRPr="00D04996" w:rsidRDefault="00F14E5A" w:rsidP="00F14E5A">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10241354" w14:textId="4AA9E03B" w:rsidR="00F14E5A" w:rsidRPr="00EE221B" w:rsidRDefault="00F14E5A" w:rsidP="00F14E5A">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Návrh struktury a koncepce BEP</w:t>
            </w:r>
            <w:r w:rsidRPr="00D04996">
              <w:t>, dle požadav</w:t>
            </w:r>
            <w:r>
              <w:t>ků BIM Protokolu k připomínkám.</w:t>
            </w:r>
          </w:p>
        </w:tc>
        <w:tc>
          <w:tcPr>
            <w:tcW w:w="3393" w:type="dxa"/>
            <w:vAlign w:val="top"/>
          </w:tcPr>
          <w:p w14:paraId="32837010" w14:textId="298042BC" w:rsidR="00610629" w:rsidRPr="00EE221B"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Předávací protokol (pro Část Díla)</w:t>
            </w:r>
          </w:p>
        </w:tc>
      </w:tr>
      <w:tr w:rsidR="00610629" w:rsidRPr="00841876" w14:paraId="28351237"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7506B5AF" w14:textId="1248878A" w:rsidR="00610629" w:rsidRPr="00841876" w:rsidRDefault="00610629" w:rsidP="00610629">
            <w:pPr>
              <w:pStyle w:val="Tabulka"/>
              <w:rPr>
                <w:rStyle w:val="Tun"/>
                <w:sz w:val="16"/>
                <w:szCs w:val="16"/>
              </w:rPr>
            </w:pPr>
            <w:r w:rsidRPr="00D04996">
              <w:rPr>
                <w:rStyle w:val="Tun"/>
              </w:rPr>
              <w:t>3. Dílčí etapa</w:t>
            </w:r>
          </w:p>
        </w:tc>
        <w:tc>
          <w:tcPr>
            <w:tcW w:w="3005" w:type="dxa"/>
            <w:vAlign w:val="top"/>
          </w:tcPr>
          <w:p w14:paraId="1D74EAE5" w14:textId="7592972D" w:rsidR="00610629" w:rsidRPr="00841876" w:rsidRDefault="00E57427" w:rsidP="00E5742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b/>
                <w:bCs/>
              </w:rPr>
              <w:t>do 9</w:t>
            </w:r>
            <w:r w:rsidR="00610629" w:rsidRPr="00D04996">
              <w:rPr>
                <w:b/>
                <w:bCs/>
              </w:rPr>
              <w:t xml:space="preserve"> měsíců</w:t>
            </w:r>
            <w:r w:rsidR="00610629" w:rsidRPr="00D04996">
              <w:t xml:space="preserve"> od nabytí účinnosti Smlouvy</w:t>
            </w:r>
          </w:p>
        </w:tc>
        <w:tc>
          <w:tcPr>
            <w:tcW w:w="3726" w:type="dxa"/>
            <w:vAlign w:val="top"/>
          </w:tcPr>
          <w:p w14:paraId="1F480128" w14:textId="1B64CC03"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t>Odevzdání</w:t>
            </w:r>
            <w:r w:rsidRPr="00D04996">
              <w:t xml:space="preserve"> </w:t>
            </w:r>
            <w:r>
              <w:t>DUSL</w:t>
            </w:r>
            <w:r w:rsidRPr="00D04996">
              <w:t xml:space="preserve"> </w:t>
            </w:r>
            <w:r w:rsidR="001A7B9B">
              <w:t>s</w:t>
            </w:r>
            <w:r w:rsidRPr="00D04996">
              <w:t xml:space="preserve">e zpracovanými připomínkami (včetně POV, včetně výkazu výměr, bez soupisu prací a bez </w:t>
            </w:r>
            <w:r>
              <w:t>Dokladové části</w:t>
            </w:r>
            <w:r w:rsidRPr="00D04996">
              <w:t xml:space="preserve">). </w:t>
            </w:r>
          </w:p>
          <w:p w14:paraId="28612004"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w:t>
            </w:r>
          </w:p>
          <w:p w14:paraId="3116140B" w14:textId="77777777" w:rsidR="00610629" w:rsidRPr="00D04996" w:rsidRDefault="00610629" w:rsidP="00610629">
            <w:pPr>
              <w:pStyle w:val="Textbezodsazen"/>
              <w:cnfStyle w:val="000000000000" w:firstRow="0" w:lastRow="0" w:firstColumn="0" w:lastColumn="0" w:oddVBand="0" w:evenVBand="0" w:oddHBand="0" w:evenHBand="0" w:firstRowFirstColumn="0" w:firstRowLastColumn="0" w:lastRowFirstColumn="0" w:lastRowLastColumn="0"/>
            </w:pPr>
            <w:r w:rsidRPr="00D04996">
              <w:t xml:space="preserve">Předání návrhu </w:t>
            </w:r>
            <w:r>
              <w:t xml:space="preserve">nájemních, </w:t>
            </w:r>
            <w:r w:rsidRPr="00D04996">
              <w:t>kupních smluv</w:t>
            </w:r>
            <w:r>
              <w:t xml:space="preserve"> a budoucích smluv věcných břemen</w:t>
            </w:r>
            <w:r w:rsidRPr="00D04996">
              <w:t xml:space="preserve"> k odsouhlasení objednateli.</w:t>
            </w:r>
          </w:p>
          <w:p w14:paraId="370BB4A0"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w:t>
            </w:r>
          </w:p>
          <w:p w14:paraId="1DAD125F" w14:textId="77777777" w:rsidR="00610629" w:rsidRDefault="00610629" w:rsidP="00610629">
            <w:pPr>
              <w:pStyle w:val="Tabulka"/>
              <w:cnfStyle w:val="000000000000" w:firstRow="0" w:lastRow="0" w:firstColumn="0" w:lastColumn="0" w:oddVBand="0" w:evenVBand="0" w:oddHBand="0" w:evenHBand="0" w:firstRowFirstColumn="0" w:firstRowLastColumn="0" w:lastRowFirstColumn="0" w:lastRowLastColumn="0"/>
            </w:pPr>
            <w:r w:rsidRPr="00D04996">
              <w:t>Průkazné obeslání všech DOSS</w:t>
            </w:r>
          </w:p>
          <w:p w14:paraId="29641175" w14:textId="70F8B95C" w:rsidR="005F38F1" w:rsidRPr="00EE221B" w:rsidRDefault="005F38F1" w:rsidP="009C7476">
            <w:pPr>
              <w:pStyle w:val="Textbezodsazen"/>
              <w:spacing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393" w:type="dxa"/>
            <w:vAlign w:val="top"/>
          </w:tcPr>
          <w:p w14:paraId="6E45A59E"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p w14:paraId="067A9865" w14:textId="00EF8282" w:rsidR="00610629" w:rsidRPr="00EE221B"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Excel tabulka s DOSS, sdílený disk se všemi žádostmi pro kontrolu obeslání všech DOSS</w:t>
            </w:r>
          </w:p>
        </w:tc>
      </w:tr>
      <w:tr w:rsidR="00610629" w:rsidRPr="00841876" w14:paraId="52593156"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7054A59" w14:textId="47D0A8CA" w:rsidR="00610629" w:rsidRPr="00841876" w:rsidRDefault="00610629" w:rsidP="00610629">
            <w:pPr>
              <w:pStyle w:val="Tabulka"/>
              <w:rPr>
                <w:rStyle w:val="Tun"/>
                <w:sz w:val="16"/>
                <w:szCs w:val="16"/>
              </w:rPr>
            </w:pPr>
            <w:r w:rsidRPr="00D04996">
              <w:rPr>
                <w:rStyle w:val="Tun"/>
              </w:rPr>
              <w:t>4. Dílčí etapa</w:t>
            </w:r>
          </w:p>
        </w:tc>
        <w:tc>
          <w:tcPr>
            <w:tcW w:w="3005" w:type="dxa"/>
            <w:vAlign w:val="top"/>
          </w:tcPr>
          <w:p w14:paraId="7101F8B1" w14:textId="6330D490" w:rsidR="00610629" w:rsidRPr="00841876" w:rsidRDefault="00610629" w:rsidP="00E5742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rPr>
                <w:b/>
                <w:bCs/>
              </w:rPr>
              <w:t>do 1</w:t>
            </w:r>
            <w:r w:rsidR="00E57427">
              <w:rPr>
                <w:b/>
                <w:bCs/>
              </w:rPr>
              <w:t>2</w:t>
            </w:r>
            <w:r w:rsidRPr="00D04996">
              <w:rPr>
                <w:b/>
                <w:bCs/>
              </w:rPr>
              <w:t xml:space="preserve"> měsíců</w:t>
            </w:r>
            <w:r w:rsidRPr="00D04996">
              <w:t xml:space="preserve"> od nabytí účinnosti Smlouvy </w:t>
            </w:r>
          </w:p>
        </w:tc>
        <w:tc>
          <w:tcPr>
            <w:tcW w:w="3726" w:type="dxa"/>
            <w:vAlign w:val="top"/>
          </w:tcPr>
          <w:p w14:paraId="429B6A97"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Předání p</w:t>
            </w:r>
            <w:r w:rsidRPr="00D04996">
              <w:t>opis</w:t>
            </w:r>
            <w:r>
              <w:t>u</w:t>
            </w:r>
            <w:r w:rsidRPr="00D04996">
              <w:t xml:space="preserve"> změn aktuálního technického řešení oproti DÚR z hlediska vlivu stavby na životní prostředí</w:t>
            </w:r>
            <w:r>
              <w:t xml:space="preserve"> – verifikace EIA.</w:t>
            </w:r>
          </w:p>
          <w:p w14:paraId="5F54F6B3"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598914AE" w14:textId="14E9F3CE" w:rsidR="00610629" w:rsidRDefault="00610629" w:rsidP="00610629">
            <w:pPr>
              <w:pStyle w:val="Textbezodsazen"/>
              <w:spacing w:after="40"/>
              <w:jc w:val="left"/>
              <w:cnfStyle w:val="000000000000" w:firstRow="0" w:lastRow="0" w:firstColumn="0" w:lastColumn="0" w:oddVBand="0" w:evenVBand="0" w:oddHBand="0" w:evenHBand="0" w:firstRowFirstColumn="0" w:firstRowLastColumn="0" w:lastRowFirstColumn="0" w:lastRowLastColumn="0"/>
            </w:pPr>
            <w:r>
              <w:t>Definitivní odevzdání</w:t>
            </w:r>
            <w:r w:rsidRPr="00D04996">
              <w:t xml:space="preserve"> </w:t>
            </w:r>
            <w:r>
              <w:t>DUSL</w:t>
            </w:r>
            <w:r w:rsidRPr="00D04996">
              <w:t xml:space="preserve"> se zpracovanými připomínkami (včetně POV, včetně výkazu výměr, bez soupisu prací a </w:t>
            </w:r>
            <w:r>
              <w:t>včetně</w:t>
            </w:r>
            <w:r w:rsidRPr="00D04996">
              <w:t xml:space="preserve"> </w:t>
            </w:r>
            <w:r>
              <w:t>Dokladové části</w:t>
            </w:r>
            <w:r w:rsidRPr="00D04996">
              <w:t xml:space="preserve">). </w:t>
            </w:r>
          </w:p>
          <w:p w14:paraId="7AEB4760"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2F1E2ADB"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 xml:space="preserve">Průkazné odeslání všech potřebných kupních smluv. </w:t>
            </w:r>
          </w:p>
          <w:p w14:paraId="335EEC80"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5BA3B547"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Podání žádosti o společné</w:t>
            </w:r>
            <w:r w:rsidRPr="00D04996">
              <w:t xml:space="preserve"> povolení</w:t>
            </w:r>
            <w:r>
              <w:t xml:space="preserve"> stavby dopravní infrastruktury</w:t>
            </w:r>
            <w:r w:rsidRPr="00D04996">
              <w:t xml:space="preserve"> a zahájení stavebního řízení </w:t>
            </w:r>
            <w:r>
              <w:t xml:space="preserve">příslušným </w:t>
            </w:r>
            <w:r w:rsidRPr="00D04996">
              <w:t>stavebním úřadem.</w:t>
            </w:r>
          </w:p>
          <w:p w14:paraId="628E108B" w14:textId="77777777" w:rsidR="00610629" w:rsidRPr="00D04996" w:rsidRDefault="00610629" w:rsidP="00610629">
            <w:pPr>
              <w:pStyle w:val="Textbezodsazen"/>
              <w:spacing w:after="40"/>
              <w:jc w:val="left"/>
              <w:cnfStyle w:val="000000000000" w:firstRow="0" w:lastRow="0" w:firstColumn="0" w:lastColumn="0" w:oddVBand="0" w:evenVBand="0" w:oddHBand="0" w:evenHBand="0" w:firstRowFirstColumn="0" w:firstRowLastColumn="0" w:lastRowFirstColumn="0" w:lastRowLastColumn="0"/>
            </w:pPr>
            <w:r w:rsidRPr="00D04996">
              <w:t>……………………………………………………………..</w:t>
            </w:r>
          </w:p>
          <w:p w14:paraId="7F1D818E"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Aktualizace ZP</w:t>
            </w:r>
          </w:p>
          <w:p w14:paraId="2A00155B"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7719969B" w14:textId="77777777" w:rsidR="00610629" w:rsidRDefault="00610629" w:rsidP="009C7476">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Odevzdání návrhu žádosti o spolufinancování stavby z fondu EU.</w:t>
            </w:r>
          </w:p>
          <w:p w14:paraId="5F9B79C3" w14:textId="77777777" w:rsidR="009C7476" w:rsidRPr="00D04996" w:rsidRDefault="009C7476" w:rsidP="009C7476">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73AE9FA0" w14:textId="3E49BD07" w:rsidR="009C7476" w:rsidRPr="00892811" w:rsidRDefault="00F14E5A" w:rsidP="00F14E5A">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 xml:space="preserve">Odevzdání pracovní verze </w:t>
            </w:r>
            <w:r w:rsidR="009C7476">
              <w:t>BEP</w:t>
            </w:r>
            <w:r>
              <w:t xml:space="preserve"> se zapracovanými připomínkami</w:t>
            </w:r>
            <w:r w:rsidR="009C7476" w:rsidRPr="00D04996">
              <w:t>, dle požadav</w:t>
            </w:r>
            <w:r w:rsidR="009C7476">
              <w:t>ků BIM Protokolu.</w:t>
            </w:r>
          </w:p>
        </w:tc>
        <w:tc>
          <w:tcPr>
            <w:tcW w:w="3393" w:type="dxa"/>
            <w:vAlign w:val="top"/>
          </w:tcPr>
          <w:p w14:paraId="2AC521F9"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67B51A08"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29B4972C"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10184CE7"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0F4AEC33"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48540F6F"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p w14:paraId="5BE0E3EC"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5D94C354"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2F164B41"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0551B902"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0D2EAAC0" w14:textId="68DD02EB" w:rsidR="00610629" w:rsidRPr="00EE221B"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 xml:space="preserve">Kopie oznámení zahájení stavebního řízení od DÚ. </w:t>
            </w:r>
          </w:p>
        </w:tc>
      </w:tr>
      <w:tr w:rsidR="00892811" w:rsidRPr="00841876" w14:paraId="14E863C3"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53CDAC0B" w14:textId="78B81252" w:rsidR="00892811" w:rsidRPr="00D04996" w:rsidRDefault="00892811" w:rsidP="00892811">
            <w:pPr>
              <w:pStyle w:val="Tabulka"/>
              <w:rPr>
                <w:rStyle w:val="Tun"/>
              </w:rPr>
            </w:pPr>
            <w:r>
              <w:rPr>
                <w:rStyle w:val="Tun"/>
              </w:rPr>
              <w:t>5</w:t>
            </w:r>
            <w:r w:rsidR="006F5013">
              <w:rPr>
                <w:rStyle w:val="Tun"/>
              </w:rPr>
              <w:t>a</w:t>
            </w:r>
            <w:r>
              <w:rPr>
                <w:rStyle w:val="Tun"/>
              </w:rPr>
              <w:t xml:space="preserve">. </w:t>
            </w:r>
            <w:r w:rsidRPr="00D04996">
              <w:rPr>
                <w:rStyle w:val="Tun"/>
              </w:rPr>
              <w:t>Dílčí etapa</w:t>
            </w:r>
          </w:p>
        </w:tc>
        <w:tc>
          <w:tcPr>
            <w:tcW w:w="3005" w:type="dxa"/>
            <w:vAlign w:val="top"/>
          </w:tcPr>
          <w:p w14:paraId="144E00A2" w14:textId="2A0EABE6" w:rsidR="00892811" w:rsidRPr="00E57427" w:rsidRDefault="00F74AE4" w:rsidP="00F74AE4">
            <w:pPr>
              <w:pStyle w:val="Tabulka"/>
              <w:cnfStyle w:val="000000000000" w:firstRow="0" w:lastRow="0" w:firstColumn="0" w:lastColumn="0" w:oddVBand="0" w:evenVBand="0" w:oddHBand="0" w:evenHBand="0" w:firstRowFirstColumn="0" w:firstRowLastColumn="0" w:lastRowFirstColumn="0" w:lastRowLastColumn="0"/>
              <w:rPr>
                <w:b/>
                <w:bCs/>
              </w:rPr>
            </w:pPr>
            <w:r w:rsidRPr="00E57427">
              <w:rPr>
                <w:b/>
                <w:bCs/>
              </w:rPr>
              <w:t>do 3 měsíců od doručení výzvy Objednatele*</w:t>
            </w:r>
          </w:p>
        </w:tc>
        <w:tc>
          <w:tcPr>
            <w:tcW w:w="3726" w:type="dxa"/>
            <w:vAlign w:val="top"/>
          </w:tcPr>
          <w:p w14:paraId="62AB8471" w14:textId="75FFC23E" w:rsidR="00892811" w:rsidRPr="00E57427" w:rsidRDefault="00892811" w:rsidP="00155095">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E57427">
              <w:t>Odevzdání dokumentace PDPS</w:t>
            </w:r>
            <w:r w:rsidRPr="00E57427">
              <w:rPr>
                <w:b/>
              </w:rPr>
              <w:t xml:space="preserve">* </w:t>
            </w:r>
            <w:r w:rsidRPr="00E57427">
              <w:t>v režimu BIM v rozsahu dle VTP (v členění dle příslušnosti stavebních úřadů, včetně soupisu prací a výkaz výměr, včetně ZOV</w:t>
            </w:r>
            <w:r w:rsidR="00996472">
              <w:t>,</w:t>
            </w:r>
            <w:r w:rsidR="00155095" w:rsidRPr="00E57427">
              <w:t xml:space="preserve"> vyjma Dokladové část</w:t>
            </w:r>
            <w:r w:rsidR="00996472">
              <w:t>i</w:t>
            </w:r>
            <w:r w:rsidR="00155095" w:rsidRPr="00E57427">
              <w:t xml:space="preserve"> pro správní řízení</w:t>
            </w:r>
            <w:r w:rsidR="00996472">
              <w:t>, a</w:t>
            </w:r>
            <w:r w:rsidR="00155095" w:rsidRPr="00E57427">
              <w:t xml:space="preserve"> Geodetický podklad pro projektov</w:t>
            </w:r>
            <w:bookmarkStart w:id="1" w:name="_GoBack"/>
            <w:bookmarkEnd w:id="1"/>
            <w:r w:rsidR="00155095" w:rsidRPr="00E57427">
              <w:t>ou činnost zpracovaný podle jiných právních předpisů</w:t>
            </w:r>
            <w:r w:rsidRPr="00E57427">
              <w:t xml:space="preserve">) k připomínkám. </w:t>
            </w:r>
          </w:p>
          <w:p w14:paraId="6904DB02" w14:textId="77777777" w:rsidR="00892811" w:rsidRPr="00E57427" w:rsidRDefault="00892811" w:rsidP="00892811">
            <w:pPr>
              <w:pStyle w:val="Textbezodsazen"/>
              <w:spacing w:after="40"/>
              <w:cnfStyle w:val="000000000000" w:firstRow="0" w:lastRow="0" w:firstColumn="0" w:lastColumn="0" w:oddVBand="0" w:evenVBand="0" w:oddHBand="0" w:evenHBand="0" w:firstRowFirstColumn="0" w:firstRowLastColumn="0" w:lastRowFirstColumn="0" w:lastRowLastColumn="0"/>
            </w:pPr>
            <w:r w:rsidRPr="00E57427">
              <w:t>……………………………………………………………..</w:t>
            </w:r>
          </w:p>
          <w:p w14:paraId="6F5A6029" w14:textId="77777777" w:rsidR="00892811" w:rsidRPr="00E57427" w:rsidRDefault="00892811" w:rsidP="00892811">
            <w:pPr>
              <w:pStyle w:val="Tabulka"/>
              <w:cnfStyle w:val="000000000000" w:firstRow="0" w:lastRow="0" w:firstColumn="0" w:lastColumn="0" w:oddVBand="0" w:evenVBand="0" w:oddHBand="0" w:evenHBand="0" w:firstRowFirstColumn="0" w:firstRowLastColumn="0" w:lastRowFirstColumn="0" w:lastRowLastColumn="0"/>
            </w:pPr>
            <w:r w:rsidRPr="00E57427">
              <w:t>Návrh ZTP na realizaci stavby</w:t>
            </w:r>
          </w:p>
          <w:p w14:paraId="23475C85" w14:textId="77777777" w:rsidR="009C7476" w:rsidRPr="00E57427" w:rsidRDefault="009C7476" w:rsidP="009C7476">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E57427">
              <w:t>……………………………………………………………..</w:t>
            </w:r>
          </w:p>
          <w:p w14:paraId="0F7B0A24" w14:textId="1CD0AE3A" w:rsidR="009C7476" w:rsidRPr="00E57427" w:rsidRDefault="000B07AC" w:rsidP="000B07AC">
            <w:pPr>
              <w:pStyle w:val="Tabulka"/>
              <w:cnfStyle w:val="000000000000" w:firstRow="0" w:lastRow="0" w:firstColumn="0" w:lastColumn="0" w:oddVBand="0" w:evenVBand="0" w:oddHBand="0" w:evenHBand="0" w:firstRowFirstColumn="0" w:firstRowLastColumn="0" w:lastRowFirstColumn="0" w:lastRowLastColumn="0"/>
            </w:pPr>
            <w:r w:rsidRPr="00E57427">
              <w:t xml:space="preserve">Rozpracování </w:t>
            </w:r>
            <w:r w:rsidR="009C7476" w:rsidRPr="00E57427">
              <w:t xml:space="preserve">BEP, dle požadavků BIM Protokolu k připomínkám a návrh struktury </w:t>
            </w:r>
            <w:r w:rsidRPr="00E57427">
              <w:t>Závěrečné hodnotící zprávy</w:t>
            </w:r>
          </w:p>
        </w:tc>
        <w:tc>
          <w:tcPr>
            <w:tcW w:w="3393" w:type="dxa"/>
            <w:vAlign w:val="top"/>
          </w:tcPr>
          <w:p w14:paraId="7E40BEE5" w14:textId="46B26639" w:rsidR="00892811" w:rsidRPr="00D04996" w:rsidRDefault="0084489B" w:rsidP="00892811">
            <w:pPr>
              <w:pStyle w:val="Tabulka"/>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tc>
      </w:tr>
      <w:tr w:rsidR="006F5013" w:rsidRPr="00841876" w14:paraId="10D23BA3"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BDF3FFD" w14:textId="6045154A" w:rsidR="006F5013" w:rsidRDefault="006F5013" w:rsidP="00892811">
            <w:pPr>
              <w:pStyle w:val="Tabulka"/>
              <w:rPr>
                <w:rStyle w:val="Tun"/>
              </w:rPr>
            </w:pPr>
            <w:r>
              <w:rPr>
                <w:rStyle w:val="Tun"/>
              </w:rPr>
              <w:t xml:space="preserve">5b. </w:t>
            </w:r>
            <w:r w:rsidRPr="00D04996">
              <w:rPr>
                <w:rStyle w:val="Tun"/>
              </w:rPr>
              <w:t>Dílčí etapa</w:t>
            </w:r>
          </w:p>
        </w:tc>
        <w:tc>
          <w:tcPr>
            <w:tcW w:w="3005" w:type="dxa"/>
            <w:vAlign w:val="top"/>
          </w:tcPr>
          <w:p w14:paraId="0EA6888E" w14:textId="356CC369" w:rsidR="006F5013" w:rsidRPr="000D21E5" w:rsidRDefault="00E57427" w:rsidP="00E57427">
            <w:pPr>
              <w:pStyle w:val="Tabulka"/>
              <w:cnfStyle w:val="000000000000" w:firstRow="0" w:lastRow="0" w:firstColumn="0" w:lastColumn="0" w:oddVBand="0" w:evenVBand="0" w:oddHBand="0" w:evenHBand="0" w:firstRowFirstColumn="0" w:firstRowLastColumn="0" w:lastRowFirstColumn="0" w:lastRowLastColumn="0"/>
              <w:rPr>
                <w:b/>
                <w:bCs/>
                <w:highlight w:val="cyan"/>
              </w:rPr>
            </w:pPr>
            <w:r w:rsidRPr="00E57427">
              <w:rPr>
                <w:b/>
                <w:bCs/>
              </w:rPr>
              <w:t>do 6</w:t>
            </w:r>
            <w:r w:rsidR="006F5013" w:rsidRPr="00E57427">
              <w:rPr>
                <w:b/>
                <w:bCs/>
              </w:rPr>
              <w:t xml:space="preserve"> měsíc</w:t>
            </w:r>
            <w:r w:rsidRPr="00E57427">
              <w:rPr>
                <w:b/>
                <w:bCs/>
              </w:rPr>
              <w:t>ů</w:t>
            </w:r>
            <w:r w:rsidR="006F5013" w:rsidRPr="00E57427">
              <w:rPr>
                <w:b/>
                <w:bCs/>
              </w:rPr>
              <w:t xml:space="preserve"> </w:t>
            </w:r>
            <w:r w:rsidRPr="00E57427">
              <w:rPr>
                <w:b/>
                <w:bCs/>
              </w:rPr>
              <w:t>od doručení výzvy Objednatele*</w:t>
            </w:r>
          </w:p>
        </w:tc>
        <w:tc>
          <w:tcPr>
            <w:tcW w:w="3726" w:type="dxa"/>
            <w:vAlign w:val="top"/>
          </w:tcPr>
          <w:p w14:paraId="1ED8E99E" w14:textId="108E57A8" w:rsidR="00155095" w:rsidRDefault="00155095" w:rsidP="00155095">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Dokladová část pro správní řízení</w:t>
            </w:r>
          </w:p>
          <w:p w14:paraId="10F76631" w14:textId="77777777" w:rsidR="00E57427" w:rsidRPr="00D04996" w:rsidRDefault="00E57427" w:rsidP="00E57427">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25D1798B" w14:textId="3969F88D" w:rsidR="006F5013" w:rsidRPr="00D04996" w:rsidRDefault="00155095" w:rsidP="00155095">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Geodetický podklad pro projektovou činnost zpracovaný podle jiných právních předpisů</w:t>
            </w:r>
          </w:p>
        </w:tc>
        <w:tc>
          <w:tcPr>
            <w:tcW w:w="3393" w:type="dxa"/>
            <w:vAlign w:val="top"/>
          </w:tcPr>
          <w:p w14:paraId="703087AF" w14:textId="03A6AF56" w:rsidR="006F5013" w:rsidRPr="00D04996" w:rsidRDefault="006A7B9E" w:rsidP="00892811">
            <w:pPr>
              <w:pStyle w:val="Tabulka"/>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tc>
      </w:tr>
      <w:tr w:rsidR="00892811" w:rsidRPr="00841876" w14:paraId="56B1CBB3"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41BE7FAC" w14:textId="01601A8F" w:rsidR="00892811" w:rsidRPr="00841876" w:rsidRDefault="00892811" w:rsidP="00892811">
            <w:pPr>
              <w:pStyle w:val="Tabulka"/>
              <w:rPr>
                <w:rStyle w:val="Tun"/>
                <w:sz w:val="16"/>
                <w:szCs w:val="16"/>
              </w:rPr>
            </w:pPr>
            <w:r>
              <w:rPr>
                <w:rStyle w:val="Tun"/>
              </w:rPr>
              <w:t>6</w:t>
            </w:r>
            <w:r w:rsidRPr="00D04996">
              <w:rPr>
                <w:rStyle w:val="Tun"/>
              </w:rPr>
              <w:t>. Dílčí etapa</w:t>
            </w:r>
          </w:p>
        </w:tc>
        <w:tc>
          <w:tcPr>
            <w:tcW w:w="3005" w:type="dxa"/>
            <w:vAlign w:val="top"/>
          </w:tcPr>
          <w:p w14:paraId="3686C0B7" w14:textId="0F166639" w:rsidR="00892811" w:rsidRPr="00841876" w:rsidRDefault="00E57427" w:rsidP="00E5742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b/>
                <w:bCs/>
              </w:rPr>
              <w:t>do 10</w:t>
            </w:r>
            <w:r w:rsidR="00892811" w:rsidRPr="00D04996">
              <w:rPr>
                <w:b/>
                <w:bCs/>
              </w:rPr>
              <w:t xml:space="preserve"> měsíců</w:t>
            </w:r>
            <w:r w:rsidR="00892811" w:rsidRPr="00D04996">
              <w:t xml:space="preserve"> </w:t>
            </w:r>
            <w:r w:rsidRPr="00E57427">
              <w:rPr>
                <w:b/>
                <w:bCs/>
              </w:rPr>
              <w:t>od doručení výzvy Objednatele*</w:t>
            </w:r>
            <w:r w:rsidR="00892811" w:rsidRPr="00D04996">
              <w:t xml:space="preserve"> </w:t>
            </w:r>
          </w:p>
        </w:tc>
        <w:tc>
          <w:tcPr>
            <w:tcW w:w="3726" w:type="dxa"/>
            <w:vAlign w:val="top"/>
          </w:tcPr>
          <w:p w14:paraId="041863D4" w14:textId="77777777" w:rsidR="00892811" w:rsidRDefault="00892811" w:rsidP="00892811">
            <w:pPr>
              <w:pStyle w:val="Tabulka"/>
              <w:cnfStyle w:val="000000000000" w:firstRow="0" w:lastRow="0" w:firstColumn="0" w:lastColumn="0" w:oddVBand="0" w:evenVBand="0" w:oddHBand="0" w:evenHBand="0" w:firstRowFirstColumn="0" w:firstRowLastColumn="0" w:lastRowFirstColumn="0" w:lastRowLastColumn="0"/>
            </w:pPr>
            <w:r>
              <w:t>Definitivní odevzdání</w:t>
            </w:r>
            <w:r w:rsidRPr="00D04996">
              <w:t xml:space="preserve"> PDPS s kompletní dokladovou části, náklady a oceněnými soupisy prací ve struktuře dle VTP a BIM Protokolu, a čistopisu ZTP na realizaci stavby.</w:t>
            </w:r>
          </w:p>
          <w:p w14:paraId="468E082E" w14:textId="77777777" w:rsidR="000B07AC" w:rsidRPr="00D04996" w:rsidRDefault="000B07AC" w:rsidP="000B07AC">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7D247C37" w14:textId="77777777" w:rsidR="000B07AC" w:rsidRDefault="000B07AC" w:rsidP="000B07AC">
            <w:pPr>
              <w:pStyle w:val="Tabulka"/>
              <w:cnfStyle w:val="000000000000" w:firstRow="0" w:lastRow="0" w:firstColumn="0" w:lastColumn="0" w:oddVBand="0" w:evenVBand="0" w:oddHBand="0" w:evenHBand="0" w:firstRowFirstColumn="0" w:firstRowLastColumn="0" w:lastRowFirstColumn="0" w:lastRowLastColumn="0"/>
            </w:pPr>
            <w:r>
              <w:t xml:space="preserve">Odevzdání definitivního BEP a </w:t>
            </w:r>
            <w:r w:rsidRPr="000B07AC">
              <w:t>Závěrečné hodnotící zprávy</w:t>
            </w:r>
          </w:p>
          <w:p w14:paraId="113696CC" w14:textId="77777777" w:rsidR="000B07AC" w:rsidRPr="00D04996" w:rsidRDefault="000B07AC" w:rsidP="000B07AC">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6A9BF4B6" w14:textId="5C19865D" w:rsidR="000B07AC" w:rsidRPr="00EE221B" w:rsidRDefault="000B07AC" w:rsidP="000B07A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Předání kompletního Informačního modelu stavby.</w:t>
            </w:r>
          </w:p>
        </w:tc>
        <w:tc>
          <w:tcPr>
            <w:tcW w:w="3393" w:type="dxa"/>
            <w:vAlign w:val="top"/>
          </w:tcPr>
          <w:p w14:paraId="518AD8F3" w14:textId="42FF4F7C" w:rsidR="00892811" w:rsidRPr="00EE221B"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Předávací protokol (pro Část Díla)</w:t>
            </w:r>
          </w:p>
        </w:tc>
      </w:tr>
      <w:tr w:rsidR="00892811" w:rsidRPr="00841876" w14:paraId="2FEF353E"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7DE081AB" w14:textId="2E85EC77" w:rsidR="00892811" w:rsidRPr="00841876" w:rsidRDefault="00892811" w:rsidP="00892811">
            <w:pPr>
              <w:pStyle w:val="Tabulka"/>
              <w:rPr>
                <w:rStyle w:val="Tun"/>
                <w:sz w:val="16"/>
                <w:szCs w:val="16"/>
              </w:rPr>
            </w:pPr>
            <w:r>
              <w:rPr>
                <w:rStyle w:val="Tun"/>
              </w:rPr>
              <w:t>7</w:t>
            </w:r>
            <w:r w:rsidRPr="00D04996">
              <w:rPr>
                <w:rStyle w:val="Tun"/>
              </w:rPr>
              <w:t>. Dílčí etapa</w:t>
            </w:r>
          </w:p>
        </w:tc>
        <w:tc>
          <w:tcPr>
            <w:tcW w:w="3005" w:type="dxa"/>
            <w:vAlign w:val="top"/>
          </w:tcPr>
          <w:p w14:paraId="05588271" w14:textId="3580D303" w:rsidR="00892811" w:rsidRPr="00841876" w:rsidRDefault="0084489B" w:rsidP="0084489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b/>
                <w:bCs/>
              </w:rPr>
              <w:t>předpoklad d</w:t>
            </w:r>
            <w:r w:rsidR="00E57427">
              <w:rPr>
                <w:b/>
                <w:bCs/>
              </w:rPr>
              <w:t>o 1</w:t>
            </w:r>
            <w:r>
              <w:rPr>
                <w:b/>
                <w:bCs/>
              </w:rPr>
              <w:t>4</w:t>
            </w:r>
            <w:r w:rsidR="00892811" w:rsidRPr="00D04996">
              <w:rPr>
                <w:b/>
                <w:bCs/>
              </w:rPr>
              <w:t xml:space="preserve"> měsíců</w:t>
            </w:r>
            <w:r w:rsidR="00892811" w:rsidRPr="00D04996">
              <w:t xml:space="preserve"> </w:t>
            </w:r>
            <w:r w:rsidR="00E57427" w:rsidRPr="00E57427">
              <w:rPr>
                <w:b/>
                <w:bCs/>
              </w:rPr>
              <w:t>od doručení výzvy Objednatele*</w:t>
            </w:r>
            <w:r w:rsidR="00892811" w:rsidRPr="00D04996">
              <w:t xml:space="preserve"> </w:t>
            </w:r>
          </w:p>
        </w:tc>
        <w:tc>
          <w:tcPr>
            <w:tcW w:w="3726" w:type="dxa"/>
            <w:vAlign w:val="top"/>
          </w:tcPr>
          <w:p w14:paraId="2F90D1D0" w14:textId="0CA09370"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t>Nepravomocné společné</w:t>
            </w:r>
            <w:r w:rsidRPr="00D04996">
              <w:t xml:space="preserve"> povolení</w:t>
            </w:r>
            <w:r>
              <w:t xml:space="preserve"> stavby dopravní infrastruktury.</w:t>
            </w:r>
          </w:p>
        </w:tc>
        <w:tc>
          <w:tcPr>
            <w:tcW w:w="3393" w:type="dxa"/>
            <w:vAlign w:val="top"/>
          </w:tcPr>
          <w:p w14:paraId="7980ABC7" w14:textId="77777777" w:rsidR="00892811" w:rsidRPr="00D04996" w:rsidRDefault="00892811" w:rsidP="00892811">
            <w:pPr>
              <w:pStyle w:val="Textbezodsazen"/>
              <w:jc w:val="left"/>
              <w:cnfStyle w:val="000000000000" w:firstRow="0" w:lastRow="0" w:firstColumn="0" w:lastColumn="0" w:oddVBand="0" w:evenVBand="0" w:oddHBand="0" w:evenHBand="0" w:firstRowFirstColumn="0" w:firstRowLastColumn="0" w:lastRowFirstColumn="0" w:lastRowLastColumn="0"/>
            </w:pPr>
            <w:r w:rsidRPr="00D04996">
              <w:t>S</w:t>
            </w:r>
            <w:r>
              <w:t xml:space="preserve">polečné povolení předané </w:t>
            </w:r>
            <w:r w:rsidRPr="00D04996">
              <w:t>Objednatel</w:t>
            </w:r>
            <w:r>
              <w:t>i</w:t>
            </w:r>
          </w:p>
          <w:p w14:paraId="584AF9F6" w14:textId="77777777" w:rsidR="00892811" w:rsidRPr="00D04996" w:rsidRDefault="00892811" w:rsidP="00892811">
            <w:pPr>
              <w:pStyle w:val="Textbezodsazen"/>
              <w:jc w:val="left"/>
              <w:cnfStyle w:val="000000000000" w:firstRow="0" w:lastRow="0" w:firstColumn="0" w:lastColumn="0" w:oddVBand="0" w:evenVBand="0" w:oddHBand="0" w:evenHBand="0" w:firstRowFirstColumn="0" w:firstRowLastColumn="0" w:lastRowFirstColumn="0" w:lastRowLastColumn="0"/>
            </w:pPr>
            <w:r w:rsidRPr="00D04996">
              <w:t>Protokol o provedení díla</w:t>
            </w:r>
          </w:p>
          <w:p w14:paraId="33C53782" w14:textId="4F643832"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04996">
              <w:t>Bez fakturace</w:t>
            </w:r>
          </w:p>
        </w:tc>
      </w:tr>
      <w:tr w:rsidR="00892811" w:rsidRPr="00841876" w14:paraId="2A4C27EA"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6DA5C26" w14:textId="10AB91FF" w:rsidR="00892811" w:rsidRPr="00841876" w:rsidRDefault="00892811" w:rsidP="00892811">
            <w:pPr>
              <w:pStyle w:val="Tabulka"/>
              <w:rPr>
                <w:rStyle w:val="Tun"/>
                <w:sz w:val="16"/>
                <w:szCs w:val="16"/>
              </w:rPr>
            </w:pPr>
            <w:r w:rsidRPr="00D04996">
              <w:rPr>
                <w:rStyle w:val="Tun"/>
              </w:rPr>
              <w:t>Termín dokončení Díla</w:t>
            </w:r>
          </w:p>
        </w:tc>
        <w:tc>
          <w:tcPr>
            <w:tcW w:w="3005" w:type="dxa"/>
            <w:vAlign w:val="top"/>
          </w:tcPr>
          <w:p w14:paraId="7C8C5401" w14:textId="015EC0FE" w:rsidR="00892811" w:rsidRDefault="00892811" w:rsidP="00892811">
            <w:pPr>
              <w:pStyle w:val="Textbezodsazen"/>
              <w:jc w:val="left"/>
              <w:cnfStyle w:val="000000000000" w:firstRow="0" w:lastRow="0" w:firstColumn="0" w:lastColumn="0" w:oddVBand="0" w:evenVBand="0" w:oddHBand="0" w:evenHBand="0" w:firstRowFirstColumn="0" w:firstRowLastColumn="0" w:lastRowFirstColumn="0" w:lastRowLastColumn="0"/>
            </w:pPr>
            <w:r w:rsidRPr="00D04996">
              <w:rPr>
                <w:b/>
                <w:bCs/>
              </w:rPr>
              <w:t xml:space="preserve">předpoklad do 12/2027 </w:t>
            </w:r>
            <w:r w:rsidRPr="00D04996">
              <w:t> (v závislo</w:t>
            </w:r>
            <w:r>
              <w:t xml:space="preserve">sti na zahájení </w:t>
            </w:r>
            <w:r w:rsidR="00C1258D">
              <w:t>7</w:t>
            </w:r>
            <w:r>
              <w:t>. Dílčí etapy)</w:t>
            </w:r>
            <w:r w:rsidRPr="00D04996">
              <w:t xml:space="preserve"> </w:t>
            </w:r>
          </w:p>
          <w:p w14:paraId="69B1EB57" w14:textId="78D05E62" w:rsidR="00892811" w:rsidRPr="00841876" w:rsidRDefault="00892811" w:rsidP="0003181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D04996">
              <w:t xml:space="preserve">autorský dozor s předpokladem výstavby  </w:t>
            </w:r>
            <w:r w:rsidR="00031819">
              <w:t>12/2025</w:t>
            </w:r>
            <w:r w:rsidRPr="00D04996">
              <w:t>-12/2027</w:t>
            </w:r>
          </w:p>
        </w:tc>
        <w:tc>
          <w:tcPr>
            <w:tcW w:w="3726" w:type="dxa"/>
            <w:vAlign w:val="top"/>
          </w:tcPr>
          <w:p w14:paraId="699E557A" w14:textId="481DFC31"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04996">
              <w:t>-</w:t>
            </w:r>
          </w:p>
        </w:tc>
        <w:tc>
          <w:tcPr>
            <w:tcW w:w="3393" w:type="dxa"/>
            <w:vAlign w:val="top"/>
          </w:tcPr>
          <w:p w14:paraId="54826AE8" w14:textId="374C8EC5"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04996">
              <w:t>Po ukončení přejímacího řízení Stavby a předložení výkazu poskytnutých služeb (o výkonu autorského dozoru projektanta)</w:t>
            </w:r>
          </w:p>
        </w:tc>
      </w:tr>
    </w:tbl>
    <w:p w14:paraId="528FBFCF" w14:textId="77777777" w:rsidR="009B7E53" w:rsidRDefault="009B7E53" w:rsidP="009B7E53">
      <w:pPr>
        <w:pStyle w:val="Nadpisbezsl1-2"/>
        <w:jc w:val="both"/>
        <w:rPr>
          <w:b w:val="0"/>
          <w:sz w:val="18"/>
          <w:szCs w:val="18"/>
        </w:rPr>
      </w:pPr>
    </w:p>
    <w:p w14:paraId="16DC39AC" w14:textId="5EAC0D5A" w:rsidR="00B72613" w:rsidRPr="009B7E53" w:rsidRDefault="009B7E53" w:rsidP="009B7E53">
      <w:pPr>
        <w:pStyle w:val="Nadpisbezsl1-2"/>
        <w:jc w:val="both"/>
        <w:rPr>
          <w:b w:val="0"/>
          <w:sz w:val="18"/>
          <w:szCs w:val="18"/>
        </w:rPr>
        <w:sectPr w:rsidR="00B72613" w:rsidRPr="009B7E53" w:rsidSect="00B24A25">
          <w:headerReference w:type="default" r:id="rId30"/>
          <w:footerReference w:type="even" r:id="rId31"/>
          <w:footerReference w:type="default" r:id="rId32"/>
          <w:pgSz w:w="16838" w:h="11906" w:orient="landscape" w:code="9"/>
          <w:pgMar w:top="1418" w:right="1588" w:bottom="1134" w:left="1588" w:header="595" w:footer="624" w:gutter="0"/>
          <w:pgNumType w:start="1"/>
          <w:cols w:space="708"/>
          <w:docGrid w:linePitch="360"/>
        </w:sectPr>
      </w:pPr>
      <w:r w:rsidRPr="009B7E53">
        <w:rPr>
          <w:b w:val="0"/>
          <w:sz w:val="18"/>
          <w:szCs w:val="18"/>
        </w:rPr>
        <w:t xml:space="preserve">* </w:t>
      </w:r>
      <w:r>
        <w:rPr>
          <w:b w:val="0"/>
          <w:sz w:val="18"/>
          <w:szCs w:val="18"/>
        </w:rPr>
        <w:t xml:space="preserve">Práce na dokumentaci ve stupni PDPS budou zahájeny na základě písemného pokynu </w:t>
      </w:r>
      <w:r w:rsidRPr="009B7E53">
        <w:rPr>
          <w:b w:val="0"/>
          <w:sz w:val="18"/>
          <w:szCs w:val="18"/>
        </w:rPr>
        <w:t>Objednatele k zahájení prací nebo činnosti</w:t>
      </w:r>
      <w:r>
        <w:rPr>
          <w:b w:val="0"/>
          <w:sz w:val="18"/>
          <w:szCs w:val="18"/>
        </w:rPr>
        <w:t>. Pokyn Objednatele bude zaslán</w:t>
      </w:r>
      <w:r w:rsidRPr="009B7E53">
        <w:rPr>
          <w:b w:val="0"/>
          <w:sz w:val="18"/>
          <w:szCs w:val="18"/>
        </w:rPr>
        <w:t xml:space="preserve"> elektronicky na e-mailovou adresu Zhotovitele uvedenou v Příloze č. 6 u Oprávněné osoby za Zhotovitele na pozici</w:t>
      </w:r>
      <w:r w:rsidR="00F74AE4">
        <w:rPr>
          <w:b w:val="0"/>
          <w:sz w:val="18"/>
          <w:szCs w:val="18"/>
        </w:rPr>
        <w:t xml:space="preserve"> Hlavní inženýr projektu </w:t>
      </w:r>
      <w:r w:rsidR="00F74AE4" w:rsidRPr="00426E6D">
        <w:rPr>
          <w:b w:val="0"/>
          <w:sz w:val="18"/>
          <w:szCs w:val="18"/>
        </w:rPr>
        <w:t xml:space="preserve">(HIP) </w:t>
      </w:r>
      <w:r w:rsidR="00426E6D" w:rsidRPr="00426E6D">
        <w:rPr>
          <w:b w:val="0"/>
          <w:sz w:val="18"/>
          <w:szCs w:val="18"/>
        </w:rPr>
        <w:t>nejpozději do 9</w:t>
      </w:r>
      <w:r w:rsidR="00F74AE4" w:rsidRPr="00426E6D">
        <w:rPr>
          <w:b w:val="0"/>
          <w:sz w:val="18"/>
          <w:szCs w:val="18"/>
        </w:rPr>
        <w:t xml:space="preserve">0 dnů </w:t>
      </w:r>
      <w:r w:rsidR="00D856CC" w:rsidRPr="00426E6D">
        <w:rPr>
          <w:b w:val="0"/>
          <w:sz w:val="18"/>
          <w:szCs w:val="18"/>
        </w:rPr>
        <w:t xml:space="preserve"> </w:t>
      </w:r>
      <w:r w:rsidR="00D856CC" w:rsidRPr="00426E6D">
        <w:rPr>
          <w:b w:val="0"/>
        </w:rPr>
        <w:t>po definitivním odevzdání dokumentace DUSL.</w:t>
      </w: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1A11DAF1" w14:textId="77777777" w:rsidR="00411481" w:rsidRPr="004B3220" w:rsidRDefault="00411481" w:rsidP="00817F98">
      <w:pPr>
        <w:pStyle w:val="Textbezodsazen"/>
        <w:rPr>
          <w:strike/>
          <w:color w:val="FF0000"/>
        </w:rPr>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04384B1" w:rsidR="00817F98" w:rsidRPr="0054624A" w:rsidRDefault="002E4FBD" w:rsidP="00817F98">
      <w:pPr>
        <w:pStyle w:val="Nadpistabulky"/>
        <w:rPr>
          <w:sz w:val="18"/>
          <w:szCs w:val="18"/>
        </w:rPr>
      </w:pPr>
      <w:r w:rsidRPr="0054624A">
        <w:rPr>
          <w:sz w:val="18"/>
          <w:szCs w:val="18"/>
        </w:rPr>
        <w:t>Hlavní projektant (HIP)</w:t>
      </w:r>
      <w:r w:rsidR="0017165B">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0CE475C8" w:rsidR="00817F98" w:rsidRPr="00F95FBD" w:rsidRDefault="0017165B" w:rsidP="00817F98">
      <w:pPr>
        <w:pStyle w:val="Nadpistabulky"/>
        <w:rPr>
          <w:sz w:val="18"/>
          <w:szCs w:val="18"/>
        </w:rPr>
      </w:pPr>
      <w:r>
        <w:rPr>
          <w:sz w:val="18"/>
          <w:szCs w:val="18"/>
        </w:rPr>
        <w:t>Architekt</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6157E889" w14:textId="48C90EBC"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3A812A2E" w:rsidR="00817F98" w:rsidRDefault="00817F98" w:rsidP="00817F98">
      <w:pPr>
        <w:pStyle w:val="Tabulka"/>
      </w:pPr>
    </w:p>
    <w:p w14:paraId="3C803CC6" w14:textId="77777777" w:rsidR="0017165B" w:rsidRPr="009044B1" w:rsidRDefault="0017165B" w:rsidP="0017165B">
      <w:pPr>
        <w:pStyle w:val="Nadpistabulky"/>
        <w:rPr>
          <w:strike/>
          <w:color w:val="FF0000"/>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7165B" w:rsidRPr="00F95FBD" w14:paraId="4E99E14F" w14:textId="77777777" w:rsidTr="00BE3C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A842DC" w14:textId="77777777" w:rsidR="0017165B" w:rsidRPr="00F95FBD" w:rsidRDefault="0017165B" w:rsidP="00BE3CA4">
            <w:pPr>
              <w:pStyle w:val="Tabulka"/>
              <w:keepNext/>
              <w:rPr>
                <w:rStyle w:val="Nadpisvtabulce"/>
              </w:rPr>
            </w:pPr>
            <w:r w:rsidRPr="00F95FBD">
              <w:rPr>
                <w:rStyle w:val="Nadpisvtabulce"/>
              </w:rPr>
              <w:t>Jméno a příjmení</w:t>
            </w:r>
          </w:p>
        </w:tc>
        <w:tc>
          <w:tcPr>
            <w:tcW w:w="5812" w:type="dxa"/>
            <w:shd w:val="clear" w:color="auto" w:fill="auto"/>
          </w:tcPr>
          <w:p w14:paraId="3819BDFA" w14:textId="77777777" w:rsidR="0017165B" w:rsidRPr="00F95FBD" w:rsidRDefault="0017165B" w:rsidP="00BE3CA4">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7165B" w:rsidRPr="00F95FBD" w14:paraId="2CA45201" w14:textId="77777777" w:rsidTr="00BE3C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65641A" w14:textId="77777777" w:rsidR="0017165B" w:rsidRPr="00F95FBD" w:rsidRDefault="0017165B" w:rsidP="00BE3CA4">
            <w:pPr>
              <w:pStyle w:val="Tabulka"/>
              <w:keepNext/>
            </w:pPr>
            <w:r w:rsidRPr="00F95FBD">
              <w:t>Adresa</w:t>
            </w:r>
          </w:p>
        </w:tc>
        <w:tc>
          <w:tcPr>
            <w:tcW w:w="5812" w:type="dxa"/>
            <w:shd w:val="clear" w:color="auto" w:fill="auto"/>
          </w:tcPr>
          <w:p w14:paraId="4CBDE919" w14:textId="77777777" w:rsidR="0017165B" w:rsidRPr="00F95FBD" w:rsidRDefault="0017165B" w:rsidP="00BE3CA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7165B" w:rsidRPr="00F95FBD" w14:paraId="47FA328F" w14:textId="77777777" w:rsidTr="00BE3C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EAC422" w14:textId="77777777" w:rsidR="0017165B" w:rsidRPr="00F95FBD" w:rsidRDefault="0017165B" w:rsidP="00BE3CA4">
            <w:pPr>
              <w:pStyle w:val="Tabulka"/>
              <w:keepNext/>
            </w:pPr>
            <w:r w:rsidRPr="00F95FBD">
              <w:t>E-mail</w:t>
            </w:r>
          </w:p>
        </w:tc>
        <w:tc>
          <w:tcPr>
            <w:tcW w:w="5812" w:type="dxa"/>
            <w:shd w:val="clear" w:color="auto" w:fill="auto"/>
          </w:tcPr>
          <w:p w14:paraId="67732909" w14:textId="77777777" w:rsidR="0017165B" w:rsidRPr="00F95FBD" w:rsidRDefault="0017165B" w:rsidP="00BE3CA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7165B" w:rsidRPr="00F95FBD" w14:paraId="5C342BB9" w14:textId="77777777" w:rsidTr="00BE3C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726E31" w14:textId="77777777" w:rsidR="0017165B" w:rsidRPr="00F95FBD" w:rsidRDefault="0017165B" w:rsidP="00BE3CA4">
            <w:pPr>
              <w:pStyle w:val="Tabulka"/>
            </w:pPr>
            <w:r w:rsidRPr="00F95FBD">
              <w:t>Telefon</w:t>
            </w:r>
          </w:p>
        </w:tc>
        <w:tc>
          <w:tcPr>
            <w:tcW w:w="5812" w:type="dxa"/>
            <w:shd w:val="clear" w:color="auto" w:fill="auto"/>
          </w:tcPr>
          <w:p w14:paraId="14FA2A44" w14:textId="77777777" w:rsidR="0017165B" w:rsidRPr="00F95FBD" w:rsidRDefault="0017165B" w:rsidP="00BE3C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3BEAE6" w14:textId="77777777" w:rsidR="0017165B" w:rsidRPr="00F95FBD" w:rsidRDefault="0017165B"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58BF716D"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sidR="0017165B">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17165B" w:rsidRDefault="00817F98" w:rsidP="00817F98">
            <w:pPr>
              <w:pStyle w:val="Tabulka"/>
              <w:rPr>
                <w:rStyle w:val="Nadpisvtabulce"/>
              </w:rPr>
            </w:pPr>
            <w:r w:rsidRPr="0017165B">
              <w:rPr>
                <w:rStyle w:val="Nadpisvtabulce"/>
              </w:rPr>
              <w:t>Jméno a příjmení</w:t>
            </w:r>
          </w:p>
        </w:tc>
        <w:tc>
          <w:tcPr>
            <w:tcW w:w="5812" w:type="dxa"/>
            <w:shd w:val="clear" w:color="auto" w:fill="auto"/>
          </w:tcPr>
          <w:p w14:paraId="1A3B505D" w14:textId="77777777" w:rsidR="00817F98" w:rsidRPr="0017165B"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17165B">
              <w:rPr>
                <w:b/>
                <w:highlight w:val="yellow"/>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C4692E0"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110F6D70"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sidR="0068350B">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62467BB5" w:rsidR="00817F98" w:rsidRDefault="00817F98" w:rsidP="00817F98">
      <w:pPr>
        <w:pStyle w:val="Tabulka"/>
      </w:pPr>
    </w:p>
    <w:p w14:paraId="7C311ED0" w14:textId="77777777" w:rsidR="0068350B" w:rsidRPr="00F95FBD" w:rsidRDefault="0068350B" w:rsidP="0068350B">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68350B" w:rsidRPr="0017282C" w14:paraId="6F0F5E21" w14:textId="77777777" w:rsidTr="00BE3CA4">
        <w:trPr>
          <w:cnfStyle w:val="100000000000" w:firstRow="1" w:lastRow="0" w:firstColumn="0" w:lastColumn="0" w:oddVBand="0" w:evenVBand="0" w:oddHBand="0" w:evenHBand="0" w:firstRowFirstColumn="0" w:firstRowLastColumn="0" w:lastRowFirstColumn="0" w:lastRowLastColumn="0"/>
        </w:trPr>
        <w:tc>
          <w:tcPr>
            <w:tcW w:w="3056" w:type="dxa"/>
          </w:tcPr>
          <w:p w14:paraId="03780A93" w14:textId="77777777" w:rsidR="0068350B" w:rsidRPr="0017282C" w:rsidRDefault="0068350B" w:rsidP="00BE3CA4">
            <w:pPr>
              <w:pStyle w:val="Tabulka"/>
              <w:rPr>
                <w:rStyle w:val="Nadpisvtabulce"/>
                <w:b/>
              </w:rPr>
            </w:pPr>
            <w:r w:rsidRPr="0017282C">
              <w:rPr>
                <w:rStyle w:val="Nadpisvtabulce"/>
                <w:b/>
              </w:rPr>
              <w:t>Jméno a příjmení</w:t>
            </w:r>
          </w:p>
        </w:tc>
        <w:tc>
          <w:tcPr>
            <w:tcW w:w="5812" w:type="dxa"/>
          </w:tcPr>
          <w:p w14:paraId="2F3A6A5E" w14:textId="77777777" w:rsidR="0068350B" w:rsidRPr="0017282C" w:rsidRDefault="0068350B" w:rsidP="00BE3CA4">
            <w:pPr>
              <w:pStyle w:val="Tabulka"/>
            </w:pPr>
            <w:r w:rsidRPr="0017282C">
              <w:rPr>
                <w:highlight w:val="yellow"/>
              </w:rPr>
              <w:t>[VLOŽÍ ZHOTOVITEL]</w:t>
            </w:r>
          </w:p>
        </w:tc>
      </w:tr>
      <w:tr w:rsidR="0068350B" w:rsidRPr="0017282C" w14:paraId="7812F7AD" w14:textId="77777777" w:rsidTr="00BE3CA4">
        <w:tc>
          <w:tcPr>
            <w:tcW w:w="3056" w:type="dxa"/>
          </w:tcPr>
          <w:p w14:paraId="3B9B0ADB" w14:textId="77777777" w:rsidR="0068350B" w:rsidRPr="0017282C" w:rsidRDefault="0068350B" w:rsidP="00BE3CA4">
            <w:pPr>
              <w:pStyle w:val="Tabulka"/>
            </w:pPr>
            <w:r w:rsidRPr="0017282C">
              <w:t>Adresa</w:t>
            </w:r>
          </w:p>
        </w:tc>
        <w:tc>
          <w:tcPr>
            <w:tcW w:w="5812" w:type="dxa"/>
          </w:tcPr>
          <w:p w14:paraId="45FC3891" w14:textId="77777777" w:rsidR="0068350B" w:rsidRPr="0017282C" w:rsidRDefault="0068350B" w:rsidP="00BE3CA4">
            <w:pPr>
              <w:pStyle w:val="Tabulka"/>
            </w:pPr>
            <w:r w:rsidRPr="0017282C">
              <w:rPr>
                <w:highlight w:val="yellow"/>
              </w:rPr>
              <w:t>[VLOŽÍ ZHOTOVITEL]</w:t>
            </w:r>
          </w:p>
        </w:tc>
      </w:tr>
      <w:tr w:rsidR="0068350B" w:rsidRPr="00F95FBD" w14:paraId="038C8844" w14:textId="77777777" w:rsidTr="00BE3CA4">
        <w:tc>
          <w:tcPr>
            <w:tcW w:w="3056" w:type="dxa"/>
          </w:tcPr>
          <w:p w14:paraId="0AB4A25C" w14:textId="77777777" w:rsidR="0068350B" w:rsidRPr="00F95FBD" w:rsidRDefault="0068350B" w:rsidP="00BE3CA4">
            <w:pPr>
              <w:pStyle w:val="Tabulka"/>
            </w:pPr>
            <w:r w:rsidRPr="00F95FBD">
              <w:t>E-mail</w:t>
            </w:r>
          </w:p>
        </w:tc>
        <w:tc>
          <w:tcPr>
            <w:tcW w:w="5812" w:type="dxa"/>
          </w:tcPr>
          <w:p w14:paraId="4EC5564C" w14:textId="77777777" w:rsidR="0068350B" w:rsidRPr="00F95FBD" w:rsidRDefault="0068350B" w:rsidP="00BE3CA4">
            <w:pPr>
              <w:pStyle w:val="Tabulka"/>
            </w:pPr>
            <w:r w:rsidRPr="00F95FBD">
              <w:rPr>
                <w:highlight w:val="yellow"/>
              </w:rPr>
              <w:t>[VLOŽÍ ZHOTOVITEL]</w:t>
            </w:r>
          </w:p>
        </w:tc>
      </w:tr>
      <w:tr w:rsidR="0068350B" w:rsidRPr="00F95FBD" w14:paraId="00200F86" w14:textId="77777777" w:rsidTr="00BE3CA4">
        <w:tc>
          <w:tcPr>
            <w:tcW w:w="3056" w:type="dxa"/>
          </w:tcPr>
          <w:p w14:paraId="41544656" w14:textId="77777777" w:rsidR="0068350B" w:rsidRPr="00F95FBD" w:rsidRDefault="0068350B" w:rsidP="00BE3CA4">
            <w:pPr>
              <w:pStyle w:val="Tabulka"/>
            </w:pPr>
            <w:r w:rsidRPr="00F95FBD">
              <w:t>Telefon</w:t>
            </w:r>
          </w:p>
        </w:tc>
        <w:tc>
          <w:tcPr>
            <w:tcW w:w="5812" w:type="dxa"/>
          </w:tcPr>
          <w:p w14:paraId="591B1C78" w14:textId="77777777" w:rsidR="0068350B" w:rsidRPr="00F95FBD" w:rsidRDefault="0068350B" w:rsidP="00BE3CA4">
            <w:pPr>
              <w:pStyle w:val="Tabulka"/>
            </w:pPr>
            <w:r w:rsidRPr="00F95FBD">
              <w:rPr>
                <w:highlight w:val="yellow"/>
              </w:rPr>
              <w:t>[VLOŽÍ ZHOTOVITEL]</w:t>
            </w:r>
          </w:p>
        </w:tc>
      </w:tr>
    </w:tbl>
    <w:p w14:paraId="690038AE" w14:textId="77777777" w:rsidR="0068350B" w:rsidRDefault="0068350B" w:rsidP="0068350B">
      <w:pPr>
        <w:pStyle w:val="Tabulka"/>
      </w:pPr>
    </w:p>
    <w:p w14:paraId="488B6379" w14:textId="77777777" w:rsidR="0068350B" w:rsidRPr="00F95FBD" w:rsidRDefault="0068350B" w:rsidP="0068350B">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68350B" w:rsidRPr="0017282C" w14:paraId="04655A30" w14:textId="77777777" w:rsidTr="00BE3CA4">
        <w:trPr>
          <w:cnfStyle w:val="100000000000" w:firstRow="1" w:lastRow="0" w:firstColumn="0" w:lastColumn="0" w:oddVBand="0" w:evenVBand="0" w:oddHBand="0" w:evenHBand="0" w:firstRowFirstColumn="0" w:firstRowLastColumn="0" w:lastRowFirstColumn="0" w:lastRowLastColumn="0"/>
        </w:trPr>
        <w:tc>
          <w:tcPr>
            <w:tcW w:w="3056" w:type="dxa"/>
          </w:tcPr>
          <w:p w14:paraId="2673EF47" w14:textId="77777777" w:rsidR="0068350B" w:rsidRPr="0017282C" w:rsidRDefault="0068350B" w:rsidP="00BE3CA4">
            <w:pPr>
              <w:pStyle w:val="Tabulka"/>
              <w:rPr>
                <w:rStyle w:val="Nadpisvtabulce"/>
                <w:b/>
              </w:rPr>
            </w:pPr>
            <w:r w:rsidRPr="0017282C">
              <w:rPr>
                <w:rStyle w:val="Nadpisvtabulce"/>
                <w:b/>
              </w:rPr>
              <w:t>Jméno a příjmení</w:t>
            </w:r>
          </w:p>
        </w:tc>
        <w:tc>
          <w:tcPr>
            <w:tcW w:w="5812" w:type="dxa"/>
          </w:tcPr>
          <w:p w14:paraId="48AF33DC" w14:textId="77777777" w:rsidR="0068350B" w:rsidRPr="0017282C" w:rsidRDefault="0068350B" w:rsidP="00BE3CA4">
            <w:pPr>
              <w:pStyle w:val="Tabulka"/>
            </w:pPr>
            <w:r w:rsidRPr="0017282C">
              <w:rPr>
                <w:highlight w:val="yellow"/>
              </w:rPr>
              <w:t>[VLOŽÍ ZHOTOVITEL]</w:t>
            </w:r>
          </w:p>
        </w:tc>
      </w:tr>
      <w:tr w:rsidR="0068350B" w:rsidRPr="00F95FBD" w14:paraId="24E34343" w14:textId="77777777" w:rsidTr="00BE3CA4">
        <w:tc>
          <w:tcPr>
            <w:tcW w:w="3056" w:type="dxa"/>
          </w:tcPr>
          <w:p w14:paraId="3F41A00E" w14:textId="77777777" w:rsidR="0068350B" w:rsidRPr="00F95FBD" w:rsidRDefault="0068350B" w:rsidP="00BE3CA4">
            <w:pPr>
              <w:pStyle w:val="Tabulka"/>
            </w:pPr>
            <w:r w:rsidRPr="00F95FBD">
              <w:t>Adresa</w:t>
            </w:r>
          </w:p>
        </w:tc>
        <w:tc>
          <w:tcPr>
            <w:tcW w:w="5812" w:type="dxa"/>
          </w:tcPr>
          <w:p w14:paraId="53A610E7" w14:textId="77777777" w:rsidR="0068350B" w:rsidRPr="00F95FBD" w:rsidRDefault="0068350B" w:rsidP="00BE3CA4">
            <w:pPr>
              <w:pStyle w:val="Tabulka"/>
            </w:pPr>
            <w:r w:rsidRPr="00F95FBD">
              <w:rPr>
                <w:highlight w:val="yellow"/>
              </w:rPr>
              <w:t>[VLOŽÍ ZHOTOVITEL]</w:t>
            </w:r>
          </w:p>
        </w:tc>
      </w:tr>
      <w:tr w:rsidR="0068350B" w:rsidRPr="00F95FBD" w14:paraId="15B0663A" w14:textId="77777777" w:rsidTr="00BE3CA4">
        <w:tc>
          <w:tcPr>
            <w:tcW w:w="3056" w:type="dxa"/>
          </w:tcPr>
          <w:p w14:paraId="3D9836E9" w14:textId="77777777" w:rsidR="0068350B" w:rsidRPr="00F95FBD" w:rsidRDefault="0068350B" w:rsidP="00BE3CA4">
            <w:pPr>
              <w:pStyle w:val="Tabulka"/>
            </w:pPr>
            <w:r w:rsidRPr="00F95FBD">
              <w:t>E-mail</w:t>
            </w:r>
          </w:p>
        </w:tc>
        <w:tc>
          <w:tcPr>
            <w:tcW w:w="5812" w:type="dxa"/>
          </w:tcPr>
          <w:p w14:paraId="137F4CC2" w14:textId="77777777" w:rsidR="0068350B" w:rsidRPr="00F95FBD" w:rsidRDefault="0068350B" w:rsidP="00BE3CA4">
            <w:pPr>
              <w:pStyle w:val="Tabulka"/>
            </w:pPr>
            <w:r w:rsidRPr="00F95FBD">
              <w:rPr>
                <w:highlight w:val="yellow"/>
              </w:rPr>
              <w:t>[VLOŽÍ ZHOTOVITEL]</w:t>
            </w:r>
          </w:p>
        </w:tc>
      </w:tr>
      <w:tr w:rsidR="0068350B" w:rsidRPr="00F95FBD" w14:paraId="773FA0EC" w14:textId="77777777" w:rsidTr="00BE3CA4">
        <w:tc>
          <w:tcPr>
            <w:tcW w:w="3056" w:type="dxa"/>
          </w:tcPr>
          <w:p w14:paraId="2B4E77F1" w14:textId="77777777" w:rsidR="0068350B" w:rsidRPr="00F95FBD" w:rsidRDefault="0068350B" w:rsidP="00BE3CA4">
            <w:pPr>
              <w:pStyle w:val="Tabulka"/>
            </w:pPr>
            <w:r w:rsidRPr="00F95FBD">
              <w:t>Telefon</w:t>
            </w:r>
          </w:p>
        </w:tc>
        <w:tc>
          <w:tcPr>
            <w:tcW w:w="5812" w:type="dxa"/>
          </w:tcPr>
          <w:p w14:paraId="7C5C2D37" w14:textId="77777777" w:rsidR="0068350B" w:rsidRPr="00F95FBD" w:rsidRDefault="0068350B" w:rsidP="00BE3CA4">
            <w:pPr>
              <w:pStyle w:val="Tabulka"/>
            </w:pPr>
            <w:r w:rsidRPr="00F95FBD">
              <w:rPr>
                <w:highlight w:val="yellow"/>
              </w:rPr>
              <w:t>[VLOŽÍ ZHOTOVITEL]</w:t>
            </w:r>
          </w:p>
        </w:tc>
      </w:tr>
    </w:tbl>
    <w:p w14:paraId="4504A96B" w14:textId="77777777" w:rsidR="0068350B" w:rsidRDefault="0068350B" w:rsidP="00817F98">
      <w:pPr>
        <w:pStyle w:val="Tabulka"/>
      </w:pPr>
    </w:p>
    <w:p w14:paraId="1D2B5293" w14:textId="1CDDCF93"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05510EE" w14:textId="3A8AC5EE"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685B511C" w14:textId="2F359EC8"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68350B">
        <w:rPr>
          <w:sz w:val="18"/>
          <w:szCs w:val="18"/>
        </w:rPr>
        <w:t>inženýrskou činnost</w:t>
      </w:r>
      <w:r w:rsidRPr="00EC707C">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5D9C4D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38DD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A555C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4C7D8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610907" w14:textId="77777777" w:rsidR="00817F98" w:rsidRPr="00F95FBD" w:rsidRDefault="00817F98" w:rsidP="00817F98">
            <w:pPr>
              <w:pStyle w:val="Tabulka"/>
            </w:pPr>
            <w:r w:rsidRPr="00F95FBD">
              <w:t>Adresa</w:t>
            </w:r>
          </w:p>
        </w:tc>
        <w:tc>
          <w:tcPr>
            <w:tcW w:w="5812" w:type="dxa"/>
            <w:shd w:val="clear" w:color="auto" w:fill="auto"/>
          </w:tcPr>
          <w:p w14:paraId="4BA42F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83D2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3F47B" w14:textId="77777777" w:rsidR="00817F98" w:rsidRPr="00F95FBD" w:rsidRDefault="00817F98" w:rsidP="00817F98">
            <w:pPr>
              <w:pStyle w:val="Tabulka"/>
            </w:pPr>
            <w:r w:rsidRPr="00F95FBD">
              <w:t>E-mail</w:t>
            </w:r>
          </w:p>
        </w:tc>
        <w:tc>
          <w:tcPr>
            <w:tcW w:w="5812" w:type="dxa"/>
            <w:shd w:val="clear" w:color="auto" w:fill="auto"/>
          </w:tcPr>
          <w:p w14:paraId="2B56D05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F8FF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1A932" w14:textId="77777777" w:rsidR="00817F98" w:rsidRPr="00F95FBD" w:rsidRDefault="00817F98" w:rsidP="00817F98">
            <w:pPr>
              <w:pStyle w:val="Tabulka"/>
            </w:pPr>
            <w:r w:rsidRPr="00F95FBD">
              <w:t>Telefon</w:t>
            </w:r>
          </w:p>
        </w:tc>
        <w:tc>
          <w:tcPr>
            <w:tcW w:w="5812" w:type="dxa"/>
            <w:shd w:val="clear" w:color="auto" w:fill="auto"/>
          </w:tcPr>
          <w:p w14:paraId="7A04BD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691050" w14:textId="77777777" w:rsidR="00817F98" w:rsidRPr="00F95FBD" w:rsidRDefault="00817F98" w:rsidP="00817F98">
      <w:pPr>
        <w:pStyle w:val="Tabulka"/>
      </w:pPr>
    </w:p>
    <w:p w14:paraId="6AA3A720" w14:textId="3DA10F55" w:rsidR="00817F98" w:rsidRPr="00F95FBD" w:rsidRDefault="00817F98" w:rsidP="00817F98">
      <w:pPr>
        <w:pStyle w:val="Nadpistabulky"/>
        <w:rPr>
          <w:sz w:val="18"/>
          <w:szCs w:val="18"/>
        </w:rPr>
      </w:pPr>
      <w:r>
        <w:rPr>
          <w:sz w:val="18"/>
          <w:szCs w:val="18"/>
        </w:rPr>
        <w:t>S</w:t>
      </w:r>
      <w:r w:rsidRPr="00EC707C">
        <w:rPr>
          <w:sz w:val="18"/>
          <w:szCs w:val="18"/>
        </w:rPr>
        <w:t>pecialista na tunelové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340DE6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4F5D3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B760E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8AB454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590866" w14:textId="77777777" w:rsidR="00817F98" w:rsidRPr="00F95FBD" w:rsidRDefault="00817F98" w:rsidP="00817F98">
            <w:pPr>
              <w:pStyle w:val="Tabulka"/>
            </w:pPr>
            <w:r w:rsidRPr="00F95FBD">
              <w:t>Adresa</w:t>
            </w:r>
          </w:p>
        </w:tc>
        <w:tc>
          <w:tcPr>
            <w:tcW w:w="5812" w:type="dxa"/>
            <w:shd w:val="clear" w:color="auto" w:fill="auto"/>
          </w:tcPr>
          <w:p w14:paraId="36A3E5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EE061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D2E1F" w14:textId="77777777" w:rsidR="00817F98" w:rsidRPr="00F95FBD" w:rsidRDefault="00817F98" w:rsidP="00817F98">
            <w:pPr>
              <w:pStyle w:val="Tabulka"/>
            </w:pPr>
            <w:r w:rsidRPr="00F95FBD">
              <w:t>E-mail</w:t>
            </w:r>
          </w:p>
        </w:tc>
        <w:tc>
          <w:tcPr>
            <w:tcW w:w="5812" w:type="dxa"/>
            <w:shd w:val="clear" w:color="auto" w:fill="auto"/>
          </w:tcPr>
          <w:p w14:paraId="5C2F551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5BF9E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F7CF58" w14:textId="77777777" w:rsidR="00817F98" w:rsidRPr="00F95FBD" w:rsidRDefault="00817F98" w:rsidP="00817F98">
            <w:pPr>
              <w:pStyle w:val="Tabulka"/>
            </w:pPr>
            <w:r w:rsidRPr="00F95FBD">
              <w:t>Telefon</w:t>
            </w:r>
          </w:p>
        </w:tc>
        <w:tc>
          <w:tcPr>
            <w:tcW w:w="5812" w:type="dxa"/>
            <w:shd w:val="clear" w:color="auto" w:fill="auto"/>
          </w:tcPr>
          <w:p w14:paraId="5DDA2F7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77777777" w:rsidR="00817F98" w:rsidRPr="00F95FBD" w:rsidRDefault="00817F98" w:rsidP="00817F98">
      <w:pPr>
        <w:pStyle w:val="Tabulka"/>
      </w:pPr>
    </w:p>
    <w:p w14:paraId="59D20255" w14:textId="0F93C71A" w:rsidR="00485F55" w:rsidRPr="0054624A" w:rsidRDefault="0060509A" w:rsidP="00485F55">
      <w:pPr>
        <w:pStyle w:val="Nadpistabulky"/>
        <w:rPr>
          <w:sz w:val="18"/>
          <w:szCs w:val="18"/>
        </w:rPr>
      </w:pPr>
      <w:r w:rsidRPr="0054624A">
        <w:rPr>
          <w:sz w:val="18"/>
          <w:szCs w:val="18"/>
        </w:rPr>
        <w:t>BIM Koordinátor</w:t>
      </w:r>
    </w:p>
    <w:tbl>
      <w:tblPr>
        <w:tblStyle w:val="Tabulka10"/>
        <w:tblW w:w="8868" w:type="dxa"/>
        <w:tblLook w:val="04A0" w:firstRow="1" w:lastRow="0" w:firstColumn="1" w:lastColumn="0" w:noHBand="0" w:noVBand="1"/>
      </w:tblPr>
      <w:tblGrid>
        <w:gridCol w:w="3056"/>
        <w:gridCol w:w="5812"/>
      </w:tblGrid>
      <w:tr w:rsidR="00485F55" w:rsidRPr="00F95FBD" w14:paraId="7F4FFC0A"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B04D7E"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4E99DA13"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FC3723E"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85167A" w14:textId="77777777" w:rsidR="00485F55" w:rsidRPr="00F95FBD" w:rsidRDefault="00485F55" w:rsidP="00451504">
            <w:pPr>
              <w:pStyle w:val="Tabulka"/>
            </w:pPr>
            <w:r w:rsidRPr="00F95FBD">
              <w:t>Adresa</w:t>
            </w:r>
          </w:p>
        </w:tc>
        <w:tc>
          <w:tcPr>
            <w:tcW w:w="5812" w:type="dxa"/>
            <w:shd w:val="clear" w:color="auto" w:fill="auto"/>
          </w:tcPr>
          <w:p w14:paraId="1EBC1021"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5007065B"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028D76" w14:textId="77777777" w:rsidR="00485F55" w:rsidRPr="00F95FBD" w:rsidRDefault="00485F55" w:rsidP="00451504">
            <w:pPr>
              <w:pStyle w:val="Tabulka"/>
            </w:pPr>
            <w:r w:rsidRPr="00F95FBD">
              <w:t>E-mail</w:t>
            </w:r>
          </w:p>
        </w:tc>
        <w:tc>
          <w:tcPr>
            <w:tcW w:w="5812" w:type="dxa"/>
            <w:shd w:val="clear" w:color="auto" w:fill="auto"/>
          </w:tcPr>
          <w:p w14:paraId="14F9D903"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5A498AA1"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BA8BA" w14:textId="77777777" w:rsidR="00485F55" w:rsidRPr="00F95FBD" w:rsidRDefault="00485F55" w:rsidP="00451504">
            <w:pPr>
              <w:pStyle w:val="Tabulka"/>
            </w:pPr>
            <w:r w:rsidRPr="00F95FBD">
              <w:t>Telefon</w:t>
            </w:r>
          </w:p>
        </w:tc>
        <w:tc>
          <w:tcPr>
            <w:tcW w:w="5812" w:type="dxa"/>
            <w:shd w:val="clear" w:color="auto" w:fill="auto"/>
          </w:tcPr>
          <w:p w14:paraId="60D4AEFA"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5D264DD4" w:rsidR="00817F98" w:rsidRDefault="00817F98" w:rsidP="00817F98">
      <w:pPr>
        <w:pStyle w:val="Textbezodsazen"/>
      </w:pPr>
    </w:p>
    <w:p w14:paraId="219A5ADB" w14:textId="1DB4A7FF" w:rsidR="00485F55" w:rsidRPr="0054624A" w:rsidRDefault="00485F55" w:rsidP="00485F55">
      <w:pPr>
        <w:pStyle w:val="Nadpistabulky"/>
        <w:rPr>
          <w:sz w:val="18"/>
          <w:szCs w:val="18"/>
        </w:rPr>
      </w:pPr>
      <w:r w:rsidRPr="0054624A">
        <w:rPr>
          <w:sz w:val="18"/>
          <w:szCs w:val="18"/>
        </w:rPr>
        <w:t>Manažer informací</w:t>
      </w:r>
    </w:p>
    <w:tbl>
      <w:tblPr>
        <w:tblStyle w:val="Tabulka10"/>
        <w:tblW w:w="8868" w:type="dxa"/>
        <w:tblLook w:val="04A0" w:firstRow="1" w:lastRow="0" w:firstColumn="1" w:lastColumn="0" w:noHBand="0" w:noVBand="1"/>
      </w:tblPr>
      <w:tblGrid>
        <w:gridCol w:w="3056"/>
        <w:gridCol w:w="5812"/>
      </w:tblGrid>
      <w:tr w:rsidR="00485F55" w:rsidRPr="00F95FBD" w14:paraId="6F8E89AC"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C39F5"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396840E6"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41A9590"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48EAF" w14:textId="77777777" w:rsidR="00485F55" w:rsidRPr="00F95FBD" w:rsidRDefault="00485F55" w:rsidP="00451504">
            <w:pPr>
              <w:pStyle w:val="Tabulka"/>
            </w:pPr>
            <w:r w:rsidRPr="00F95FBD">
              <w:t>Adresa</w:t>
            </w:r>
          </w:p>
        </w:tc>
        <w:tc>
          <w:tcPr>
            <w:tcW w:w="5812" w:type="dxa"/>
            <w:shd w:val="clear" w:color="auto" w:fill="auto"/>
          </w:tcPr>
          <w:p w14:paraId="4322AB83"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6DA1D291"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E8680A" w14:textId="77777777" w:rsidR="00485F55" w:rsidRPr="00F95FBD" w:rsidRDefault="00485F55" w:rsidP="00451504">
            <w:pPr>
              <w:pStyle w:val="Tabulka"/>
            </w:pPr>
            <w:r w:rsidRPr="00F95FBD">
              <w:t>E-mail</w:t>
            </w:r>
          </w:p>
        </w:tc>
        <w:tc>
          <w:tcPr>
            <w:tcW w:w="5812" w:type="dxa"/>
            <w:shd w:val="clear" w:color="auto" w:fill="auto"/>
          </w:tcPr>
          <w:p w14:paraId="30EC2059"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72CC72C3"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17F584" w14:textId="77777777" w:rsidR="00485F55" w:rsidRPr="00F95FBD" w:rsidRDefault="00485F55" w:rsidP="00451504">
            <w:pPr>
              <w:pStyle w:val="Tabulka"/>
            </w:pPr>
            <w:r w:rsidRPr="00F95FBD">
              <w:t>Telefon</w:t>
            </w:r>
          </w:p>
        </w:tc>
        <w:tc>
          <w:tcPr>
            <w:tcW w:w="5812" w:type="dxa"/>
            <w:shd w:val="clear" w:color="auto" w:fill="auto"/>
          </w:tcPr>
          <w:p w14:paraId="5632B812"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84A2A6" w14:textId="77777777" w:rsidR="00485F55" w:rsidRDefault="00485F55"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04CAEEB2" w:rsidR="004436EE" w:rsidRPr="004436EE" w:rsidRDefault="0068350B" w:rsidP="0020397D">
            <w:pPr>
              <w:pStyle w:val="Tabulka"/>
              <w:cnfStyle w:val="000000000000" w:firstRow="0" w:lastRow="0" w:firstColumn="0" w:lastColumn="0" w:oddVBand="0" w:evenVBand="0" w:oddHBand="0" w:evenHBand="0" w:firstRowFirstColumn="0" w:firstRowLastColumn="0" w:lastRowFirstColumn="0" w:lastRowLastColumn="0"/>
            </w:pPr>
            <w:r>
              <w:t>225 000 000,- Kč bez DPH</w:t>
            </w:r>
          </w:p>
        </w:tc>
      </w:tr>
    </w:tbl>
    <w:p w14:paraId="67A8AF64" w14:textId="77777777" w:rsidR="004436EE" w:rsidRDefault="004436EE" w:rsidP="00671F70">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3C5627" w:rsidRPr="00F95FBD" w14:paraId="0625C1F2"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25C3E2BD" w14:textId="311B6B05" w:rsidR="003C5627" w:rsidRPr="00C66209" w:rsidRDefault="003C5627" w:rsidP="003C5627">
            <w:pPr>
              <w:pStyle w:val="Tabulka"/>
            </w:pPr>
            <w:r w:rsidRPr="00461A05">
              <w:rPr>
                <w:rFonts w:asciiTheme="minorHAnsi" w:hAnsiTheme="minorHAnsi"/>
              </w:rPr>
              <w:t>Studie proveditelnosti „Železniční spojení Prahy, letiště Ruzyně a Kladna, doplnění 2016“</w:t>
            </w:r>
          </w:p>
        </w:tc>
        <w:tc>
          <w:tcPr>
            <w:tcW w:w="3129" w:type="dxa"/>
            <w:vAlign w:val="top"/>
          </w:tcPr>
          <w:p w14:paraId="74C29685"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1616DCEA" w14:textId="03E55F1C"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05/2019</w:t>
            </w:r>
          </w:p>
        </w:tc>
      </w:tr>
      <w:tr w:rsidR="003C5627" w:rsidRPr="00F95FBD" w14:paraId="6013F2A3"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718E1895" w14:textId="38A14411" w:rsidR="003C5627" w:rsidRPr="00C66209" w:rsidRDefault="003C5627" w:rsidP="003C5627">
            <w:pPr>
              <w:pStyle w:val="Tabulka"/>
            </w:pPr>
            <w:r w:rsidRPr="00461A05">
              <w:rPr>
                <w:rFonts w:asciiTheme="minorHAnsi" w:hAnsiTheme="minorHAnsi"/>
              </w:rPr>
              <w:t>Zápis Centrální komise Ministerstva dopravy ze dne 19. 11. 2019</w:t>
            </w:r>
          </w:p>
        </w:tc>
        <w:tc>
          <w:tcPr>
            <w:tcW w:w="3129" w:type="dxa"/>
            <w:vAlign w:val="top"/>
          </w:tcPr>
          <w:p w14:paraId="2D738D6B"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6DC600A7"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r>
      <w:tr w:rsidR="003C5627" w:rsidRPr="00F95FBD" w14:paraId="57E5D8D0"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57826003" w14:textId="1DBD01BE" w:rsidR="003C5627" w:rsidRPr="00EC707C" w:rsidRDefault="003C5627" w:rsidP="003C5627">
            <w:pPr>
              <w:pStyle w:val="Tabulka"/>
              <w:rPr>
                <w:highlight w:val="green"/>
              </w:rPr>
            </w:pPr>
            <w:r w:rsidRPr="00461A05">
              <w:t>Dokumentace pro územní rozhodnutí „Modernizace trati Praha-Veleslavín (včetně) – Praha-Ruzyně (včetně)“</w:t>
            </w:r>
          </w:p>
        </w:tc>
        <w:tc>
          <w:tcPr>
            <w:tcW w:w="3129" w:type="dxa"/>
            <w:vAlign w:val="top"/>
          </w:tcPr>
          <w:p w14:paraId="3FAA3E03"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0119DAA7" w14:textId="76F88706"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06/2022</w:t>
            </w:r>
          </w:p>
        </w:tc>
      </w:tr>
      <w:tr w:rsidR="003C5627" w:rsidRPr="00F95FBD" w14:paraId="2E2937FA"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27BB7A7B" w14:textId="3760E971" w:rsidR="003C5627" w:rsidRPr="00EC707C" w:rsidRDefault="003C5627" w:rsidP="003C5627">
            <w:pPr>
              <w:pStyle w:val="Tabulka"/>
              <w:rPr>
                <w:highlight w:val="green"/>
              </w:rPr>
            </w:pPr>
            <w:r w:rsidRPr="00461A05">
              <w:rPr>
                <w:rFonts w:asciiTheme="minorHAnsi" w:hAnsiTheme="minorHAnsi"/>
              </w:rPr>
              <w:t>Dokumentace o hodnocení vlivů na životní prostředí dle přílohy č. 4 zákona č. 100/2001 Sb., v platném znění „Modernizace trati Praha – Kladno s připojením na letiště Ruzyně – I. etapa“</w:t>
            </w:r>
          </w:p>
        </w:tc>
        <w:tc>
          <w:tcPr>
            <w:tcW w:w="3129" w:type="dxa"/>
            <w:vAlign w:val="top"/>
          </w:tcPr>
          <w:p w14:paraId="5E569A99"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3B75B839" w14:textId="1BE85C0F"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12/2007</w:t>
            </w:r>
          </w:p>
        </w:tc>
      </w:tr>
      <w:tr w:rsidR="003C5627" w:rsidRPr="00F95FBD" w14:paraId="7153B2B3"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2D8278AF" w14:textId="3C207448" w:rsidR="003C5627" w:rsidRPr="00EC707C" w:rsidRDefault="003C5627" w:rsidP="003C5627">
            <w:pPr>
              <w:pStyle w:val="Tabulka"/>
              <w:rPr>
                <w:highlight w:val="green"/>
              </w:rPr>
            </w:pPr>
            <w:r w:rsidRPr="00461A05">
              <w:rPr>
                <w:rFonts w:asciiTheme="minorHAnsi" w:hAnsiTheme="minorHAnsi"/>
              </w:rPr>
              <w:t>Podklad pro prodloužení platnosti stanoviska k posouzení vlivů provedení záměru na životní prostředí dle § 9a odst. 4 zákona č. 100/2001 Sb. v platném znění „Modernizace trati Praha – Kladno s připojením na letiště Ruzyně – I. etapa“</w:t>
            </w:r>
          </w:p>
        </w:tc>
        <w:tc>
          <w:tcPr>
            <w:tcW w:w="3129" w:type="dxa"/>
            <w:vAlign w:val="top"/>
          </w:tcPr>
          <w:p w14:paraId="015CABCB"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5B373E08" w14:textId="4419B6E9"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02/2021</w:t>
            </w:r>
          </w:p>
        </w:tc>
      </w:tr>
      <w:tr w:rsidR="003C5627" w:rsidRPr="00F95FBD" w14:paraId="2A32DBC9"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32FB7F67" w14:textId="298AF0CC" w:rsidR="003C5627" w:rsidRPr="00EC707C" w:rsidRDefault="003C5627" w:rsidP="003C5627">
            <w:pPr>
              <w:pStyle w:val="Tabulka"/>
              <w:rPr>
                <w:highlight w:val="green"/>
              </w:rPr>
            </w:pPr>
            <w:r w:rsidRPr="00461A05">
              <w:rPr>
                <w:rFonts w:asciiTheme="minorHAnsi" w:hAnsiTheme="minorHAnsi"/>
              </w:rPr>
              <w:t>Libreto architektonické koncepce trati Praha – Letiště – Kladno</w:t>
            </w:r>
          </w:p>
        </w:tc>
        <w:tc>
          <w:tcPr>
            <w:tcW w:w="3129" w:type="dxa"/>
            <w:vAlign w:val="top"/>
          </w:tcPr>
          <w:p w14:paraId="75536E5A"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1CBD6E08" w14:textId="52448804"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Pr>
                <w:rFonts w:asciiTheme="minorHAnsi" w:hAnsiTheme="minorHAnsi"/>
              </w:rPr>
              <w:t>06/2021</w:t>
            </w: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C869B" w14:textId="77777777" w:rsidR="009620F9" w:rsidRDefault="009620F9" w:rsidP="00962258">
      <w:pPr>
        <w:spacing w:after="0" w:line="240" w:lineRule="auto"/>
      </w:pPr>
      <w:r>
        <w:separator/>
      </w:r>
    </w:p>
  </w:endnote>
  <w:endnote w:type="continuationSeparator" w:id="0">
    <w:p w14:paraId="26F3C044" w14:textId="77777777" w:rsidR="009620F9" w:rsidRDefault="009620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13DFE227" w14:textId="77777777" w:rsidTr="001B77EA">
      <w:trPr>
        <w:trHeight w:val="247"/>
      </w:trPr>
      <w:tc>
        <w:tcPr>
          <w:tcW w:w="907" w:type="dxa"/>
          <w:tcMar>
            <w:left w:w="0" w:type="dxa"/>
            <w:right w:w="0" w:type="dxa"/>
          </w:tcMar>
          <w:vAlign w:val="bottom"/>
        </w:tcPr>
        <w:p w14:paraId="597325F8" w14:textId="78896503"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1C9BF8F7" w:rsidR="00E57427" w:rsidRPr="005F4353" w:rsidRDefault="00E57427" w:rsidP="001B77EA">
          <w:pPr>
            <w:pStyle w:val="Zpatvlevo"/>
            <w:rPr>
              <w:b/>
            </w:rPr>
          </w:pPr>
        </w:p>
        <w:p w14:paraId="4141C99A" w14:textId="7FD8F4BA" w:rsidR="00E57427" w:rsidRPr="003462EB" w:rsidRDefault="00E57427" w:rsidP="001B77EA">
          <w:pPr>
            <w:pStyle w:val="Zpatvlevo"/>
          </w:pPr>
          <w:r>
            <w:t>Smlouva o dílo na zhotovení DUSL+PDPS+AD</w:t>
          </w:r>
        </w:p>
      </w:tc>
    </w:tr>
  </w:tbl>
  <w:p w14:paraId="0EF3B768" w14:textId="77777777" w:rsidR="00E57427" w:rsidRPr="00A50995" w:rsidRDefault="00E5742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78548D9D" w14:textId="77777777" w:rsidTr="00D36695">
      <w:tc>
        <w:tcPr>
          <w:tcW w:w="907" w:type="dxa"/>
          <w:tcMar>
            <w:left w:w="0" w:type="dxa"/>
            <w:right w:w="0" w:type="dxa"/>
          </w:tcMar>
          <w:vAlign w:val="bottom"/>
        </w:tcPr>
        <w:p w14:paraId="2D9EC069" w14:textId="592556BE"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E484BA5" w14:textId="77777777" w:rsidR="00E57427" w:rsidRPr="00671F70" w:rsidRDefault="00E57427" w:rsidP="00204180">
          <w:pPr>
            <w:pStyle w:val="Zpatvlevo"/>
            <w:rPr>
              <w:b/>
            </w:rPr>
          </w:pPr>
          <w:r w:rsidRPr="00671F70">
            <w:rPr>
              <w:b/>
            </w:rPr>
            <w:t>PŘ</w:t>
          </w:r>
          <w:r>
            <w:rPr>
              <w:b/>
            </w:rPr>
            <w:t>ÍLOHA č. 4</w:t>
          </w:r>
        </w:p>
        <w:p w14:paraId="768AC810" w14:textId="3EF04D9A" w:rsidR="00E57427" w:rsidRDefault="00E57427" w:rsidP="00204180">
          <w:pPr>
            <w:pStyle w:val="Zpatvlevo"/>
          </w:pPr>
          <w:r>
            <w:t>Smlouva o dílo – Zhotovení DUSL+PDPS +AD</w:t>
          </w:r>
        </w:p>
        <w:p w14:paraId="452A06D2" w14:textId="310DE734" w:rsidR="00E57427" w:rsidRPr="00246637" w:rsidRDefault="00E57427" w:rsidP="008C7238">
          <w:pPr>
            <w:pStyle w:val="Zpatvlevo"/>
            <w:rPr>
              <w:b/>
            </w:rPr>
          </w:pPr>
        </w:p>
      </w:tc>
    </w:tr>
  </w:tbl>
  <w:p w14:paraId="5EC9AC61" w14:textId="77777777" w:rsidR="00E57427" w:rsidRPr="00A50995" w:rsidRDefault="00E5742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4539B7E" w14:textId="77777777" w:rsidTr="00E075DA">
      <w:tc>
        <w:tcPr>
          <w:tcW w:w="7825" w:type="dxa"/>
          <w:tcMar>
            <w:left w:w="0" w:type="dxa"/>
            <w:right w:w="0" w:type="dxa"/>
          </w:tcMar>
          <w:vAlign w:val="bottom"/>
        </w:tcPr>
        <w:p w14:paraId="2CCEA87C" w14:textId="77777777" w:rsidR="00E57427" w:rsidRPr="008C00FC" w:rsidRDefault="00E57427" w:rsidP="00204180">
          <w:pPr>
            <w:pStyle w:val="Zpatvpravo"/>
            <w:rPr>
              <w:rStyle w:val="Tun"/>
            </w:rPr>
          </w:pPr>
          <w:r w:rsidRPr="008C00FC">
            <w:rPr>
              <w:rStyle w:val="Tun"/>
            </w:rPr>
            <w:t xml:space="preserve">PŘÍLOHA č. </w:t>
          </w:r>
          <w:r>
            <w:rPr>
              <w:rStyle w:val="Tun"/>
            </w:rPr>
            <w:t>4</w:t>
          </w:r>
        </w:p>
        <w:p w14:paraId="37A23ADD" w14:textId="4A418072" w:rsidR="00E57427" w:rsidRPr="00246637" w:rsidRDefault="00E57427" w:rsidP="00D451A8">
          <w:pPr>
            <w:pStyle w:val="Zpatvpravo"/>
            <w:rPr>
              <w:rStyle w:val="Tun"/>
              <w:b w:val="0"/>
            </w:rPr>
          </w:pPr>
          <w:r>
            <w:t>Smlouva o dílo – Zhotovení DUSL+PDPS +AD</w:t>
          </w:r>
        </w:p>
      </w:tc>
      <w:tc>
        <w:tcPr>
          <w:tcW w:w="907" w:type="dxa"/>
          <w:vAlign w:val="bottom"/>
        </w:tcPr>
        <w:p w14:paraId="65B8F9CA" w14:textId="122AD062"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4</w:t>
          </w:r>
          <w:r w:rsidRPr="007145F3">
            <w:rPr>
              <w:b/>
              <w:noProof/>
              <w:color w:val="FF5200" w:themeColor="accent2"/>
              <w:sz w:val="14"/>
              <w:szCs w:val="14"/>
            </w:rPr>
            <w:fldChar w:fldCharType="end"/>
          </w:r>
        </w:p>
      </w:tc>
    </w:tr>
  </w:tbl>
  <w:p w14:paraId="1680F3D6" w14:textId="77777777" w:rsidR="00E57427" w:rsidRPr="00B8518B" w:rsidRDefault="00E5742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03D70946" w14:textId="77777777" w:rsidTr="00B24A25">
      <w:tc>
        <w:tcPr>
          <w:tcW w:w="907" w:type="dxa"/>
          <w:tcMar>
            <w:left w:w="0" w:type="dxa"/>
            <w:right w:w="0" w:type="dxa"/>
          </w:tcMar>
          <w:vAlign w:val="bottom"/>
        </w:tcPr>
        <w:p w14:paraId="66164391" w14:textId="047E0508"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7F2B0AAE" w14:textId="77777777" w:rsidR="00E57427" w:rsidRPr="00671F70" w:rsidRDefault="00E57427" w:rsidP="00204180">
          <w:pPr>
            <w:pStyle w:val="Zpatvlevo"/>
            <w:rPr>
              <w:b/>
            </w:rPr>
          </w:pPr>
          <w:r w:rsidRPr="00671F70">
            <w:rPr>
              <w:b/>
            </w:rPr>
            <w:t>PŘ</w:t>
          </w:r>
          <w:r>
            <w:rPr>
              <w:b/>
            </w:rPr>
            <w:t>ÍLOHA č. 5</w:t>
          </w:r>
        </w:p>
        <w:p w14:paraId="5C4FFE2E" w14:textId="52556664" w:rsidR="00E57427" w:rsidRPr="0020397D" w:rsidRDefault="00E57427" w:rsidP="00246637">
          <w:pPr>
            <w:pStyle w:val="Zpatvlevo"/>
            <w:rPr>
              <w:b/>
            </w:rPr>
          </w:pPr>
          <w:r>
            <w:t>Smlouva o dílo – Zhotovení DUSL+PDPS +AD</w:t>
          </w:r>
        </w:p>
      </w:tc>
    </w:tr>
  </w:tbl>
  <w:p w14:paraId="6B8B7EBF" w14:textId="77777777" w:rsidR="00E57427" w:rsidRPr="00A50995" w:rsidRDefault="00E5742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E57427" w:rsidRPr="009E09BE" w14:paraId="59597DFF" w14:textId="77777777" w:rsidTr="00B24A25">
      <w:tc>
        <w:tcPr>
          <w:tcW w:w="12758" w:type="dxa"/>
          <w:tcMar>
            <w:left w:w="0" w:type="dxa"/>
            <w:right w:w="0" w:type="dxa"/>
          </w:tcMar>
          <w:vAlign w:val="bottom"/>
        </w:tcPr>
        <w:p w14:paraId="10ED3722" w14:textId="77777777" w:rsidR="00E57427" w:rsidRPr="008C00FC" w:rsidRDefault="00E57427" w:rsidP="00204180">
          <w:pPr>
            <w:pStyle w:val="Zpatvpravo"/>
            <w:rPr>
              <w:rStyle w:val="Tun"/>
            </w:rPr>
          </w:pPr>
          <w:r w:rsidRPr="008C00FC">
            <w:rPr>
              <w:rStyle w:val="Tun"/>
            </w:rPr>
            <w:t xml:space="preserve">PŘÍLOHA č. </w:t>
          </w:r>
          <w:r>
            <w:rPr>
              <w:rStyle w:val="Tun"/>
            </w:rPr>
            <w:t>5</w:t>
          </w:r>
        </w:p>
        <w:p w14:paraId="08C32EA6" w14:textId="2D33731C" w:rsidR="00E57427" w:rsidRPr="0020397D" w:rsidRDefault="00E57427" w:rsidP="00D451A8">
          <w:pPr>
            <w:pStyle w:val="Zpatvpravo"/>
            <w:rPr>
              <w:rStyle w:val="Tun"/>
              <w:b w:val="0"/>
            </w:rPr>
          </w:pPr>
          <w:r>
            <w:t>Smlouva o dílo – Zhotovení DUSL+PDPS +AD</w:t>
          </w:r>
        </w:p>
      </w:tc>
      <w:tc>
        <w:tcPr>
          <w:tcW w:w="907" w:type="dxa"/>
          <w:vAlign w:val="bottom"/>
        </w:tcPr>
        <w:p w14:paraId="42E153D2" w14:textId="0CAFCDFD" w:rsidR="00E57427" w:rsidRPr="009E09BE" w:rsidRDefault="00E57427"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4</w:t>
          </w:r>
          <w:r w:rsidRPr="007145F3">
            <w:rPr>
              <w:b/>
              <w:noProof/>
              <w:color w:val="FF5200" w:themeColor="accent2"/>
              <w:sz w:val="14"/>
              <w:szCs w:val="14"/>
            </w:rPr>
            <w:fldChar w:fldCharType="end"/>
          </w:r>
        </w:p>
      </w:tc>
    </w:tr>
  </w:tbl>
  <w:p w14:paraId="59439041" w14:textId="77777777" w:rsidR="00E57427" w:rsidRPr="00B8518B" w:rsidRDefault="00E5742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6FB3FCB0" w14:textId="77777777" w:rsidTr="00B24A25">
      <w:tc>
        <w:tcPr>
          <w:tcW w:w="907" w:type="dxa"/>
          <w:tcMar>
            <w:left w:w="0" w:type="dxa"/>
            <w:right w:w="0" w:type="dxa"/>
          </w:tcMar>
          <w:vAlign w:val="bottom"/>
        </w:tcPr>
        <w:p w14:paraId="618A5179" w14:textId="0E86A40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E57427" w:rsidRPr="00671F70" w:rsidRDefault="00E57427" w:rsidP="00204180">
          <w:pPr>
            <w:pStyle w:val="Zpatvlevo"/>
            <w:rPr>
              <w:b/>
            </w:rPr>
          </w:pPr>
          <w:r w:rsidRPr="00671F70">
            <w:rPr>
              <w:b/>
            </w:rPr>
            <w:t>PŘ</w:t>
          </w:r>
          <w:r>
            <w:rPr>
              <w:b/>
            </w:rPr>
            <w:t>ÍLOHA č. 6</w:t>
          </w:r>
        </w:p>
        <w:p w14:paraId="3323341E" w14:textId="556AACE6" w:rsidR="00E57427" w:rsidRDefault="00E57427" w:rsidP="00817F98">
          <w:pPr>
            <w:pStyle w:val="Zpatvlevo"/>
          </w:pPr>
          <w:r>
            <w:t>Smlouva o dílo – Zhotovení DUSL+PDPS+AD</w:t>
          </w:r>
        </w:p>
        <w:p w14:paraId="68932309" w14:textId="541E3E27" w:rsidR="00E57427" w:rsidRPr="003462EB" w:rsidRDefault="00E57427" w:rsidP="008C7238">
          <w:pPr>
            <w:pStyle w:val="Zpatvlevo"/>
          </w:pPr>
        </w:p>
      </w:tc>
    </w:tr>
  </w:tbl>
  <w:p w14:paraId="66F1E5C5" w14:textId="77777777" w:rsidR="00E57427" w:rsidRPr="00A50995" w:rsidRDefault="00E5742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5AED1072" w14:textId="77777777" w:rsidTr="00B24A25">
      <w:tc>
        <w:tcPr>
          <w:tcW w:w="7825" w:type="dxa"/>
          <w:tcMar>
            <w:left w:w="0" w:type="dxa"/>
            <w:right w:w="0" w:type="dxa"/>
          </w:tcMar>
          <w:vAlign w:val="bottom"/>
        </w:tcPr>
        <w:p w14:paraId="0A9E202E" w14:textId="77777777" w:rsidR="00E57427" w:rsidRPr="008C00FC" w:rsidRDefault="00E57427" w:rsidP="00204180">
          <w:pPr>
            <w:pStyle w:val="Zpatvpravo"/>
            <w:rPr>
              <w:rStyle w:val="Tun"/>
            </w:rPr>
          </w:pPr>
          <w:r w:rsidRPr="008C00FC">
            <w:rPr>
              <w:rStyle w:val="Tun"/>
            </w:rPr>
            <w:t xml:space="preserve">PŘÍLOHA č. </w:t>
          </w:r>
          <w:r>
            <w:rPr>
              <w:rStyle w:val="Tun"/>
            </w:rPr>
            <w:t>6</w:t>
          </w:r>
        </w:p>
        <w:p w14:paraId="4B89B221" w14:textId="7CB4DBE1" w:rsidR="00E57427" w:rsidRPr="00612EE8" w:rsidRDefault="00E57427" w:rsidP="008C7238">
          <w:pPr>
            <w:pStyle w:val="Zpatvpravo"/>
            <w:rPr>
              <w:rStyle w:val="Tun"/>
            </w:rPr>
          </w:pPr>
          <w:r>
            <w:t xml:space="preserve">Smlouva o dílo – Zhotovení DUSL+PDPS+AD </w:t>
          </w:r>
        </w:p>
      </w:tc>
      <w:tc>
        <w:tcPr>
          <w:tcW w:w="907" w:type="dxa"/>
          <w:vAlign w:val="bottom"/>
        </w:tcPr>
        <w:p w14:paraId="7C837A05" w14:textId="7DC0D288"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E57427" w:rsidRPr="00B8518B" w:rsidRDefault="00E5742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79CA559A" w14:textId="77777777" w:rsidTr="00B24A25">
      <w:tc>
        <w:tcPr>
          <w:tcW w:w="907" w:type="dxa"/>
          <w:tcMar>
            <w:left w:w="0" w:type="dxa"/>
            <w:right w:w="0" w:type="dxa"/>
          </w:tcMar>
          <w:vAlign w:val="bottom"/>
        </w:tcPr>
        <w:p w14:paraId="45558156"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E57427" w:rsidRPr="00671F70" w:rsidRDefault="00E57427" w:rsidP="00204180">
          <w:pPr>
            <w:pStyle w:val="Zpatvlevo"/>
            <w:rPr>
              <w:b/>
            </w:rPr>
          </w:pPr>
          <w:r w:rsidRPr="00671F70">
            <w:rPr>
              <w:b/>
            </w:rPr>
            <w:t>PŘ</w:t>
          </w:r>
          <w:r>
            <w:rPr>
              <w:b/>
            </w:rPr>
            <w:t>ÍLOHA č. 7</w:t>
          </w:r>
        </w:p>
        <w:p w14:paraId="177D4AC8" w14:textId="77777777" w:rsidR="00E57427" w:rsidRDefault="00E57427" w:rsidP="00204180">
          <w:pPr>
            <w:pStyle w:val="Zpatvlevo"/>
          </w:pPr>
          <w:r>
            <w:t>Smlouva o dílo – Zhotovení DUSP+PDPS+AD</w:t>
          </w:r>
        </w:p>
        <w:p w14:paraId="3CAAA6B6"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E57427" w:rsidRPr="00A50995" w:rsidRDefault="00E5742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4798868" w14:textId="77777777" w:rsidTr="00B24A25">
      <w:tc>
        <w:tcPr>
          <w:tcW w:w="7825" w:type="dxa"/>
          <w:tcMar>
            <w:left w:w="0" w:type="dxa"/>
            <w:right w:w="0" w:type="dxa"/>
          </w:tcMar>
          <w:vAlign w:val="bottom"/>
        </w:tcPr>
        <w:p w14:paraId="4A18D75B" w14:textId="77777777" w:rsidR="00E57427" w:rsidRPr="008C00FC" w:rsidRDefault="00E57427" w:rsidP="00204180">
          <w:pPr>
            <w:pStyle w:val="Zpatvpravo"/>
            <w:rPr>
              <w:rStyle w:val="Tun"/>
            </w:rPr>
          </w:pPr>
          <w:r w:rsidRPr="008C00FC">
            <w:rPr>
              <w:rStyle w:val="Tun"/>
            </w:rPr>
            <w:t xml:space="preserve">PŘÍLOHA č. </w:t>
          </w:r>
          <w:r>
            <w:rPr>
              <w:rStyle w:val="Tun"/>
            </w:rPr>
            <w:t>7</w:t>
          </w:r>
        </w:p>
        <w:p w14:paraId="51830C6E" w14:textId="50DC8D23" w:rsidR="00E57427" w:rsidRPr="00612EE8" w:rsidRDefault="00E57427" w:rsidP="00D451A8">
          <w:pPr>
            <w:pStyle w:val="Zpatvpravo"/>
            <w:rPr>
              <w:rStyle w:val="Tun"/>
            </w:rPr>
          </w:pPr>
          <w:r>
            <w:t xml:space="preserve">Smlouva o dílo – Zhotovení DUSL+PDPS+AD </w:t>
          </w:r>
        </w:p>
      </w:tc>
      <w:tc>
        <w:tcPr>
          <w:tcW w:w="907" w:type="dxa"/>
          <w:vAlign w:val="bottom"/>
        </w:tcPr>
        <w:p w14:paraId="2B80BA58" w14:textId="5E170466"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E57427" w:rsidRPr="00B8518B" w:rsidRDefault="00E5742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6EC7719E" w14:textId="77777777" w:rsidTr="00B24A25">
      <w:tc>
        <w:tcPr>
          <w:tcW w:w="907" w:type="dxa"/>
          <w:tcMar>
            <w:left w:w="0" w:type="dxa"/>
            <w:right w:w="0" w:type="dxa"/>
          </w:tcMar>
          <w:vAlign w:val="bottom"/>
        </w:tcPr>
        <w:p w14:paraId="069986E1"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E57427" w:rsidRPr="00671F70" w:rsidRDefault="00E57427" w:rsidP="00204180">
          <w:pPr>
            <w:pStyle w:val="Zpatvlevo"/>
            <w:rPr>
              <w:b/>
            </w:rPr>
          </w:pPr>
          <w:r w:rsidRPr="00671F70">
            <w:rPr>
              <w:b/>
            </w:rPr>
            <w:t>PŘ</w:t>
          </w:r>
          <w:r>
            <w:rPr>
              <w:b/>
            </w:rPr>
            <w:t>ÍLOHA č. 8</w:t>
          </w:r>
        </w:p>
        <w:p w14:paraId="5CA2E34D" w14:textId="77777777" w:rsidR="00E57427" w:rsidRDefault="00E57427" w:rsidP="00204180">
          <w:pPr>
            <w:pStyle w:val="Zpatvlevo"/>
          </w:pPr>
          <w:r>
            <w:t>Smlouva o dílo – Zhotovení DUSP+PDPS+AD</w:t>
          </w:r>
        </w:p>
        <w:p w14:paraId="6FF6EBF8"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E57427" w:rsidRPr="00A50995" w:rsidRDefault="00E5742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6A020576" w14:textId="77777777" w:rsidTr="00933F20">
      <w:tc>
        <w:tcPr>
          <w:tcW w:w="7825" w:type="dxa"/>
          <w:tcMar>
            <w:left w:w="0" w:type="dxa"/>
            <w:right w:w="0" w:type="dxa"/>
          </w:tcMar>
          <w:vAlign w:val="bottom"/>
        </w:tcPr>
        <w:p w14:paraId="791093D8" w14:textId="77777777" w:rsidR="00E57427" w:rsidRPr="008C00FC" w:rsidRDefault="00E57427" w:rsidP="00204180">
          <w:pPr>
            <w:pStyle w:val="Zpatvpravo"/>
            <w:rPr>
              <w:rStyle w:val="Tun"/>
            </w:rPr>
          </w:pPr>
          <w:r w:rsidRPr="008C00FC">
            <w:rPr>
              <w:rStyle w:val="Tun"/>
            </w:rPr>
            <w:t xml:space="preserve">PŘÍLOHA č. </w:t>
          </w:r>
          <w:r>
            <w:rPr>
              <w:rStyle w:val="Tun"/>
            </w:rPr>
            <w:t>8</w:t>
          </w:r>
        </w:p>
        <w:p w14:paraId="0C04BB2F" w14:textId="4A8B8675" w:rsidR="00E57427" w:rsidRDefault="00E57427" w:rsidP="00204180">
          <w:pPr>
            <w:pStyle w:val="Zpatvpravo"/>
          </w:pPr>
          <w:r>
            <w:t>Smlouva o dílo – Zhotovení DUSL+PDPS+AD</w:t>
          </w:r>
        </w:p>
        <w:p w14:paraId="2C8DBB57" w14:textId="00710918" w:rsidR="00E57427" w:rsidRPr="00612EE8" w:rsidRDefault="00E57427" w:rsidP="008C7238">
          <w:pPr>
            <w:pStyle w:val="Zpatvpravo"/>
            <w:rPr>
              <w:rStyle w:val="Tun"/>
            </w:rPr>
          </w:pPr>
        </w:p>
      </w:tc>
      <w:tc>
        <w:tcPr>
          <w:tcW w:w="907" w:type="dxa"/>
          <w:vAlign w:val="bottom"/>
        </w:tcPr>
        <w:p w14:paraId="5458B419" w14:textId="36EBCA00"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E57427" w:rsidRPr="00B8518B" w:rsidRDefault="00E5742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7427" w:rsidRPr="009E09BE" w14:paraId="24636B96" w14:textId="77777777" w:rsidTr="001B77EA">
      <w:tc>
        <w:tcPr>
          <w:tcW w:w="7873" w:type="dxa"/>
          <w:vAlign w:val="bottom"/>
        </w:tcPr>
        <w:p w14:paraId="5AB77483" w14:textId="46C6C502" w:rsidR="00E57427" w:rsidRPr="003462EB" w:rsidRDefault="00E57427" w:rsidP="001B77EA">
          <w:pPr>
            <w:pStyle w:val="Zpatvpravo"/>
          </w:pPr>
        </w:p>
        <w:p w14:paraId="4AFD9FE1" w14:textId="3A719AD0" w:rsidR="00E57427" w:rsidRPr="003462EB" w:rsidRDefault="00E57427" w:rsidP="00D451A8">
          <w:pPr>
            <w:pStyle w:val="Zpatvpravo"/>
          </w:pPr>
          <w:r>
            <w:t>Smlouva o dílo na zhotovení DUSL+PDPS+AD</w:t>
          </w:r>
        </w:p>
      </w:tc>
      <w:tc>
        <w:tcPr>
          <w:tcW w:w="859" w:type="dxa"/>
          <w:vAlign w:val="bottom"/>
        </w:tcPr>
        <w:p w14:paraId="7EEB4FDA" w14:textId="63CAE2AC"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E57427" w:rsidRPr="00B8518B" w:rsidRDefault="00E57427"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49B55F4A" w14:textId="77777777" w:rsidTr="00B24A25">
      <w:tc>
        <w:tcPr>
          <w:tcW w:w="907" w:type="dxa"/>
          <w:tcMar>
            <w:left w:w="0" w:type="dxa"/>
            <w:right w:w="0" w:type="dxa"/>
          </w:tcMar>
          <w:vAlign w:val="bottom"/>
        </w:tcPr>
        <w:p w14:paraId="08E7F6A5"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E57427" w:rsidRPr="00671F70" w:rsidRDefault="00E57427" w:rsidP="00204180">
          <w:pPr>
            <w:pStyle w:val="Zpatvlevo"/>
            <w:rPr>
              <w:b/>
            </w:rPr>
          </w:pPr>
          <w:r w:rsidRPr="00671F70">
            <w:rPr>
              <w:b/>
            </w:rPr>
            <w:t>PŘ</w:t>
          </w:r>
          <w:r>
            <w:rPr>
              <w:b/>
            </w:rPr>
            <w:t>ÍLOHA č. 9</w:t>
          </w:r>
        </w:p>
        <w:p w14:paraId="4D00CC4B" w14:textId="77777777" w:rsidR="00E57427" w:rsidRDefault="00E57427" w:rsidP="00204180">
          <w:pPr>
            <w:pStyle w:val="Zpatvlevo"/>
          </w:pPr>
          <w:r>
            <w:t>Smlouva o dílo – Zhotovení DUSP+PDPS+AD</w:t>
          </w:r>
        </w:p>
        <w:p w14:paraId="32AA48BE"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E57427" w:rsidRPr="00A50995" w:rsidRDefault="00E5742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41FB4AE0" w14:textId="77777777" w:rsidTr="00933F20">
      <w:tc>
        <w:tcPr>
          <w:tcW w:w="7825" w:type="dxa"/>
          <w:tcMar>
            <w:left w:w="0" w:type="dxa"/>
            <w:right w:w="0" w:type="dxa"/>
          </w:tcMar>
          <w:vAlign w:val="bottom"/>
        </w:tcPr>
        <w:p w14:paraId="7128FF4C" w14:textId="77777777" w:rsidR="00E57427" w:rsidRPr="008C00FC" w:rsidRDefault="00E57427" w:rsidP="00204180">
          <w:pPr>
            <w:pStyle w:val="Zpatvpravo"/>
            <w:rPr>
              <w:rStyle w:val="Tun"/>
            </w:rPr>
          </w:pPr>
          <w:r w:rsidRPr="008C00FC">
            <w:rPr>
              <w:rStyle w:val="Tun"/>
            </w:rPr>
            <w:t xml:space="preserve">PŘÍLOHA č. </w:t>
          </w:r>
          <w:r>
            <w:rPr>
              <w:rStyle w:val="Tun"/>
            </w:rPr>
            <w:t>9</w:t>
          </w:r>
        </w:p>
        <w:p w14:paraId="4CD6F055" w14:textId="25310455" w:rsidR="00E57427" w:rsidRDefault="00E57427" w:rsidP="00204180">
          <w:pPr>
            <w:pStyle w:val="Zpatvpravo"/>
          </w:pPr>
          <w:r>
            <w:t xml:space="preserve">Smlouva o dílo – Zhotovení DUSL+PDPS+AD </w:t>
          </w:r>
        </w:p>
        <w:p w14:paraId="6CCED21B" w14:textId="1D22C2D1" w:rsidR="00E57427" w:rsidRPr="0020397D" w:rsidRDefault="00E57427" w:rsidP="008C7238">
          <w:pPr>
            <w:pStyle w:val="Zpatvpravo"/>
            <w:rPr>
              <w:rStyle w:val="Tun"/>
            </w:rPr>
          </w:pPr>
        </w:p>
      </w:tc>
      <w:tc>
        <w:tcPr>
          <w:tcW w:w="907" w:type="dxa"/>
          <w:vAlign w:val="bottom"/>
        </w:tcPr>
        <w:p w14:paraId="555F3EDB" w14:textId="317B0E66"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E57427" w:rsidRPr="00B8518B" w:rsidRDefault="00E5742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0CE79520" w14:textId="77777777" w:rsidTr="00B24A25">
      <w:tc>
        <w:tcPr>
          <w:tcW w:w="907" w:type="dxa"/>
          <w:tcMar>
            <w:left w:w="0" w:type="dxa"/>
            <w:right w:w="0" w:type="dxa"/>
          </w:tcMar>
          <w:vAlign w:val="bottom"/>
        </w:tcPr>
        <w:p w14:paraId="0C5474A1"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E57427" w:rsidRPr="00671F70" w:rsidRDefault="00E57427" w:rsidP="00204180">
          <w:pPr>
            <w:pStyle w:val="Zpatvlevo"/>
            <w:rPr>
              <w:b/>
            </w:rPr>
          </w:pPr>
          <w:r w:rsidRPr="00671F70">
            <w:rPr>
              <w:b/>
            </w:rPr>
            <w:t>PŘ</w:t>
          </w:r>
          <w:r>
            <w:rPr>
              <w:b/>
            </w:rPr>
            <w:t>ÍLOHA č. 10</w:t>
          </w:r>
        </w:p>
        <w:p w14:paraId="019B5EA2" w14:textId="77777777" w:rsidR="00E57427" w:rsidRDefault="00E57427" w:rsidP="00204180">
          <w:pPr>
            <w:pStyle w:val="Zpatvlevo"/>
          </w:pPr>
          <w:r>
            <w:t>Smlouva o dílo – Zhotovení DUSP+PDPS+AD</w:t>
          </w:r>
        </w:p>
        <w:p w14:paraId="408A18D6"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E57427" w:rsidRPr="00A50995" w:rsidRDefault="00E5742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4810D1B" w14:textId="77777777" w:rsidTr="00933F20">
      <w:tc>
        <w:tcPr>
          <w:tcW w:w="7825" w:type="dxa"/>
          <w:tcMar>
            <w:left w:w="0" w:type="dxa"/>
            <w:right w:w="0" w:type="dxa"/>
          </w:tcMar>
          <w:vAlign w:val="bottom"/>
        </w:tcPr>
        <w:p w14:paraId="49DBA7A6" w14:textId="77777777" w:rsidR="00E57427" w:rsidRPr="008C00FC" w:rsidRDefault="00E57427" w:rsidP="00204180">
          <w:pPr>
            <w:pStyle w:val="Zpatvpravo"/>
            <w:rPr>
              <w:rStyle w:val="Tun"/>
            </w:rPr>
          </w:pPr>
          <w:r w:rsidRPr="008C00FC">
            <w:rPr>
              <w:rStyle w:val="Tun"/>
            </w:rPr>
            <w:t xml:space="preserve">PŘÍLOHA č. </w:t>
          </w:r>
          <w:r>
            <w:rPr>
              <w:rStyle w:val="Tun"/>
            </w:rPr>
            <w:t>10</w:t>
          </w:r>
        </w:p>
        <w:p w14:paraId="0ABB5F27" w14:textId="45A8E97C" w:rsidR="00E57427" w:rsidRDefault="00E57427" w:rsidP="00204180">
          <w:pPr>
            <w:pStyle w:val="Zpatvpravo"/>
          </w:pPr>
          <w:r>
            <w:t xml:space="preserve">Smlouva o dílo – Zhotovení DUSL+PDPS+AD </w:t>
          </w:r>
        </w:p>
        <w:p w14:paraId="513E1875" w14:textId="17E21D6A" w:rsidR="00E57427" w:rsidRPr="0020397D" w:rsidRDefault="00E57427" w:rsidP="008C7238">
          <w:pPr>
            <w:pStyle w:val="Zpatvpravo"/>
            <w:rPr>
              <w:rStyle w:val="Tun"/>
              <w:b w:val="0"/>
            </w:rPr>
          </w:pPr>
        </w:p>
      </w:tc>
      <w:tc>
        <w:tcPr>
          <w:tcW w:w="907" w:type="dxa"/>
          <w:vAlign w:val="bottom"/>
        </w:tcPr>
        <w:p w14:paraId="563D30AC" w14:textId="0604D25D"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E57427" w:rsidRPr="00B8518B" w:rsidRDefault="00E5742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2F13A062" w:rsidR="00E57427" w:rsidRPr="00B8518B" w:rsidRDefault="00E57427" w:rsidP="00F9740F">
    <w:pPr>
      <w:pStyle w:val="Zpat"/>
      <w:rPr>
        <w:sz w:val="2"/>
        <w:szCs w:val="2"/>
      </w:rPr>
    </w:pPr>
  </w:p>
  <w:p w14:paraId="225873FF" w14:textId="77777777" w:rsidR="00E57427" w:rsidRPr="00B8518B" w:rsidRDefault="00E57427" w:rsidP="00E80769">
    <w:pPr>
      <w:pStyle w:val="Zpat"/>
      <w:rPr>
        <w:sz w:val="2"/>
        <w:szCs w:val="2"/>
      </w:rPr>
    </w:pPr>
  </w:p>
  <w:p w14:paraId="3666C100" w14:textId="77777777" w:rsidR="00E57427" w:rsidRPr="00B8518B" w:rsidRDefault="00E57427" w:rsidP="00E80769">
    <w:pPr>
      <w:pStyle w:val="Zpat"/>
      <w:rPr>
        <w:sz w:val="2"/>
        <w:szCs w:val="2"/>
      </w:rPr>
    </w:pPr>
  </w:p>
  <w:p w14:paraId="6A4B7ED5" w14:textId="77777777" w:rsidR="00E57427" w:rsidRPr="001E4BDC" w:rsidRDefault="00E57427"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2C0C1ACE" w14:textId="77777777" w:rsidTr="00D36695">
      <w:tc>
        <w:tcPr>
          <w:tcW w:w="907" w:type="dxa"/>
          <w:tcMar>
            <w:left w:w="0" w:type="dxa"/>
            <w:right w:w="0" w:type="dxa"/>
          </w:tcMar>
          <w:vAlign w:val="bottom"/>
        </w:tcPr>
        <w:p w14:paraId="5D7FDB7B"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E57427" w:rsidRPr="00671F70" w:rsidRDefault="00E57427" w:rsidP="00204180">
          <w:pPr>
            <w:pStyle w:val="Zpatvlevo"/>
            <w:rPr>
              <w:b/>
            </w:rPr>
          </w:pPr>
          <w:r w:rsidRPr="00671F70">
            <w:rPr>
              <w:b/>
            </w:rPr>
            <w:t>PŘÍLOHA č. 1</w:t>
          </w:r>
        </w:p>
        <w:p w14:paraId="50705C9F" w14:textId="77777777" w:rsidR="00E57427" w:rsidRDefault="00E57427" w:rsidP="00204180">
          <w:pPr>
            <w:pStyle w:val="Zpatvlevo"/>
          </w:pPr>
          <w:r>
            <w:t>Smlouva o dílo – Zhotovení DUSP+PDPS+AD</w:t>
          </w:r>
        </w:p>
        <w:p w14:paraId="019E2C0A" w14:textId="77777777" w:rsidR="00E57427" w:rsidRPr="003462EB" w:rsidRDefault="00E57427"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E57427" w:rsidRPr="00A50995" w:rsidRDefault="00E5742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E57427" w:rsidRPr="00B8518B" w:rsidRDefault="00E57427"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C96D815" w14:textId="77777777" w:rsidTr="00D36695">
      <w:tc>
        <w:tcPr>
          <w:tcW w:w="7825" w:type="dxa"/>
          <w:tcMar>
            <w:left w:w="0" w:type="dxa"/>
            <w:right w:w="0" w:type="dxa"/>
          </w:tcMar>
          <w:vAlign w:val="bottom"/>
        </w:tcPr>
        <w:p w14:paraId="29AE19D8" w14:textId="77777777" w:rsidR="00E57427" w:rsidRPr="008C00FC" w:rsidRDefault="00E57427" w:rsidP="00F90EC0">
          <w:pPr>
            <w:pStyle w:val="Zpatvpravo"/>
            <w:rPr>
              <w:rStyle w:val="Tun"/>
            </w:rPr>
          </w:pPr>
          <w:r w:rsidRPr="008C00FC">
            <w:rPr>
              <w:rStyle w:val="Tun"/>
            </w:rPr>
            <w:t>PŘÍLOHA č. 1</w:t>
          </w:r>
        </w:p>
        <w:p w14:paraId="15A9F32A" w14:textId="18A872D9" w:rsidR="00E57427" w:rsidRPr="00F90EC0" w:rsidRDefault="00E57427" w:rsidP="00FE52DE">
          <w:pPr>
            <w:pStyle w:val="Zpatvpravo"/>
            <w:rPr>
              <w:rStyle w:val="Tun"/>
              <w:b w:val="0"/>
            </w:rPr>
          </w:pPr>
          <w:r>
            <w:t xml:space="preserve">Smlouva o dílo – Zhotovení DUSL+PDPS+AD </w:t>
          </w:r>
        </w:p>
      </w:tc>
      <w:tc>
        <w:tcPr>
          <w:tcW w:w="907" w:type="dxa"/>
          <w:vAlign w:val="bottom"/>
        </w:tcPr>
        <w:p w14:paraId="33E252FF" w14:textId="47DBA5FC"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E57427" w:rsidRPr="00B8518B" w:rsidRDefault="00E5742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52C3E308" w14:textId="77777777" w:rsidTr="00D36695">
      <w:tc>
        <w:tcPr>
          <w:tcW w:w="907" w:type="dxa"/>
          <w:tcMar>
            <w:left w:w="0" w:type="dxa"/>
            <w:right w:w="0" w:type="dxa"/>
          </w:tcMar>
          <w:vAlign w:val="bottom"/>
        </w:tcPr>
        <w:p w14:paraId="399972F2"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E57427" w:rsidRPr="00671F70" w:rsidRDefault="00E57427" w:rsidP="00204180">
          <w:pPr>
            <w:pStyle w:val="Zpatvlevo"/>
            <w:rPr>
              <w:b/>
            </w:rPr>
          </w:pPr>
          <w:r w:rsidRPr="00671F70">
            <w:rPr>
              <w:b/>
            </w:rPr>
            <w:t>PŘ</w:t>
          </w:r>
          <w:r>
            <w:rPr>
              <w:b/>
            </w:rPr>
            <w:t>ÍLOHA č. 2</w:t>
          </w:r>
        </w:p>
        <w:p w14:paraId="54C621E0" w14:textId="77777777" w:rsidR="00E57427" w:rsidRDefault="00E57427" w:rsidP="00204180">
          <w:pPr>
            <w:pStyle w:val="Zpatvlevo"/>
          </w:pPr>
          <w:r>
            <w:t>Smlouva o dílo – Zhotovení DUSP+PDPS+AD</w:t>
          </w:r>
        </w:p>
        <w:p w14:paraId="500E619F"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E57427" w:rsidRPr="00A50995" w:rsidRDefault="00E5742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768AC8BF" w14:textId="77777777" w:rsidTr="00D36695">
      <w:tc>
        <w:tcPr>
          <w:tcW w:w="7825" w:type="dxa"/>
          <w:tcMar>
            <w:left w:w="0" w:type="dxa"/>
            <w:right w:w="0" w:type="dxa"/>
          </w:tcMar>
          <w:vAlign w:val="bottom"/>
        </w:tcPr>
        <w:p w14:paraId="4B1B7C21" w14:textId="77777777" w:rsidR="00E57427" w:rsidRPr="008C00FC" w:rsidRDefault="00E57427" w:rsidP="00F90EC0">
          <w:pPr>
            <w:pStyle w:val="Zpatvpravo"/>
            <w:rPr>
              <w:rStyle w:val="Tun"/>
            </w:rPr>
          </w:pPr>
          <w:r w:rsidRPr="008C00FC">
            <w:rPr>
              <w:rStyle w:val="Tun"/>
            </w:rPr>
            <w:t xml:space="preserve">PŘÍLOHA č. </w:t>
          </w:r>
          <w:r>
            <w:rPr>
              <w:rStyle w:val="Tun"/>
            </w:rPr>
            <w:t>2</w:t>
          </w:r>
        </w:p>
        <w:p w14:paraId="7875D43A" w14:textId="6257A213" w:rsidR="00E57427" w:rsidRDefault="00E57427" w:rsidP="00F90EC0">
          <w:pPr>
            <w:pStyle w:val="Zpatvpravo"/>
          </w:pPr>
          <w:r>
            <w:t xml:space="preserve">Smlouva o dílo – Zhotovení DUSL+PDPS+AD </w:t>
          </w:r>
        </w:p>
        <w:p w14:paraId="5B5BB7E5" w14:textId="3023126B" w:rsidR="00E57427" w:rsidRPr="00612EE8" w:rsidRDefault="00E57427" w:rsidP="00FE52DE">
          <w:pPr>
            <w:pStyle w:val="Zpatvpravo"/>
            <w:rPr>
              <w:rStyle w:val="Tun"/>
            </w:rPr>
          </w:pPr>
        </w:p>
      </w:tc>
      <w:tc>
        <w:tcPr>
          <w:tcW w:w="907" w:type="dxa"/>
          <w:vAlign w:val="bottom"/>
        </w:tcPr>
        <w:p w14:paraId="68AAABB9" w14:textId="477DA850"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E57427" w:rsidRPr="00B8518B" w:rsidRDefault="00E5742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01491596" w14:textId="77777777" w:rsidTr="00D36695">
      <w:tc>
        <w:tcPr>
          <w:tcW w:w="907" w:type="dxa"/>
          <w:tcMar>
            <w:left w:w="0" w:type="dxa"/>
            <w:right w:w="0" w:type="dxa"/>
          </w:tcMar>
          <w:vAlign w:val="bottom"/>
        </w:tcPr>
        <w:p w14:paraId="3B011AF8"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E57427" w:rsidRPr="00671F70" w:rsidRDefault="00E57427" w:rsidP="00204180">
          <w:pPr>
            <w:pStyle w:val="Zpatvlevo"/>
            <w:rPr>
              <w:b/>
            </w:rPr>
          </w:pPr>
          <w:r w:rsidRPr="00671F70">
            <w:rPr>
              <w:b/>
            </w:rPr>
            <w:t>PŘ</w:t>
          </w:r>
          <w:r>
            <w:rPr>
              <w:b/>
            </w:rPr>
            <w:t>ÍLOHA č. 3</w:t>
          </w:r>
        </w:p>
        <w:p w14:paraId="72366AFF" w14:textId="77777777" w:rsidR="00E57427" w:rsidRDefault="00E57427" w:rsidP="00204180">
          <w:pPr>
            <w:pStyle w:val="Zpatvlevo"/>
          </w:pPr>
          <w:r>
            <w:t>Smlouva o dílo – Zhotovení DUSP+PDPS+AD</w:t>
          </w:r>
        </w:p>
        <w:p w14:paraId="2CB39ADF"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E57427" w:rsidRPr="00A50995" w:rsidRDefault="00E5742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38116FA0" w14:textId="77777777" w:rsidTr="00E075DA">
      <w:tc>
        <w:tcPr>
          <w:tcW w:w="7825" w:type="dxa"/>
          <w:tcMar>
            <w:left w:w="0" w:type="dxa"/>
            <w:right w:w="0" w:type="dxa"/>
          </w:tcMar>
          <w:vAlign w:val="bottom"/>
        </w:tcPr>
        <w:p w14:paraId="44C88F72" w14:textId="77777777" w:rsidR="00E57427" w:rsidRPr="008C00FC" w:rsidRDefault="00E57427" w:rsidP="00204180">
          <w:pPr>
            <w:pStyle w:val="Zpatvpravo"/>
            <w:rPr>
              <w:rStyle w:val="Tun"/>
            </w:rPr>
          </w:pPr>
          <w:r w:rsidRPr="008C00FC">
            <w:rPr>
              <w:rStyle w:val="Tun"/>
            </w:rPr>
            <w:t xml:space="preserve">PŘÍLOHA č. </w:t>
          </w:r>
          <w:r>
            <w:rPr>
              <w:rStyle w:val="Tun"/>
            </w:rPr>
            <w:t>3</w:t>
          </w:r>
        </w:p>
        <w:p w14:paraId="5D33D0CB" w14:textId="33833CA3" w:rsidR="00E57427" w:rsidRDefault="00E57427" w:rsidP="00204180">
          <w:pPr>
            <w:pStyle w:val="Zpatvpravo"/>
          </w:pPr>
          <w:r>
            <w:t>Smlouva o dílo – Zhotovení DUSL+PDPS +AD</w:t>
          </w:r>
        </w:p>
        <w:p w14:paraId="27DDE76B" w14:textId="0D923443" w:rsidR="00E57427" w:rsidRPr="00612EE8" w:rsidRDefault="00E57427" w:rsidP="00FE52DE">
          <w:pPr>
            <w:pStyle w:val="Zpatvpravo"/>
            <w:rPr>
              <w:rStyle w:val="Tun"/>
            </w:rPr>
          </w:pPr>
        </w:p>
      </w:tc>
      <w:tc>
        <w:tcPr>
          <w:tcW w:w="907" w:type="dxa"/>
          <w:vAlign w:val="bottom"/>
        </w:tcPr>
        <w:p w14:paraId="0703CE63" w14:textId="69612671"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47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6472">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E57427" w:rsidRPr="00B8518B" w:rsidRDefault="00E5742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9016" w14:textId="77777777" w:rsidR="009620F9" w:rsidRDefault="009620F9" w:rsidP="00962258">
      <w:pPr>
        <w:spacing w:after="0" w:line="240" w:lineRule="auto"/>
      </w:pPr>
      <w:r>
        <w:separator/>
      </w:r>
    </w:p>
  </w:footnote>
  <w:footnote w:type="continuationSeparator" w:id="0">
    <w:p w14:paraId="04666EBD" w14:textId="77777777" w:rsidR="009620F9" w:rsidRDefault="009620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5534" w14:textId="77777777" w:rsidR="00E57427" w:rsidRDefault="00E57427">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E57427" w:rsidRPr="00D6163D" w:rsidRDefault="00E5742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E57427" w:rsidRPr="00D6163D" w:rsidRDefault="00E5742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E57427" w:rsidRPr="00D6163D" w:rsidRDefault="00E57427">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E57427" w:rsidRPr="00D6163D" w:rsidRDefault="00E5742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77A65" w14:textId="77777777" w:rsidR="00E57427" w:rsidRDefault="00E574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57427" w14:paraId="319D2A75" w14:textId="77777777" w:rsidTr="004F75CC">
      <w:trPr>
        <w:trHeight w:hRule="exact" w:val="936"/>
      </w:trPr>
      <w:tc>
        <w:tcPr>
          <w:tcW w:w="1219" w:type="dxa"/>
          <w:tcMar>
            <w:left w:w="0" w:type="dxa"/>
            <w:right w:w="0" w:type="dxa"/>
          </w:tcMar>
        </w:tcPr>
        <w:p w14:paraId="76AD512B" w14:textId="77777777" w:rsidR="00E57427" w:rsidRPr="00B8518B" w:rsidRDefault="00E57427" w:rsidP="00FC6389">
          <w:pPr>
            <w:pStyle w:val="Zpat"/>
            <w:rPr>
              <w:rStyle w:val="slostrnky"/>
            </w:rPr>
          </w:pPr>
        </w:p>
      </w:tc>
      <w:tc>
        <w:tcPr>
          <w:tcW w:w="3600" w:type="dxa"/>
          <w:shd w:val="clear" w:color="auto" w:fill="auto"/>
          <w:tcMar>
            <w:left w:w="0" w:type="dxa"/>
            <w:right w:w="0" w:type="dxa"/>
          </w:tcMar>
        </w:tcPr>
        <w:p w14:paraId="720FCB1E" w14:textId="77777777" w:rsidR="00E57427" w:rsidRDefault="00E57427"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E57427" w:rsidRPr="00D6163D" w:rsidRDefault="00E57427" w:rsidP="00FC6389">
          <w:pPr>
            <w:pStyle w:val="Druhdokumentu"/>
          </w:pPr>
        </w:p>
      </w:tc>
    </w:tr>
    <w:tr w:rsidR="00E57427" w14:paraId="3DE0C910" w14:textId="77777777" w:rsidTr="004F75CC">
      <w:trPr>
        <w:trHeight w:hRule="exact" w:val="936"/>
      </w:trPr>
      <w:tc>
        <w:tcPr>
          <w:tcW w:w="1219" w:type="dxa"/>
          <w:tcMar>
            <w:left w:w="0" w:type="dxa"/>
            <w:right w:w="0" w:type="dxa"/>
          </w:tcMar>
        </w:tcPr>
        <w:p w14:paraId="75729B6C" w14:textId="77777777" w:rsidR="00E57427" w:rsidRPr="00B8518B" w:rsidRDefault="00E57427" w:rsidP="00FC6389">
          <w:pPr>
            <w:pStyle w:val="Zpat"/>
            <w:rPr>
              <w:rStyle w:val="slostrnky"/>
            </w:rPr>
          </w:pPr>
        </w:p>
      </w:tc>
      <w:tc>
        <w:tcPr>
          <w:tcW w:w="3600" w:type="dxa"/>
          <w:shd w:val="clear" w:color="auto" w:fill="auto"/>
          <w:tcMar>
            <w:left w:w="0" w:type="dxa"/>
            <w:right w:w="0" w:type="dxa"/>
          </w:tcMar>
        </w:tcPr>
        <w:p w14:paraId="48C18508" w14:textId="79D86A4A" w:rsidR="00E57427" w:rsidRPr="004F75CC" w:rsidRDefault="00E57427" w:rsidP="00FC6389">
          <w:pPr>
            <w:pStyle w:val="Zpat"/>
            <w:rPr>
              <w:i/>
            </w:rPr>
          </w:pPr>
        </w:p>
      </w:tc>
      <w:tc>
        <w:tcPr>
          <w:tcW w:w="5756" w:type="dxa"/>
          <w:shd w:val="clear" w:color="auto" w:fill="auto"/>
          <w:tcMar>
            <w:left w:w="0" w:type="dxa"/>
            <w:right w:w="0" w:type="dxa"/>
          </w:tcMar>
        </w:tcPr>
        <w:p w14:paraId="4319550E" w14:textId="77777777" w:rsidR="00E57427" w:rsidRPr="00D6163D" w:rsidRDefault="00E57427" w:rsidP="00FC6389">
          <w:pPr>
            <w:pStyle w:val="Druhdokumentu"/>
          </w:pPr>
        </w:p>
      </w:tc>
    </w:tr>
  </w:tbl>
  <w:p w14:paraId="738E2F85" w14:textId="77777777" w:rsidR="00E57427" w:rsidRPr="004F75CC" w:rsidRDefault="00E57427" w:rsidP="00FC6389">
    <w:pPr>
      <w:pStyle w:val="Zhlav"/>
      <w:rPr>
        <w:sz w:val="12"/>
        <w:szCs w:val="12"/>
      </w:rPr>
    </w:pPr>
  </w:p>
  <w:p w14:paraId="30C1F0D0" w14:textId="77777777" w:rsidR="00E57427" w:rsidRPr="00460660" w:rsidRDefault="00E57427">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E57427" w:rsidRPr="00D6163D" w:rsidRDefault="00E5742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E57427" w:rsidRPr="00D6163D" w:rsidRDefault="00E5742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E57427" w:rsidRPr="00D6163D" w:rsidRDefault="00E5742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E57427" w:rsidRPr="00D6163D" w:rsidRDefault="00E5742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E57427" w:rsidRPr="00D6163D" w:rsidRDefault="00E5742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E57427" w:rsidRPr="00D6163D" w:rsidRDefault="00E5742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6"/>
  </w:num>
  <w:num w:numId="8">
    <w:abstractNumId w:val="8"/>
  </w:num>
  <w:num w:numId="9">
    <w:abstractNumId w:val="10"/>
  </w:num>
  <w:num w:numId="10">
    <w:abstractNumId w:val="0"/>
  </w:num>
  <w:num w:numId="11">
    <w:abstractNumId w:val="3"/>
  </w:num>
  <w:num w:numId="12">
    <w:abstractNumId w:val="12"/>
  </w:num>
  <w:num w:numId="13">
    <w:abstractNumId w:val="0"/>
  </w:num>
  <w:num w:numId="14">
    <w:abstractNumId w:val="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157F"/>
    <w:rsid w:val="00012293"/>
    <w:rsid w:val="00016132"/>
    <w:rsid w:val="00017F3C"/>
    <w:rsid w:val="0002468C"/>
    <w:rsid w:val="00031819"/>
    <w:rsid w:val="00034542"/>
    <w:rsid w:val="00036449"/>
    <w:rsid w:val="00041EC8"/>
    <w:rsid w:val="0004357B"/>
    <w:rsid w:val="0005257A"/>
    <w:rsid w:val="000568E1"/>
    <w:rsid w:val="00060270"/>
    <w:rsid w:val="0006588D"/>
    <w:rsid w:val="00065F24"/>
    <w:rsid w:val="00067A5E"/>
    <w:rsid w:val="000719BB"/>
    <w:rsid w:val="00072A65"/>
    <w:rsid w:val="00072C1E"/>
    <w:rsid w:val="00073542"/>
    <w:rsid w:val="000841E0"/>
    <w:rsid w:val="00092F70"/>
    <w:rsid w:val="00095167"/>
    <w:rsid w:val="00096995"/>
    <w:rsid w:val="000A0911"/>
    <w:rsid w:val="000B0797"/>
    <w:rsid w:val="000B07AC"/>
    <w:rsid w:val="000B46D1"/>
    <w:rsid w:val="000B4EB8"/>
    <w:rsid w:val="000B70C8"/>
    <w:rsid w:val="000C41F2"/>
    <w:rsid w:val="000C445A"/>
    <w:rsid w:val="000D21E5"/>
    <w:rsid w:val="000D22C4"/>
    <w:rsid w:val="000D27D1"/>
    <w:rsid w:val="000D2FAD"/>
    <w:rsid w:val="000E02F7"/>
    <w:rsid w:val="000E1A7F"/>
    <w:rsid w:val="000E4096"/>
    <w:rsid w:val="000F2123"/>
    <w:rsid w:val="000F2F54"/>
    <w:rsid w:val="00112864"/>
    <w:rsid w:val="00114472"/>
    <w:rsid w:val="00114988"/>
    <w:rsid w:val="00115069"/>
    <w:rsid w:val="001150F2"/>
    <w:rsid w:val="00124751"/>
    <w:rsid w:val="00133336"/>
    <w:rsid w:val="001338AF"/>
    <w:rsid w:val="00137D08"/>
    <w:rsid w:val="001432EB"/>
    <w:rsid w:val="00143EC0"/>
    <w:rsid w:val="00155095"/>
    <w:rsid w:val="001656A2"/>
    <w:rsid w:val="00165977"/>
    <w:rsid w:val="00170EC5"/>
    <w:rsid w:val="001713E6"/>
    <w:rsid w:val="0017165B"/>
    <w:rsid w:val="00172144"/>
    <w:rsid w:val="001747C1"/>
    <w:rsid w:val="00177D6B"/>
    <w:rsid w:val="00190CEE"/>
    <w:rsid w:val="00191F90"/>
    <w:rsid w:val="001A5B98"/>
    <w:rsid w:val="001A67CA"/>
    <w:rsid w:val="001A7B9B"/>
    <w:rsid w:val="001B4E74"/>
    <w:rsid w:val="001B77EA"/>
    <w:rsid w:val="001C0AEA"/>
    <w:rsid w:val="001C645F"/>
    <w:rsid w:val="001D57CE"/>
    <w:rsid w:val="001D7E1F"/>
    <w:rsid w:val="001E094F"/>
    <w:rsid w:val="001E5BB1"/>
    <w:rsid w:val="001E678E"/>
    <w:rsid w:val="001E6BBA"/>
    <w:rsid w:val="001F40ED"/>
    <w:rsid w:val="001F4305"/>
    <w:rsid w:val="002038D5"/>
    <w:rsid w:val="0020397D"/>
    <w:rsid w:val="00204180"/>
    <w:rsid w:val="002041F2"/>
    <w:rsid w:val="00207062"/>
    <w:rsid w:val="002071BB"/>
    <w:rsid w:val="00207DF5"/>
    <w:rsid w:val="00211CD3"/>
    <w:rsid w:val="00213583"/>
    <w:rsid w:val="00213E0B"/>
    <w:rsid w:val="00226A49"/>
    <w:rsid w:val="00231E0E"/>
    <w:rsid w:val="00234188"/>
    <w:rsid w:val="002360E6"/>
    <w:rsid w:val="00236DCC"/>
    <w:rsid w:val="002376A1"/>
    <w:rsid w:val="002405FD"/>
    <w:rsid w:val="00240B81"/>
    <w:rsid w:val="00244E4E"/>
    <w:rsid w:val="00246637"/>
    <w:rsid w:val="00247D01"/>
    <w:rsid w:val="00256C4E"/>
    <w:rsid w:val="00260E60"/>
    <w:rsid w:val="00261A5B"/>
    <w:rsid w:val="00262344"/>
    <w:rsid w:val="00262E5B"/>
    <w:rsid w:val="00270A14"/>
    <w:rsid w:val="00276AFE"/>
    <w:rsid w:val="00285298"/>
    <w:rsid w:val="0029583C"/>
    <w:rsid w:val="0029751E"/>
    <w:rsid w:val="002A16EF"/>
    <w:rsid w:val="002A185D"/>
    <w:rsid w:val="002A3B57"/>
    <w:rsid w:val="002A5468"/>
    <w:rsid w:val="002A78FD"/>
    <w:rsid w:val="002B4FB7"/>
    <w:rsid w:val="002C31BF"/>
    <w:rsid w:val="002D0B49"/>
    <w:rsid w:val="002D7FD6"/>
    <w:rsid w:val="002E0CD7"/>
    <w:rsid w:val="002E0CFB"/>
    <w:rsid w:val="002E4FBD"/>
    <w:rsid w:val="002E5C7B"/>
    <w:rsid w:val="002F3082"/>
    <w:rsid w:val="002F4333"/>
    <w:rsid w:val="003038BD"/>
    <w:rsid w:val="00303A99"/>
    <w:rsid w:val="00315C27"/>
    <w:rsid w:val="00322E97"/>
    <w:rsid w:val="00326C1E"/>
    <w:rsid w:val="00327EEF"/>
    <w:rsid w:val="003306FA"/>
    <w:rsid w:val="0033239F"/>
    <w:rsid w:val="003336D9"/>
    <w:rsid w:val="003338B2"/>
    <w:rsid w:val="0034274B"/>
    <w:rsid w:val="003460E5"/>
    <w:rsid w:val="0034719F"/>
    <w:rsid w:val="00350A35"/>
    <w:rsid w:val="00352317"/>
    <w:rsid w:val="00353199"/>
    <w:rsid w:val="003571D8"/>
    <w:rsid w:val="00357BC6"/>
    <w:rsid w:val="00361422"/>
    <w:rsid w:val="003739DD"/>
    <w:rsid w:val="0037545D"/>
    <w:rsid w:val="00376B87"/>
    <w:rsid w:val="00381EFC"/>
    <w:rsid w:val="00386983"/>
    <w:rsid w:val="00392910"/>
    <w:rsid w:val="00392EB6"/>
    <w:rsid w:val="003956C6"/>
    <w:rsid w:val="003A197F"/>
    <w:rsid w:val="003A60C1"/>
    <w:rsid w:val="003A7221"/>
    <w:rsid w:val="003A7255"/>
    <w:rsid w:val="003B1CFC"/>
    <w:rsid w:val="003B4534"/>
    <w:rsid w:val="003B7470"/>
    <w:rsid w:val="003C33F2"/>
    <w:rsid w:val="003C4377"/>
    <w:rsid w:val="003C5627"/>
    <w:rsid w:val="003C6CC2"/>
    <w:rsid w:val="003C6D01"/>
    <w:rsid w:val="003D0AA7"/>
    <w:rsid w:val="003D578F"/>
    <w:rsid w:val="003D756E"/>
    <w:rsid w:val="003E420D"/>
    <w:rsid w:val="003E4C13"/>
    <w:rsid w:val="003F5723"/>
    <w:rsid w:val="004078F3"/>
    <w:rsid w:val="00411481"/>
    <w:rsid w:val="00413E9B"/>
    <w:rsid w:val="00416285"/>
    <w:rsid w:val="004240C2"/>
    <w:rsid w:val="00426E6D"/>
    <w:rsid w:val="0042766C"/>
    <w:rsid w:val="00427794"/>
    <w:rsid w:val="00431A48"/>
    <w:rsid w:val="00432E0E"/>
    <w:rsid w:val="004345AD"/>
    <w:rsid w:val="004436EE"/>
    <w:rsid w:val="00450F07"/>
    <w:rsid w:val="00451504"/>
    <w:rsid w:val="00452D91"/>
    <w:rsid w:val="00453CD3"/>
    <w:rsid w:val="0046002F"/>
    <w:rsid w:val="00460660"/>
    <w:rsid w:val="00464BA9"/>
    <w:rsid w:val="00471285"/>
    <w:rsid w:val="00483969"/>
    <w:rsid w:val="00485F55"/>
    <w:rsid w:val="00486107"/>
    <w:rsid w:val="00486B28"/>
    <w:rsid w:val="004908EA"/>
    <w:rsid w:val="00490ECD"/>
    <w:rsid w:val="00491827"/>
    <w:rsid w:val="0049257C"/>
    <w:rsid w:val="00492B1A"/>
    <w:rsid w:val="004A40A1"/>
    <w:rsid w:val="004B3220"/>
    <w:rsid w:val="004C2165"/>
    <w:rsid w:val="004C4399"/>
    <w:rsid w:val="004C787C"/>
    <w:rsid w:val="004D09FB"/>
    <w:rsid w:val="004D5F81"/>
    <w:rsid w:val="004D7138"/>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4624A"/>
    <w:rsid w:val="00553375"/>
    <w:rsid w:val="00555884"/>
    <w:rsid w:val="00560C68"/>
    <w:rsid w:val="005736B7"/>
    <w:rsid w:val="00574748"/>
    <w:rsid w:val="00575E5A"/>
    <w:rsid w:val="00577A04"/>
    <w:rsid w:val="00580245"/>
    <w:rsid w:val="0058594D"/>
    <w:rsid w:val="00597C83"/>
    <w:rsid w:val="005A1F44"/>
    <w:rsid w:val="005A3013"/>
    <w:rsid w:val="005A6B84"/>
    <w:rsid w:val="005B5C1E"/>
    <w:rsid w:val="005C0846"/>
    <w:rsid w:val="005D0CDD"/>
    <w:rsid w:val="005D3C39"/>
    <w:rsid w:val="005D5620"/>
    <w:rsid w:val="005D784E"/>
    <w:rsid w:val="005E25D9"/>
    <w:rsid w:val="005E50A4"/>
    <w:rsid w:val="005F38F1"/>
    <w:rsid w:val="005F4353"/>
    <w:rsid w:val="005F44F1"/>
    <w:rsid w:val="006017C9"/>
    <w:rsid w:val="00601A8C"/>
    <w:rsid w:val="00603435"/>
    <w:rsid w:val="0060509A"/>
    <w:rsid w:val="00610629"/>
    <w:rsid w:val="0061068E"/>
    <w:rsid w:val="006115D3"/>
    <w:rsid w:val="006126A1"/>
    <w:rsid w:val="00612CEA"/>
    <w:rsid w:val="00615248"/>
    <w:rsid w:val="006162E3"/>
    <w:rsid w:val="00631B87"/>
    <w:rsid w:val="006374B2"/>
    <w:rsid w:val="00644B90"/>
    <w:rsid w:val="00646AB2"/>
    <w:rsid w:val="00647FBB"/>
    <w:rsid w:val="0065610E"/>
    <w:rsid w:val="00656E45"/>
    <w:rsid w:val="00660AD3"/>
    <w:rsid w:val="006650B1"/>
    <w:rsid w:val="006708EB"/>
    <w:rsid w:val="00671F70"/>
    <w:rsid w:val="0067364B"/>
    <w:rsid w:val="006776B6"/>
    <w:rsid w:val="00681A17"/>
    <w:rsid w:val="0068350B"/>
    <w:rsid w:val="006923FD"/>
    <w:rsid w:val="00693150"/>
    <w:rsid w:val="006A2A16"/>
    <w:rsid w:val="006A5570"/>
    <w:rsid w:val="006A67D6"/>
    <w:rsid w:val="006A689C"/>
    <w:rsid w:val="006A7B9E"/>
    <w:rsid w:val="006B12C9"/>
    <w:rsid w:val="006B2B9E"/>
    <w:rsid w:val="006B3D79"/>
    <w:rsid w:val="006B6FE4"/>
    <w:rsid w:val="006B7093"/>
    <w:rsid w:val="006C2343"/>
    <w:rsid w:val="006C442A"/>
    <w:rsid w:val="006D3D66"/>
    <w:rsid w:val="006D465A"/>
    <w:rsid w:val="006D6E6F"/>
    <w:rsid w:val="006E01CE"/>
    <w:rsid w:val="006E0578"/>
    <w:rsid w:val="006E314D"/>
    <w:rsid w:val="006E6539"/>
    <w:rsid w:val="006F5013"/>
    <w:rsid w:val="006F589E"/>
    <w:rsid w:val="006F64F8"/>
    <w:rsid w:val="00710723"/>
    <w:rsid w:val="007135C8"/>
    <w:rsid w:val="007145F3"/>
    <w:rsid w:val="00721646"/>
    <w:rsid w:val="00723ED1"/>
    <w:rsid w:val="00724745"/>
    <w:rsid w:val="007307E6"/>
    <w:rsid w:val="00737164"/>
    <w:rsid w:val="007378FE"/>
    <w:rsid w:val="00740AF5"/>
    <w:rsid w:val="00743525"/>
    <w:rsid w:val="00744076"/>
    <w:rsid w:val="007508CE"/>
    <w:rsid w:val="007541A2"/>
    <w:rsid w:val="00755818"/>
    <w:rsid w:val="00760192"/>
    <w:rsid w:val="007616C2"/>
    <w:rsid w:val="007621A7"/>
    <w:rsid w:val="0076286B"/>
    <w:rsid w:val="00764A2A"/>
    <w:rsid w:val="007657D8"/>
    <w:rsid w:val="00766846"/>
    <w:rsid w:val="0077673A"/>
    <w:rsid w:val="007846E1"/>
    <w:rsid w:val="007847D6"/>
    <w:rsid w:val="007852B1"/>
    <w:rsid w:val="0079664B"/>
    <w:rsid w:val="007A3DA1"/>
    <w:rsid w:val="007A5172"/>
    <w:rsid w:val="007A67A0"/>
    <w:rsid w:val="007A6974"/>
    <w:rsid w:val="007B0110"/>
    <w:rsid w:val="007B2BE2"/>
    <w:rsid w:val="007B570C"/>
    <w:rsid w:val="007C4049"/>
    <w:rsid w:val="007C5935"/>
    <w:rsid w:val="007C6DCD"/>
    <w:rsid w:val="007E4A6E"/>
    <w:rsid w:val="007E62AA"/>
    <w:rsid w:val="007E655F"/>
    <w:rsid w:val="007F56A7"/>
    <w:rsid w:val="00800851"/>
    <w:rsid w:val="00800BA4"/>
    <w:rsid w:val="00801D25"/>
    <w:rsid w:val="00802FD8"/>
    <w:rsid w:val="00805FEA"/>
    <w:rsid w:val="008063CD"/>
    <w:rsid w:val="00807DD0"/>
    <w:rsid w:val="008147B0"/>
    <w:rsid w:val="00817F98"/>
    <w:rsid w:val="00821D01"/>
    <w:rsid w:val="00826B7B"/>
    <w:rsid w:val="0083639A"/>
    <w:rsid w:val="00841876"/>
    <w:rsid w:val="00842957"/>
    <w:rsid w:val="0084489B"/>
    <w:rsid w:val="00846789"/>
    <w:rsid w:val="008609AB"/>
    <w:rsid w:val="00866994"/>
    <w:rsid w:val="00870CA4"/>
    <w:rsid w:val="008728E8"/>
    <w:rsid w:val="00886508"/>
    <w:rsid w:val="00892811"/>
    <w:rsid w:val="00892F44"/>
    <w:rsid w:val="00897796"/>
    <w:rsid w:val="00897AC2"/>
    <w:rsid w:val="008A3568"/>
    <w:rsid w:val="008A4D1B"/>
    <w:rsid w:val="008B30AC"/>
    <w:rsid w:val="008C00FC"/>
    <w:rsid w:val="008C2D4D"/>
    <w:rsid w:val="008C50F3"/>
    <w:rsid w:val="008C7238"/>
    <w:rsid w:val="008C7EFE"/>
    <w:rsid w:val="008C7F1A"/>
    <w:rsid w:val="008D03B9"/>
    <w:rsid w:val="008D0570"/>
    <w:rsid w:val="008D0F46"/>
    <w:rsid w:val="008D12AE"/>
    <w:rsid w:val="008D30C7"/>
    <w:rsid w:val="008D449E"/>
    <w:rsid w:val="008E1AFC"/>
    <w:rsid w:val="008F18D6"/>
    <w:rsid w:val="008F2C9B"/>
    <w:rsid w:val="008F474D"/>
    <w:rsid w:val="008F797B"/>
    <w:rsid w:val="00903EAD"/>
    <w:rsid w:val="009044B1"/>
    <w:rsid w:val="00904780"/>
    <w:rsid w:val="0090635B"/>
    <w:rsid w:val="0091168D"/>
    <w:rsid w:val="00922385"/>
    <w:rsid w:val="009223DF"/>
    <w:rsid w:val="00930E1F"/>
    <w:rsid w:val="00933F20"/>
    <w:rsid w:val="009351DC"/>
    <w:rsid w:val="00935A9F"/>
    <w:rsid w:val="00936091"/>
    <w:rsid w:val="009376B0"/>
    <w:rsid w:val="00940D8A"/>
    <w:rsid w:val="00950EAF"/>
    <w:rsid w:val="00954AF5"/>
    <w:rsid w:val="009620F9"/>
    <w:rsid w:val="00962258"/>
    <w:rsid w:val="00964369"/>
    <w:rsid w:val="009678B7"/>
    <w:rsid w:val="00973931"/>
    <w:rsid w:val="00992B63"/>
    <w:rsid w:val="00992D9C"/>
    <w:rsid w:val="00993121"/>
    <w:rsid w:val="00993CE9"/>
    <w:rsid w:val="00995482"/>
    <w:rsid w:val="00996472"/>
    <w:rsid w:val="00996CB8"/>
    <w:rsid w:val="009A4510"/>
    <w:rsid w:val="009B2E97"/>
    <w:rsid w:val="009B4201"/>
    <w:rsid w:val="009B5146"/>
    <w:rsid w:val="009B7E53"/>
    <w:rsid w:val="009C418E"/>
    <w:rsid w:val="009C442C"/>
    <w:rsid w:val="009C7476"/>
    <w:rsid w:val="009D5F4F"/>
    <w:rsid w:val="009E07F4"/>
    <w:rsid w:val="009E5BF1"/>
    <w:rsid w:val="009F0321"/>
    <w:rsid w:val="009F0867"/>
    <w:rsid w:val="009F309B"/>
    <w:rsid w:val="009F392E"/>
    <w:rsid w:val="009F53C5"/>
    <w:rsid w:val="009F638B"/>
    <w:rsid w:val="00A0445A"/>
    <w:rsid w:val="00A070D7"/>
    <w:rsid w:val="00A0740E"/>
    <w:rsid w:val="00A21A01"/>
    <w:rsid w:val="00A41445"/>
    <w:rsid w:val="00A50641"/>
    <w:rsid w:val="00A50995"/>
    <w:rsid w:val="00A50F23"/>
    <w:rsid w:val="00A530BF"/>
    <w:rsid w:val="00A6177B"/>
    <w:rsid w:val="00A66136"/>
    <w:rsid w:val="00A71189"/>
    <w:rsid w:val="00A7364A"/>
    <w:rsid w:val="00A74DCC"/>
    <w:rsid w:val="00A74FDE"/>
    <w:rsid w:val="00A753ED"/>
    <w:rsid w:val="00A77512"/>
    <w:rsid w:val="00A861A2"/>
    <w:rsid w:val="00A91246"/>
    <w:rsid w:val="00A94351"/>
    <w:rsid w:val="00A94C2F"/>
    <w:rsid w:val="00AA19BD"/>
    <w:rsid w:val="00AA3125"/>
    <w:rsid w:val="00AA4CBB"/>
    <w:rsid w:val="00AA65FA"/>
    <w:rsid w:val="00AA7351"/>
    <w:rsid w:val="00AA7AB8"/>
    <w:rsid w:val="00AB10BF"/>
    <w:rsid w:val="00AB66C5"/>
    <w:rsid w:val="00AC41E2"/>
    <w:rsid w:val="00AD056F"/>
    <w:rsid w:val="00AD0C7B"/>
    <w:rsid w:val="00AD5F1A"/>
    <w:rsid w:val="00AD6731"/>
    <w:rsid w:val="00AE7192"/>
    <w:rsid w:val="00AE786E"/>
    <w:rsid w:val="00AF08A6"/>
    <w:rsid w:val="00AF1AFA"/>
    <w:rsid w:val="00AF2054"/>
    <w:rsid w:val="00AF2A9B"/>
    <w:rsid w:val="00B008D5"/>
    <w:rsid w:val="00B02F73"/>
    <w:rsid w:val="00B05B31"/>
    <w:rsid w:val="00B0619F"/>
    <w:rsid w:val="00B06D17"/>
    <w:rsid w:val="00B13A26"/>
    <w:rsid w:val="00B15D0D"/>
    <w:rsid w:val="00B22106"/>
    <w:rsid w:val="00B24A25"/>
    <w:rsid w:val="00B24B60"/>
    <w:rsid w:val="00B32638"/>
    <w:rsid w:val="00B42F40"/>
    <w:rsid w:val="00B431E1"/>
    <w:rsid w:val="00B47C30"/>
    <w:rsid w:val="00B5431A"/>
    <w:rsid w:val="00B56771"/>
    <w:rsid w:val="00B66B71"/>
    <w:rsid w:val="00B72613"/>
    <w:rsid w:val="00B7442A"/>
    <w:rsid w:val="00B75AA5"/>
    <w:rsid w:val="00B75AF8"/>
    <w:rsid w:val="00B75EE1"/>
    <w:rsid w:val="00B77481"/>
    <w:rsid w:val="00B8518B"/>
    <w:rsid w:val="00B92ABC"/>
    <w:rsid w:val="00B97CC3"/>
    <w:rsid w:val="00BA5D63"/>
    <w:rsid w:val="00BB6E4A"/>
    <w:rsid w:val="00BC06C4"/>
    <w:rsid w:val="00BC0A82"/>
    <w:rsid w:val="00BD7E91"/>
    <w:rsid w:val="00BD7F0D"/>
    <w:rsid w:val="00BE148C"/>
    <w:rsid w:val="00BE2158"/>
    <w:rsid w:val="00BE23C1"/>
    <w:rsid w:val="00BE3CA4"/>
    <w:rsid w:val="00BE3F0A"/>
    <w:rsid w:val="00BF1C50"/>
    <w:rsid w:val="00C02D0A"/>
    <w:rsid w:val="00C03A6E"/>
    <w:rsid w:val="00C05F58"/>
    <w:rsid w:val="00C10C10"/>
    <w:rsid w:val="00C1258D"/>
    <w:rsid w:val="00C1427C"/>
    <w:rsid w:val="00C226C0"/>
    <w:rsid w:val="00C37459"/>
    <w:rsid w:val="00C42FE6"/>
    <w:rsid w:val="00C44F6A"/>
    <w:rsid w:val="00C45470"/>
    <w:rsid w:val="00C45B9E"/>
    <w:rsid w:val="00C539CB"/>
    <w:rsid w:val="00C57FCA"/>
    <w:rsid w:val="00C6198E"/>
    <w:rsid w:val="00C63598"/>
    <w:rsid w:val="00C63A84"/>
    <w:rsid w:val="00C661DD"/>
    <w:rsid w:val="00C66209"/>
    <w:rsid w:val="00C708EA"/>
    <w:rsid w:val="00C735E9"/>
    <w:rsid w:val="00C778A5"/>
    <w:rsid w:val="00C86911"/>
    <w:rsid w:val="00C95162"/>
    <w:rsid w:val="00CA01F3"/>
    <w:rsid w:val="00CB2939"/>
    <w:rsid w:val="00CB4F6D"/>
    <w:rsid w:val="00CB6A37"/>
    <w:rsid w:val="00CB7684"/>
    <w:rsid w:val="00CC7C8F"/>
    <w:rsid w:val="00CD1FC4"/>
    <w:rsid w:val="00CE2A9D"/>
    <w:rsid w:val="00CF0294"/>
    <w:rsid w:val="00CF4629"/>
    <w:rsid w:val="00D034A0"/>
    <w:rsid w:val="00D0544F"/>
    <w:rsid w:val="00D21061"/>
    <w:rsid w:val="00D31C6A"/>
    <w:rsid w:val="00D33680"/>
    <w:rsid w:val="00D36695"/>
    <w:rsid w:val="00D37D26"/>
    <w:rsid w:val="00D4108E"/>
    <w:rsid w:val="00D41579"/>
    <w:rsid w:val="00D4328E"/>
    <w:rsid w:val="00D451A8"/>
    <w:rsid w:val="00D5428D"/>
    <w:rsid w:val="00D54FB2"/>
    <w:rsid w:val="00D6163D"/>
    <w:rsid w:val="00D62EA3"/>
    <w:rsid w:val="00D751CF"/>
    <w:rsid w:val="00D80B7D"/>
    <w:rsid w:val="00D831A3"/>
    <w:rsid w:val="00D840BA"/>
    <w:rsid w:val="00D856CC"/>
    <w:rsid w:val="00D87849"/>
    <w:rsid w:val="00D93B1F"/>
    <w:rsid w:val="00D97BE3"/>
    <w:rsid w:val="00DA3711"/>
    <w:rsid w:val="00DB1FC9"/>
    <w:rsid w:val="00DB4522"/>
    <w:rsid w:val="00DD00F6"/>
    <w:rsid w:val="00DD46F3"/>
    <w:rsid w:val="00DE2729"/>
    <w:rsid w:val="00DE56F2"/>
    <w:rsid w:val="00DF0BA5"/>
    <w:rsid w:val="00DF116D"/>
    <w:rsid w:val="00DF7FC9"/>
    <w:rsid w:val="00E075DA"/>
    <w:rsid w:val="00E16FF7"/>
    <w:rsid w:val="00E21AAA"/>
    <w:rsid w:val="00E26D68"/>
    <w:rsid w:val="00E35771"/>
    <w:rsid w:val="00E3671B"/>
    <w:rsid w:val="00E37ACA"/>
    <w:rsid w:val="00E41601"/>
    <w:rsid w:val="00E435EA"/>
    <w:rsid w:val="00E43A9A"/>
    <w:rsid w:val="00E44045"/>
    <w:rsid w:val="00E53FA9"/>
    <w:rsid w:val="00E57427"/>
    <w:rsid w:val="00E618C4"/>
    <w:rsid w:val="00E62155"/>
    <w:rsid w:val="00E63BC7"/>
    <w:rsid w:val="00E66D17"/>
    <w:rsid w:val="00E67A36"/>
    <w:rsid w:val="00E7415D"/>
    <w:rsid w:val="00E74454"/>
    <w:rsid w:val="00E80769"/>
    <w:rsid w:val="00E80FB8"/>
    <w:rsid w:val="00E868F1"/>
    <w:rsid w:val="00E878EE"/>
    <w:rsid w:val="00E901A3"/>
    <w:rsid w:val="00E966FC"/>
    <w:rsid w:val="00E970E2"/>
    <w:rsid w:val="00EA1677"/>
    <w:rsid w:val="00EA585B"/>
    <w:rsid w:val="00EA6EC7"/>
    <w:rsid w:val="00EB104F"/>
    <w:rsid w:val="00EB46E5"/>
    <w:rsid w:val="00EB6F2F"/>
    <w:rsid w:val="00EB7EF4"/>
    <w:rsid w:val="00EC06D3"/>
    <w:rsid w:val="00EC707C"/>
    <w:rsid w:val="00ED14BD"/>
    <w:rsid w:val="00ED2614"/>
    <w:rsid w:val="00EE221B"/>
    <w:rsid w:val="00EF513A"/>
    <w:rsid w:val="00F016C7"/>
    <w:rsid w:val="00F12DEC"/>
    <w:rsid w:val="00F14E5A"/>
    <w:rsid w:val="00F1715C"/>
    <w:rsid w:val="00F20842"/>
    <w:rsid w:val="00F22893"/>
    <w:rsid w:val="00F267AF"/>
    <w:rsid w:val="00F310F8"/>
    <w:rsid w:val="00F31594"/>
    <w:rsid w:val="00F31830"/>
    <w:rsid w:val="00F34031"/>
    <w:rsid w:val="00F35939"/>
    <w:rsid w:val="00F419E5"/>
    <w:rsid w:val="00F422D3"/>
    <w:rsid w:val="00F45607"/>
    <w:rsid w:val="00F4722B"/>
    <w:rsid w:val="00F54432"/>
    <w:rsid w:val="00F568F9"/>
    <w:rsid w:val="00F62472"/>
    <w:rsid w:val="00F659EB"/>
    <w:rsid w:val="00F74AE4"/>
    <w:rsid w:val="00F762A8"/>
    <w:rsid w:val="00F819CC"/>
    <w:rsid w:val="00F8304B"/>
    <w:rsid w:val="00F86BA6"/>
    <w:rsid w:val="00F87665"/>
    <w:rsid w:val="00F90EC0"/>
    <w:rsid w:val="00F92FBE"/>
    <w:rsid w:val="00F95FBD"/>
    <w:rsid w:val="00F9740F"/>
    <w:rsid w:val="00FB4067"/>
    <w:rsid w:val="00FB6342"/>
    <w:rsid w:val="00FC3864"/>
    <w:rsid w:val="00FC6389"/>
    <w:rsid w:val="00FE52DE"/>
    <w:rsid w:val="00FE6AEC"/>
    <w:rsid w:val="00FF16B0"/>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Odrka1-5-">
    <w:name w:val="_Odrážka_1-5_-"/>
    <w:basedOn w:val="Odrka1-4"/>
    <w:qFormat/>
    <w:rsid w:val="009A4510"/>
    <w:pPr>
      <w:numPr>
        <w:ilvl w:val="0"/>
        <w:numId w:val="0"/>
      </w:numPr>
      <w:tabs>
        <w:tab w:val="num" w:pos="2325"/>
      </w:tabs>
      <w:spacing w:after="40"/>
      <w:ind w:left="2325" w:hanging="284"/>
    </w:pPr>
  </w:style>
  <w:style w:type="paragraph" w:customStyle="1" w:styleId="Odstavec1-4a">
    <w:name w:val="_Odstavec_1-4_(a)"/>
    <w:basedOn w:val="Odstavec1-1a"/>
    <w:qFormat/>
    <w:rsid w:val="00303A99"/>
    <w:pPr>
      <w:numPr>
        <w:numId w:val="0"/>
      </w:numPr>
      <w:tabs>
        <w:tab w:val="num" w:pos="2041"/>
      </w:tabs>
      <w:ind w:left="2041" w:hanging="340"/>
    </w:pPr>
  </w:style>
  <w:style w:type="paragraph" w:customStyle="1" w:styleId="Odstavec1-4i">
    <w:name w:val="_Odstavec_1-4_i)"/>
    <w:basedOn w:val="Odstavec1-1a"/>
    <w:qFormat/>
    <w:rsid w:val="00303A99"/>
    <w:pPr>
      <w:numPr>
        <w:numId w:val="0"/>
      </w:numPr>
      <w:tabs>
        <w:tab w:val="num" w:pos="2381"/>
      </w:tabs>
      <w:ind w:left="2381" w:hanging="340"/>
    </w:pPr>
  </w:style>
  <w:style w:type="table" w:customStyle="1" w:styleId="TabulkaS-zhlav">
    <w:name w:val="_Tabulka_SŽ-záhlaví"/>
    <w:basedOn w:val="Normlntabulka"/>
    <w:uiPriority w:val="99"/>
    <w:rsid w:val="0068350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header" Target="header12.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9.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10.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0360"/>
    <w:rsid w:val="00003791"/>
    <w:rsid w:val="00025244"/>
    <w:rsid w:val="0003566C"/>
    <w:rsid w:val="00083403"/>
    <w:rsid w:val="0009495C"/>
    <w:rsid w:val="00094AE3"/>
    <w:rsid w:val="000E7F3B"/>
    <w:rsid w:val="00115D6A"/>
    <w:rsid w:val="00162D5F"/>
    <w:rsid w:val="001A1E8F"/>
    <w:rsid w:val="001E6DA4"/>
    <w:rsid w:val="00222777"/>
    <w:rsid w:val="00233671"/>
    <w:rsid w:val="00264673"/>
    <w:rsid w:val="002766DE"/>
    <w:rsid w:val="00276CB7"/>
    <w:rsid w:val="002C0294"/>
    <w:rsid w:val="002C4EFD"/>
    <w:rsid w:val="0030441F"/>
    <w:rsid w:val="00314211"/>
    <w:rsid w:val="0033698B"/>
    <w:rsid w:val="003528BA"/>
    <w:rsid w:val="003607D1"/>
    <w:rsid w:val="003907D1"/>
    <w:rsid w:val="003B4972"/>
    <w:rsid w:val="004237BF"/>
    <w:rsid w:val="00440F42"/>
    <w:rsid w:val="004A5B94"/>
    <w:rsid w:val="005336BF"/>
    <w:rsid w:val="005932B5"/>
    <w:rsid w:val="0059580E"/>
    <w:rsid w:val="005A3CFC"/>
    <w:rsid w:val="005E33DF"/>
    <w:rsid w:val="005F46C3"/>
    <w:rsid w:val="00676E73"/>
    <w:rsid w:val="006B3089"/>
    <w:rsid w:val="00712241"/>
    <w:rsid w:val="00714E70"/>
    <w:rsid w:val="0071675D"/>
    <w:rsid w:val="00754993"/>
    <w:rsid w:val="007B458C"/>
    <w:rsid w:val="0080428F"/>
    <w:rsid w:val="008071A4"/>
    <w:rsid w:val="0082284C"/>
    <w:rsid w:val="00845425"/>
    <w:rsid w:val="00860180"/>
    <w:rsid w:val="00884B5B"/>
    <w:rsid w:val="008877EB"/>
    <w:rsid w:val="008E7144"/>
    <w:rsid w:val="00905C0A"/>
    <w:rsid w:val="00933286"/>
    <w:rsid w:val="009408AB"/>
    <w:rsid w:val="009A454A"/>
    <w:rsid w:val="00A02218"/>
    <w:rsid w:val="00A357F8"/>
    <w:rsid w:val="00A83D52"/>
    <w:rsid w:val="00AC4FC3"/>
    <w:rsid w:val="00AE15D9"/>
    <w:rsid w:val="00AE1695"/>
    <w:rsid w:val="00AF2BAA"/>
    <w:rsid w:val="00BA3ED3"/>
    <w:rsid w:val="00BF3D67"/>
    <w:rsid w:val="00BF541D"/>
    <w:rsid w:val="00C85D88"/>
    <w:rsid w:val="00C959CF"/>
    <w:rsid w:val="00CC14F4"/>
    <w:rsid w:val="00CC4D83"/>
    <w:rsid w:val="00CE1434"/>
    <w:rsid w:val="00CF515D"/>
    <w:rsid w:val="00D44100"/>
    <w:rsid w:val="00DD099A"/>
    <w:rsid w:val="00DE0ED3"/>
    <w:rsid w:val="00DE2808"/>
    <w:rsid w:val="00E4630C"/>
    <w:rsid w:val="00EA3337"/>
    <w:rsid w:val="00F14E6E"/>
    <w:rsid w:val="00F33270"/>
    <w:rsid w:val="00F9119C"/>
    <w:rsid w:val="00FB2081"/>
    <w:rsid w:val="00FC67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C6741"/>
    <w:rPr>
      <w:color w:val="808080"/>
    </w:rPr>
  </w:style>
  <w:style w:type="paragraph" w:customStyle="1" w:styleId="2DE08AE602404EA4988F8684AE8FFD93">
    <w:name w:val="2DE08AE602404EA4988F8684AE8FFD93"/>
    <w:rsid w:val="003528BA"/>
  </w:style>
  <w:style w:type="paragraph" w:customStyle="1" w:styleId="6A0C6A333C1B4EFA970863B3C6EA0D48">
    <w:name w:val="6A0C6A333C1B4EFA970863B3C6EA0D48"/>
    <w:rsid w:val="00FC674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5DF369E-7F5F-47CC-A7D9-EC22DC89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24</TotalTime>
  <Pages>37</Pages>
  <Words>6456</Words>
  <Characters>38092</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13</cp:revision>
  <cp:lastPrinted>2019-05-22T07:42:00Z</cp:lastPrinted>
  <dcterms:created xsi:type="dcterms:W3CDTF">2023-02-15T07:37:00Z</dcterms:created>
  <dcterms:modified xsi:type="dcterms:W3CDTF">2023-02-15T12:58:00Z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